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76B31" w14:textId="117043D5" w:rsidR="001562AE" w:rsidRPr="00E4005D" w:rsidRDefault="00521BA0">
      <w:pPr>
        <w:pStyle w:val="Heading1"/>
      </w:pPr>
      <w:bookmarkStart w:id="0" w:name="h-118956-title"/>
      <w:bookmarkStart w:id="1" w:name="f-118956-title"/>
      <w:bookmarkStart w:id="2" w:name="f-118956"/>
      <w:bookmarkStart w:id="3" w:name="f-118981-worksection-current"/>
      <w:bookmarkStart w:id="4" w:name="_GoBack"/>
      <w:bookmarkEnd w:id="4"/>
      <w:r>
        <w:t>FINAL</w:t>
      </w:r>
      <w:r w:rsidR="007931C4" w:rsidRPr="00E4005D">
        <w:t>_</w:t>
      </w:r>
      <w:r w:rsidR="0024003B" w:rsidRPr="00E4005D">
        <w:t>0194p RAVEN door seals and window seals</w:t>
      </w:r>
      <w:bookmarkEnd w:id="0"/>
    </w:p>
    <w:p w14:paraId="24B7FA8A" w14:textId="77777777" w:rsidR="001562AE" w:rsidRPr="00E4005D" w:rsidRDefault="0024003B">
      <w:pPr>
        <w:pStyle w:val="InstructionsHeading4"/>
      </w:pPr>
      <w:bookmarkStart w:id="5" w:name="f-118978-1"/>
      <w:bookmarkStart w:id="6" w:name="f-118978"/>
      <w:bookmarkEnd w:id="1"/>
      <w:bookmarkEnd w:id="2"/>
      <w:r w:rsidRPr="00E4005D">
        <w:t>Branded worksection</w:t>
      </w:r>
    </w:p>
    <w:p w14:paraId="41133B67" w14:textId="77777777" w:rsidR="001562AE" w:rsidRPr="00E4005D" w:rsidRDefault="0024003B">
      <w:pPr>
        <w:pStyle w:val="Instructions"/>
      </w:pPr>
      <w:r w:rsidRPr="00E4005D">
        <w:t xml:space="preserve">This branded worksection </w:t>
      </w:r>
      <w:r w:rsidRPr="00E4005D">
        <w:rPr>
          <w:i/>
        </w:rPr>
        <w:t>Template</w:t>
      </w:r>
      <w:r w:rsidRPr="00E4005D">
        <w:t xml:space="preserve"> has been developed by NATSPEC in conjunction with </w:t>
      </w:r>
      <w:r w:rsidRPr="00E4005D">
        <w:rPr>
          <w:b/>
        </w:rPr>
        <w:t>RAVEN PRODUCTS PTY LTD AUSTRALIA</w:t>
      </w:r>
      <w:r w:rsidRPr="00E4005D">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8" w:history="1">
        <w:r w:rsidRPr="00E4005D">
          <w:rPr>
            <w:rStyle w:val="Hyperlink"/>
          </w:rPr>
          <w:t>www.natspec.com.au</w:t>
        </w:r>
      </w:hyperlink>
      <w:r w:rsidRPr="00E4005D">
        <w:t xml:space="preserve"> for the latest updated version.</w:t>
      </w:r>
    </w:p>
    <w:p w14:paraId="19DAABE5" w14:textId="77777777" w:rsidR="001562AE" w:rsidRPr="00E4005D" w:rsidRDefault="0024003B">
      <w:pPr>
        <w:pStyle w:val="InstructionsHeading4"/>
      </w:pPr>
      <w:bookmarkStart w:id="7" w:name="f-2_118945-1"/>
      <w:bookmarkStart w:id="8" w:name="f-2_118945"/>
      <w:bookmarkEnd w:id="5"/>
      <w:bookmarkEnd w:id="6"/>
      <w:r w:rsidRPr="00E4005D">
        <w:t>Worksection abstract</w:t>
      </w:r>
    </w:p>
    <w:p w14:paraId="750142FC" w14:textId="77777777" w:rsidR="001562AE" w:rsidRPr="00E4005D" w:rsidRDefault="0024003B">
      <w:pPr>
        <w:pStyle w:val="Instructions"/>
      </w:pPr>
      <w:r w:rsidRPr="00E4005D">
        <w:t xml:space="preserve">This branded worksection </w:t>
      </w:r>
      <w:r w:rsidRPr="00E4005D">
        <w:rPr>
          <w:i/>
        </w:rPr>
        <w:t>Template</w:t>
      </w:r>
      <w:r w:rsidRPr="00E4005D">
        <w:t xml:space="preserve"> is applicable for sealing doors and windows against a combination of leakages and intrusions without impeding normal use, using RAVEN products. It should be read in conjunction with a separate door-by-door hardware schedule.</w:t>
      </w:r>
    </w:p>
    <w:p w14:paraId="4C73B2BC" w14:textId="77777777" w:rsidR="001562AE" w:rsidRPr="00E4005D" w:rsidRDefault="0024003B">
      <w:pPr>
        <w:pStyle w:val="InstructionsHeading4"/>
      </w:pPr>
      <w:bookmarkStart w:id="9" w:name="f-118920-1"/>
      <w:bookmarkStart w:id="10" w:name="f-118920"/>
      <w:bookmarkEnd w:id="7"/>
      <w:bookmarkEnd w:id="8"/>
      <w:r w:rsidRPr="00E4005D">
        <w:t>Background</w:t>
      </w:r>
    </w:p>
    <w:p w14:paraId="0D9CB370" w14:textId="77777777" w:rsidR="001562AE" w:rsidRPr="00E4005D" w:rsidRDefault="0024003B">
      <w:pPr>
        <w:pStyle w:val="Instructions"/>
      </w:pPr>
      <w:r w:rsidRPr="00E4005D">
        <w:t>Refer to NATSPEC TECHnote GEN 012 for more information about door hardware scheduling.</w:t>
      </w:r>
    </w:p>
    <w:p w14:paraId="4F9C7AB2" w14:textId="77777777" w:rsidR="001562AE" w:rsidRPr="00E4005D" w:rsidRDefault="0024003B">
      <w:pPr>
        <w:pStyle w:val="InstructionsHeading4"/>
      </w:pPr>
      <w:bookmarkStart w:id="11" w:name="f-99906-2"/>
      <w:bookmarkStart w:id="12" w:name="f-99906"/>
      <w:bookmarkEnd w:id="9"/>
      <w:bookmarkEnd w:id="10"/>
      <w:r w:rsidRPr="00E4005D">
        <w:rPr>
          <w:i/>
        </w:rPr>
        <w:t>Guidance</w:t>
      </w:r>
      <w:r w:rsidRPr="00E4005D">
        <w:t xml:space="preserve"> text</w:t>
      </w:r>
    </w:p>
    <w:p w14:paraId="411BE28B" w14:textId="77777777" w:rsidR="001562AE" w:rsidRPr="00E4005D" w:rsidRDefault="0024003B">
      <w:pPr>
        <w:pStyle w:val="Instructions"/>
      </w:pPr>
      <w:r w:rsidRPr="00E4005D">
        <w:t xml:space="preserve">All text within these boxes is provided as guidance for developing this worksection and should not form part of the final specification. This </w:t>
      </w:r>
      <w:r w:rsidRPr="00E4005D">
        <w:rPr>
          <w:i/>
        </w:rPr>
        <w:t>Guidance</w:t>
      </w:r>
      <w:r w:rsidRPr="00E4005D">
        <w:t xml:space="preserve"> text may be hidden or deleted from the document using the hidden text </w:t>
      </w:r>
      <w:r w:rsidRPr="00E4005D">
        <w:rPr>
          <w:i/>
        </w:rPr>
        <w:t>Hide</w:t>
      </w:r>
      <w:r w:rsidRPr="00E4005D">
        <w:t xml:space="preserve"> and </w:t>
      </w:r>
      <w:r w:rsidRPr="00E4005D">
        <w:rPr>
          <w:i/>
        </w:rPr>
        <w:t>Delete</w:t>
      </w:r>
      <w:r w:rsidRPr="00E4005D">
        <w:t xml:space="preserve"> functions of your word processing system. For additional information visit FAQs at </w:t>
      </w:r>
      <w:hyperlink r:id="rId9" w:history="1">
        <w:r w:rsidRPr="00E4005D">
          <w:rPr>
            <w:rStyle w:val="Hyperlink"/>
          </w:rPr>
          <w:t>www.natspec.com.au</w:t>
        </w:r>
      </w:hyperlink>
      <w:r w:rsidRPr="00E4005D">
        <w:t>.</w:t>
      </w:r>
    </w:p>
    <w:p w14:paraId="65CECD34" w14:textId="77777777" w:rsidR="001562AE" w:rsidRPr="00E4005D" w:rsidRDefault="0024003B">
      <w:pPr>
        <w:pStyle w:val="OptionalHeading4"/>
      </w:pPr>
      <w:bookmarkStart w:id="13" w:name="f-99904-3"/>
      <w:bookmarkStart w:id="14" w:name="f-99904"/>
      <w:bookmarkEnd w:id="11"/>
      <w:bookmarkEnd w:id="12"/>
      <w:r w:rsidRPr="00E4005D">
        <w:rPr>
          <w:i/>
        </w:rPr>
        <w:t>Optional</w:t>
      </w:r>
      <w:r w:rsidRPr="00E4005D">
        <w:t xml:space="preserve"> style text</w:t>
      </w:r>
    </w:p>
    <w:p w14:paraId="49A33482" w14:textId="77777777" w:rsidR="001562AE" w:rsidRPr="00E4005D" w:rsidRDefault="0024003B">
      <w:pPr>
        <w:pStyle w:val="OptionalNormal"/>
      </w:pPr>
      <w:r w:rsidRPr="00E4005D">
        <w:t xml:space="preserve">Text in this font (blue with a grey background) covers items specified less frequently. It is provided for incorporation into </w:t>
      </w:r>
      <w:r w:rsidRPr="00E4005D">
        <w:rPr>
          <w:i/>
        </w:rPr>
        <w:t>Normal</w:t>
      </w:r>
      <w:r w:rsidRPr="00E4005D">
        <w:t xml:space="preserve"> style text where it is applicable to a project.</w:t>
      </w:r>
    </w:p>
    <w:p w14:paraId="1522394B" w14:textId="77777777" w:rsidR="001562AE" w:rsidRPr="00E4005D" w:rsidRDefault="0024003B">
      <w:pPr>
        <w:pStyle w:val="InstructionsHeading4"/>
      </w:pPr>
      <w:bookmarkStart w:id="15" w:name="f-118959-1"/>
      <w:bookmarkStart w:id="16" w:name="f-118959"/>
      <w:bookmarkEnd w:id="13"/>
      <w:bookmarkEnd w:id="14"/>
      <w:r w:rsidRPr="00E4005D">
        <w:t>Related material located elsewhere in NATSPEC</w:t>
      </w:r>
    </w:p>
    <w:p w14:paraId="5CFCB275" w14:textId="77777777" w:rsidR="001562AE" w:rsidRPr="00E4005D" w:rsidRDefault="0024003B">
      <w:pPr>
        <w:pStyle w:val="Instructions"/>
      </w:pPr>
      <w:r w:rsidRPr="00E4005D">
        <w:t>If a listed worksection is not part of your subscription package and you wish to purchase it, contact NATSPEC.</w:t>
      </w:r>
    </w:p>
    <w:p w14:paraId="655725E4" w14:textId="77777777" w:rsidR="001562AE" w:rsidRPr="00E4005D" w:rsidRDefault="0024003B">
      <w:pPr>
        <w:pStyle w:val="Instructions"/>
      </w:pPr>
      <w:r w:rsidRPr="00E4005D">
        <w:t>Related material may be found in other worksections. See for example:</w:t>
      </w:r>
    </w:p>
    <w:p w14:paraId="5B55918A" w14:textId="77777777" w:rsidR="001562AE" w:rsidRPr="00E4005D" w:rsidRDefault="0024003B">
      <w:pPr>
        <w:pStyle w:val="Instructionsindent"/>
      </w:pPr>
      <w:r w:rsidRPr="00E4005D">
        <w:rPr>
          <w:i/>
        </w:rPr>
        <w:t>0451 Windows and glazed doors</w:t>
      </w:r>
      <w:r w:rsidRPr="00E4005D">
        <w:t>.</w:t>
      </w:r>
    </w:p>
    <w:p w14:paraId="7CBD42AE" w14:textId="77777777" w:rsidR="001562AE" w:rsidRPr="00E4005D" w:rsidRDefault="0024003B">
      <w:pPr>
        <w:pStyle w:val="Instructionsindent"/>
      </w:pPr>
      <w:r w:rsidRPr="00E4005D">
        <w:rPr>
          <w:i/>
        </w:rPr>
        <w:t>0453 Doors and access panels</w:t>
      </w:r>
      <w:r w:rsidRPr="00E4005D">
        <w:t xml:space="preserve"> for door types.</w:t>
      </w:r>
    </w:p>
    <w:p w14:paraId="03B40E77" w14:textId="77777777" w:rsidR="001562AE" w:rsidRPr="00E4005D" w:rsidRDefault="0024003B">
      <w:pPr>
        <w:pStyle w:val="Instructionsindent"/>
      </w:pPr>
      <w:r w:rsidRPr="00E4005D">
        <w:rPr>
          <w:i/>
        </w:rPr>
        <w:t>0454 Overhead doors</w:t>
      </w:r>
      <w:r w:rsidRPr="00E4005D">
        <w:t xml:space="preserve"> for door types.</w:t>
      </w:r>
    </w:p>
    <w:p w14:paraId="2D9BAB72" w14:textId="77777777" w:rsidR="001562AE" w:rsidRPr="00E4005D" w:rsidRDefault="0024003B">
      <w:pPr>
        <w:pStyle w:val="Instructionsindent"/>
      </w:pPr>
      <w:r w:rsidRPr="00E4005D">
        <w:rPr>
          <w:i/>
        </w:rPr>
        <w:t>0455 Door hardware</w:t>
      </w:r>
      <w:r w:rsidRPr="00E4005D">
        <w:t>.</w:t>
      </w:r>
    </w:p>
    <w:p w14:paraId="480D0171" w14:textId="77777777" w:rsidR="001562AE" w:rsidRPr="00E4005D" w:rsidRDefault="0024003B">
      <w:pPr>
        <w:pStyle w:val="Instructionsindent"/>
      </w:pPr>
      <w:r w:rsidRPr="00E4005D">
        <w:rPr>
          <w:i/>
        </w:rPr>
        <w:t>0461 Glazing</w:t>
      </w:r>
      <w:r w:rsidRPr="00E4005D">
        <w:t>.</w:t>
      </w:r>
    </w:p>
    <w:p w14:paraId="35FD1B67" w14:textId="77777777" w:rsidR="001562AE" w:rsidRPr="00E4005D" w:rsidRDefault="0024003B">
      <w:pPr>
        <w:pStyle w:val="Instructionsindent"/>
      </w:pPr>
      <w:r w:rsidRPr="00E4005D">
        <w:rPr>
          <w:i/>
        </w:rPr>
        <w:t>0472 Acoustic insulation</w:t>
      </w:r>
      <w:r w:rsidRPr="00E4005D">
        <w:t>.</w:t>
      </w:r>
    </w:p>
    <w:p w14:paraId="4A10FF9B" w14:textId="2EA265B4" w:rsidR="001562AE" w:rsidRPr="00E4005D" w:rsidRDefault="0024003B">
      <w:pPr>
        <w:pStyle w:val="Instructionsindent"/>
      </w:pPr>
      <w:r w:rsidRPr="00E4005D">
        <w:rPr>
          <w:i/>
        </w:rPr>
        <w:t>0527 Room dividers</w:t>
      </w:r>
      <w:r w:rsidR="00DE3706" w:rsidRPr="00E4005D">
        <w:rPr>
          <w:i/>
        </w:rPr>
        <w:t xml:space="preserve"> </w:t>
      </w:r>
      <w:r w:rsidRPr="00E4005D">
        <w:t>for operable walls and folding doors.</w:t>
      </w:r>
    </w:p>
    <w:p w14:paraId="092AB833" w14:textId="77777777" w:rsidR="001562AE" w:rsidRPr="00E4005D" w:rsidRDefault="0024003B">
      <w:pPr>
        <w:pStyle w:val="InstructionsHeading4"/>
      </w:pPr>
      <w:bookmarkStart w:id="17" w:name="f-118972-1"/>
      <w:bookmarkStart w:id="18" w:name="f-118972"/>
      <w:bookmarkEnd w:id="15"/>
      <w:bookmarkEnd w:id="16"/>
      <w:r w:rsidRPr="00E4005D">
        <w:t>Documenting this and related work</w:t>
      </w:r>
    </w:p>
    <w:p w14:paraId="46E93CAA" w14:textId="77777777" w:rsidR="001562AE" w:rsidRPr="00E4005D" w:rsidRDefault="0024003B">
      <w:pPr>
        <w:pStyle w:val="Instructions"/>
      </w:pPr>
      <w:r w:rsidRPr="00E4005D">
        <w:t>You may document this and related work as follows:</w:t>
      </w:r>
    </w:p>
    <w:p w14:paraId="7CC9322D" w14:textId="77777777" w:rsidR="001562AE" w:rsidRPr="00E4005D" w:rsidRDefault="0024003B">
      <w:pPr>
        <w:pStyle w:val="Instructionsindent"/>
      </w:pPr>
      <w:r w:rsidRPr="00E4005D">
        <w:t>The door-by-door hardware schedule may be prepared for the project to your office documentation policy or provided by a nominated architectural door hardware supplier.</w:t>
      </w:r>
    </w:p>
    <w:p w14:paraId="4D96E22E" w14:textId="77777777" w:rsidR="001562AE" w:rsidRPr="00E4005D" w:rsidRDefault="0024003B">
      <w:pPr>
        <w:pStyle w:val="Instructionsindent"/>
      </w:pPr>
      <w:r w:rsidRPr="00E4005D">
        <w:t>Proprietary systems such as aluminium doors or windows, room dividers and overhead doors often come supplied with their own standard proprietary hardware and in many instances, such as timber joinery doors and windows, there are no seals at all. In some proprietary systems the seals installed have little or no adjustability or are made from lesser performing materials. In these situations BCA compliance may be compromised particularly in the area of weather and energy door bottom sealing or fire/smoke door sealing.</w:t>
      </w:r>
    </w:p>
    <w:p w14:paraId="306FE60A" w14:textId="77777777" w:rsidR="001562AE" w:rsidRPr="00E4005D" w:rsidRDefault="0024003B">
      <w:pPr>
        <w:pStyle w:val="Instructionsindent"/>
      </w:pPr>
      <w:r w:rsidRPr="00E4005D">
        <w:t>Selected RAVEN seals should be specified here and listed in the SELECTIONS section in the appropriate worksection for the proprietary system. Check that the manufacturer of the proprietary system will install the selected RAVEN seals where applicable.</w:t>
      </w:r>
    </w:p>
    <w:p w14:paraId="4FD8D39D" w14:textId="77777777" w:rsidR="001562AE" w:rsidRPr="00E4005D" w:rsidRDefault="0024003B">
      <w:pPr>
        <w:pStyle w:val="Instructionsindent"/>
      </w:pPr>
      <w:r w:rsidRPr="00E4005D">
        <w:t>Coordinate with electronic security, automatic door closers and related hardware items.</w:t>
      </w:r>
    </w:p>
    <w:p w14:paraId="4C3B20E6" w14:textId="77777777" w:rsidR="001562AE" w:rsidRPr="00E4005D" w:rsidRDefault="0024003B">
      <w:pPr>
        <w:pStyle w:val="Instructionsindent"/>
      </w:pPr>
      <w:r w:rsidRPr="00E4005D">
        <w:t xml:space="preserve">Raven support and supply all leading architectural door hardware suppliers in Australia. Raven is the leading support member of </w:t>
      </w:r>
      <w:hyperlink r:id="rId10" w:history="1">
        <w:r w:rsidRPr="00E4005D">
          <w:rPr>
            <w:rStyle w:val="Hyperlink"/>
          </w:rPr>
          <w:t>ADHA (Architectural Door Hardware Association)</w:t>
        </w:r>
      </w:hyperlink>
      <w:r w:rsidRPr="00E4005D">
        <w:t xml:space="preserve"> for door and window sealing in Australia. Raven is a draft committee contributor to Australian Standards for door and window sealing.</w:t>
      </w:r>
    </w:p>
    <w:p w14:paraId="136A02DB" w14:textId="77777777" w:rsidR="001562AE" w:rsidRPr="00E4005D" w:rsidRDefault="0024003B">
      <w:pPr>
        <w:pStyle w:val="Instructions"/>
      </w:pPr>
      <w:bookmarkStart w:id="19" w:name="f-104408-1"/>
      <w:bookmarkStart w:id="20" w:name="f-104408"/>
      <w:r w:rsidRPr="00E4005D">
        <w:t xml:space="preserve">The </w:t>
      </w:r>
      <w:r w:rsidRPr="00E4005D">
        <w:rPr>
          <w:i/>
        </w:rPr>
        <w:t>Normal</w:t>
      </w:r>
      <w:r w:rsidRPr="00E4005D">
        <w:t xml:space="preserve"> style text of this worksection may refer to items as being documented elsewhere in the contract documentation. Make sure they are documented.</w:t>
      </w:r>
    </w:p>
    <w:p w14:paraId="2E89D9D2" w14:textId="77777777" w:rsidR="001562AE" w:rsidRPr="00E4005D" w:rsidRDefault="0024003B">
      <w:pPr>
        <w:pStyle w:val="InstructionsHeading4"/>
      </w:pPr>
      <w:bookmarkStart w:id="21" w:name="f-118954-1"/>
      <w:bookmarkStart w:id="22" w:name="f-118954"/>
      <w:bookmarkEnd w:id="17"/>
      <w:bookmarkEnd w:id="18"/>
      <w:bookmarkEnd w:id="19"/>
      <w:bookmarkEnd w:id="20"/>
      <w:r w:rsidRPr="00E4005D">
        <w:t>Specifying ESD</w:t>
      </w:r>
    </w:p>
    <w:p w14:paraId="6AA58BA7" w14:textId="77777777" w:rsidR="00721B1E" w:rsidRPr="00E4005D" w:rsidRDefault="0024003B" w:rsidP="00721B1E">
      <w:pPr>
        <w:pStyle w:val="Instructions"/>
      </w:pPr>
      <w:r w:rsidRPr="00E4005D">
        <w:t xml:space="preserve">Raven seals are designed to meet the weatherproofing and energy efficiency requirements of the </w:t>
      </w:r>
      <w:r w:rsidR="00721B1E" w:rsidRPr="00E4005D">
        <w:t>NCC</w:t>
      </w:r>
      <w:r w:rsidRPr="00E4005D">
        <w:t>.</w:t>
      </w:r>
      <w:r w:rsidR="00721B1E" w:rsidRPr="00E4005D">
        <w:t xml:space="preserve"> </w:t>
      </w:r>
    </w:p>
    <w:p w14:paraId="79760A21" w14:textId="5CCCE1F8" w:rsidR="001562AE" w:rsidRPr="00E4005D" w:rsidRDefault="00721B1E">
      <w:pPr>
        <w:pStyle w:val="Instructions"/>
      </w:pPr>
      <w:r w:rsidRPr="00E4005D">
        <w:t>Packaging is made using recyclable cardboard, recyclable polythene plastic bags and recyclable PVC clam shell packaging.</w:t>
      </w:r>
    </w:p>
    <w:p w14:paraId="406F80B6" w14:textId="77777777" w:rsidR="001562AE" w:rsidRPr="00E4005D" w:rsidRDefault="0024003B">
      <w:pPr>
        <w:pStyle w:val="Instructions"/>
      </w:pPr>
      <w:r w:rsidRPr="00E4005D">
        <w:t>The following may be specified by retaining default text:</w:t>
      </w:r>
    </w:p>
    <w:p w14:paraId="10A98F2D" w14:textId="77777777" w:rsidR="001562AE" w:rsidRPr="00E4005D" w:rsidRDefault="0024003B">
      <w:pPr>
        <w:pStyle w:val="Instructionsindent"/>
      </w:pPr>
      <w:r w:rsidRPr="00E4005D">
        <w:t>UV inhibitors.</w:t>
      </w:r>
    </w:p>
    <w:p w14:paraId="53E668A5" w14:textId="77777777" w:rsidR="001562AE" w:rsidRPr="00E4005D" w:rsidRDefault="0024003B">
      <w:pPr>
        <w:pStyle w:val="Instructions"/>
      </w:pPr>
      <w:r w:rsidRPr="00E4005D">
        <w:t>The following may be specified using included options:</w:t>
      </w:r>
    </w:p>
    <w:p w14:paraId="49495DBA" w14:textId="77777777" w:rsidR="001562AE" w:rsidRPr="00E4005D" w:rsidRDefault="0024003B">
      <w:pPr>
        <w:pStyle w:val="Instructionsindent"/>
      </w:pPr>
      <w:r w:rsidRPr="00E4005D">
        <w:t>Thermal performance required to reduce heating/cooling load.</w:t>
      </w:r>
    </w:p>
    <w:p w14:paraId="1E9D95F8" w14:textId="086A11A3" w:rsidR="001562AE" w:rsidRPr="00E4005D" w:rsidRDefault="0024003B">
      <w:pPr>
        <w:pStyle w:val="Instructions"/>
      </w:pPr>
      <w:r w:rsidRPr="00E4005D">
        <w:t>Refer to the NATSPEC TECH</w:t>
      </w:r>
      <w:r w:rsidR="006062AE" w:rsidRPr="00E4005D">
        <w:t xml:space="preserve"> </w:t>
      </w:r>
      <w:r w:rsidRPr="00E4005D">
        <w:t>report TR 01 on specifying ESD.</w:t>
      </w:r>
    </w:p>
    <w:p w14:paraId="1E8F0611" w14:textId="77777777" w:rsidR="001562AE" w:rsidRPr="00E4005D" w:rsidRDefault="0024003B">
      <w:pPr>
        <w:pStyle w:val="Heading2"/>
      </w:pPr>
      <w:bookmarkStart w:id="23" w:name="h-85531-content"/>
      <w:bookmarkStart w:id="24" w:name="f-85531-content"/>
      <w:bookmarkStart w:id="25" w:name="f-85531"/>
      <w:bookmarkEnd w:id="21"/>
      <w:bookmarkEnd w:id="22"/>
      <w:r w:rsidRPr="00E4005D">
        <w:t>General</w:t>
      </w:r>
      <w:bookmarkEnd w:id="23"/>
    </w:p>
    <w:p w14:paraId="6FE86BC7" w14:textId="77777777" w:rsidR="001562AE" w:rsidRPr="00E4005D" w:rsidRDefault="0024003B">
      <w:pPr>
        <w:pStyle w:val="Instructions"/>
      </w:pPr>
      <w:bookmarkStart w:id="26" w:name="f-118977-1"/>
      <w:bookmarkStart w:id="27" w:name="f-118977"/>
      <w:bookmarkEnd w:id="24"/>
      <w:bookmarkEnd w:id="25"/>
      <w:r w:rsidRPr="00E4005D">
        <w:t>Raven is one of the most trusted brands in the building hardware industry providing innovative, tested and certified door and window sealing systems.</w:t>
      </w:r>
    </w:p>
    <w:p w14:paraId="427B9493" w14:textId="77777777" w:rsidR="001562AE" w:rsidRPr="00E4005D" w:rsidRDefault="0024003B">
      <w:pPr>
        <w:pStyle w:val="Instructions"/>
      </w:pPr>
      <w:r w:rsidRPr="00E4005D">
        <w:t>Raven’s door and window sealing systems have become synonymous with quality, value and reliability backed by service excellence which is why it is the brand that architects, specifiers and builders can rely on.</w:t>
      </w:r>
    </w:p>
    <w:p w14:paraId="19FF98CE" w14:textId="77777777" w:rsidR="001562AE" w:rsidRPr="00E4005D" w:rsidRDefault="0024003B">
      <w:pPr>
        <w:pStyle w:val="Instructions"/>
      </w:pPr>
      <w:r w:rsidRPr="00E4005D">
        <w:t>Raven’s world class testing facility means that we are constantly developing new ways to respond to the rapid advances in the building industry. Every design and invention is rigorously tested and approved to comply with international building regulations and codes.</w:t>
      </w:r>
    </w:p>
    <w:p w14:paraId="7D95E2A9" w14:textId="77777777" w:rsidR="001562AE" w:rsidRPr="00E4005D" w:rsidRDefault="0024003B">
      <w:pPr>
        <w:pStyle w:val="Instructions"/>
      </w:pPr>
      <w:r w:rsidRPr="00E4005D">
        <w:t>Established in 1950, Raven is an Australian family owned and operated company producing a range of acoustic, fire and smoke and weather and energy sealing systems.</w:t>
      </w:r>
    </w:p>
    <w:p w14:paraId="7A2566B3" w14:textId="77777777" w:rsidR="001562AE" w:rsidRPr="00E4005D" w:rsidRDefault="0024003B">
      <w:pPr>
        <w:pStyle w:val="Instructions"/>
      </w:pPr>
      <w:r w:rsidRPr="00E4005D">
        <w:t>Always specify Raven products by name avoiding substitution of inferior products as you can be sure our systems are:</w:t>
      </w:r>
    </w:p>
    <w:p w14:paraId="07E1E43B" w14:textId="77777777" w:rsidR="001562AE" w:rsidRPr="00E4005D" w:rsidRDefault="0024003B">
      <w:pPr>
        <w:pStyle w:val="Instructionsindent"/>
      </w:pPr>
      <w:r w:rsidRPr="00E4005D">
        <w:t>Quality certified to ISO 9001.</w:t>
      </w:r>
    </w:p>
    <w:p w14:paraId="7FFD6101" w14:textId="77777777" w:rsidR="001562AE" w:rsidRPr="00E4005D" w:rsidRDefault="0024003B">
      <w:pPr>
        <w:pStyle w:val="Instructionsindent"/>
      </w:pPr>
      <w:r w:rsidRPr="00E4005D">
        <w:t>Ecospecifier Global certified.</w:t>
      </w:r>
    </w:p>
    <w:p w14:paraId="367F5EB2" w14:textId="64F991A8" w:rsidR="007931C4" w:rsidRPr="00E4005D" w:rsidRDefault="007931C4" w:rsidP="007931C4">
      <w:pPr>
        <w:pStyle w:val="Instructions"/>
      </w:pPr>
      <w:bookmarkStart w:id="28" w:name="h-92121-content"/>
      <w:bookmarkStart w:id="29" w:name="f-92121-content"/>
      <w:bookmarkEnd w:id="26"/>
      <w:bookmarkEnd w:id="27"/>
      <w:r w:rsidRPr="00E4005D">
        <w:t>Tested to Australian</w:t>
      </w:r>
      <w:r w:rsidR="00DE3706" w:rsidRPr="00E4005D">
        <w:t>,</w:t>
      </w:r>
      <w:r w:rsidRPr="00E4005D">
        <w:t xml:space="preserve"> New Zealand</w:t>
      </w:r>
      <w:r w:rsidR="00DE3706" w:rsidRPr="00E4005D">
        <w:t>,</w:t>
      </w:r>
      <w:r w:rsidRPr="00E4005D">
        <w:t xml:space="preserve"> UL</w:t>
      </w:r>
      <w:r w:rsidR="00DE3706" w:rsidRPr="00E4005D">
        <w:t>,</w:t>
      </w:r>
      <w:r w:rsidRPr="00E4005D">
        <w:t xml:space="preserve"> ANSI</w:t>
      </w:r>
      <w:r w:rsidR="00DE3706" w:rsidRPr="00E4005D">
        <w:t>,</w:t>
      </w:r>
      <w:r w:rsidRPr="00E4005D">
        <w:t xml:space="preserve"> BHMA</w:t>
      </w:r>
      <w:r w:rsidR="00DE3706" w:rsidRPr="00E4005D">
        <w:t>,</w:t>
      </w:r>
      <w:r w:rsidRPr="00E4005D">
        <w:t xml:space="preserve"> European, British and ISO standards.</w:t>
      </w:r>
    </w:p>
    <w:p w14:paraId="4F60ABE7" w14:textId="77777777" w:rsidR="001562AE" w:rsidRPr="00E4005D" w:rsidRDefault="0024003B">
      <w:pPr>
        <w:pStyle w:val="Heading3"/>
      </w:pPr>
      <w:r w:rsidRPr="00E4005D">
        <w:t>Responsibilities</w:t>
      </w:r>
      <w:bookmarkEnd w:id="28"/>
    </w:p>
    <w:p w14:paraId="4AAFA392" w14:textId="77777777" w:rsidR="001562AE" w:rsidRPr="00E4005D" w:rsidRDefault="0024003B">
      <w:pPr>
        <w:pStyle w:val="Heading4"/>
      </w:pPr>
      <w:bookmarkStart w:id="30" w:name="h-118934-1"/>
      <w:bookmarkStart w:id="31" w:name="f-118934-1"/>
      <w:bookmarkStart w:id="32" w:name="f-118934"/>
      <w:bookmarkEnd w:id="29"/>
      <w:r w:rsidRPr="00E4005D">
        <w:t>General</w:t>
      </w:r>
      <w:bookmarkEnd w:id="30"/>
    </w:p>
    <w:p w14:paraId="4F22EC08" w14:textId="77777777" w:rsidR="001562AE" w:rsidRPr="00E4005D" w:rsidRDefault="0024003B">
      <w:r w:rsidRPr="00E4005D">
        <w:t>Requirement: Provide RAVEN door seals and window seals, as documented.</w:t>
      </w:r>
    </w:p>
    <w:p w14:paraId="09C5E080" w14:textId="77777777" w:rsidR="001562AE" w:rsidRPr="00E4005D" w:rsidRDefault="0024003B">
      <w:pPr>
        <w:pStyle w:val="Instructions"/>
      </w:pPr>
      <w:bookmarkStart w:id="33" w:name="f-99931-2"/>
      <w:bookmarkStart w:id="34" w:name="f-99931"/>
      <w:r w:rsidRPr="00E4005D">
        <w:rPr>
          <w:i/>
        </w:rPr>
        <w:t>Documented</w:t>
      </w:r>
      <w:r w:rsidRPr="00E4005D">
        <w:t xml:space="preserve"> is defined in </w:t>
      </w:r>
      <w:r w:rsidRPr="00E4005D">
        <w:rPr>
          <w:i/>
        </w:rPr>
        <w:t>0171 General requirements</w:t>
      </w:r>
      <w:r w:rsidRPr="00E4005D">
        <w:t xml:space="preserve"> as meaning contained in the contract documents.</w:t>
      </w:r>
    </w:p>
    <w:p w14:paraId="07425011" w14:textId="77777777" w:rsidR="001562AE" w:rsidRPr="00E4005D" w:rsidRDefault="0024003B">
      <w:pPr>
        <w:pStyle w:val="Heading4"/>
      </w:pPr>
      <w:bookmarkStart w:id="35" w:name="h-118926-1"/>
      <w:bookmarkStart w:id="36" w:name="f-118926-1"/>
      <w:bookmarkStart w:id="37" w:name="f-118926"/>
      <w:bookmarkEnd w:id="31"/>
      <w:bookmarkEnd w:id="32"/>
      <w:bookmarkEnd w:id="33"/>
      <w:bookmarkEnd w:id="34"/>
      <w:r w:rsidRPr="00E4005D">
        <w:t>Performance</w:t>
      </w:r>
      <w:bookmarkEnd w:id="35"/>
    </w:p>
    <w:p w14:paraId="16064D2F" w14:textId="77777777" w:rsidR="001562AE" w:rsidRPr="00E4005D" w:rsidRDefault="0024003B">
      <w:r w:rsidRPr="00E4005D">
        <w:t>Handing: Before supply, verify on site, the correct handing of hardware items.</w:t>
      </w:r>
    </w:p>
    <w:p w14:paraId="0ACBAF9C" w14:textId="77777777" w:rsidR="001562AE" w:rsidRPr="00E4005D" w:rsidRDefault="0024003B">
      <w:r w:rsidRPr="00E4005D">
        <w:t>Operation: Make sure working parts are accurately fitted to smooth close bearings, without binding or sticking, free from rattle or excessive play, lubricated where appropriate.</w:t>
      </w:r>
    </w:p>
    <w:p w14:paraId="431CBB9A" w14:textId="77777777" w:rsidR="001562AE" w:rsidRPr="00E4005D" w:rsidRDefault="0024003B">
      <w:pPr>
        <w:pStyle w:val="Instructions"/>
      </w:pPr>
      <w:r w:rsidRPr="00E4005D">
        <w:t>It is the designer’s responsibility to select and the door seals and window seals as appropriate for the application and to coordinate the seals with other hardware items.</w:t>
      </w:r>
    </w:p>
    <w:p w14:paraId="4055EB2C" w14:textId="77777777" w:rsidR="001562AE" w:rsidRPr="00E4005D" w:rsidRDefault="0024003B">
      <w:pPr>
        <w:pStyle w:val="Heading3"/>
      </w:pPr>
      <w:bookmarkStart w:id="38" w:name="h-75963-content"/>
      <w:bookmarkStart w:id="39" w:name="f-75963-content"/>
      <w:bookmarkStart w:id="40" w:name="f-75963"/>
      <w:bookmarkEnd w:id="36"/>
      <w:bookmarkEnd w:id="37"/>
      <w:r w:rsidRPr="00E4005D">
        <w:t>Performance</w:t>
      </w:r>
      <w:bookmarkEnd w:id="38"/>
    </w:p>
    <w:p w14:paraId="3B2BC3DD" w14:textId="77777777" w:rsidR="001562AE" w:rsidRPr="00E4005D" w:rsidRDefault="0024003B">
      <w:pPr>
        <w:pStyle w:val="Heading4"/>
      </w:pPr>
      <w:bookmarkStart w:id="41" w:name="h-118960-1"/>
      <w:bookmarkStart w:id="42" w:name="f-118960-1"/>
      <w:bookmarkStart w:id="43" w:name="f-118960"/>
      <w:bookmarkEnd w:id="39"/>
      <w:bookmarkEnd w:id="40"/>
      <w:r w:rsidRPr="00E4005D">
        <w:t>Bushfire prone areas</w:t>
      </w:r>
      <w:bookmarkEnd w:id="41"/>
    </w:p>
    <w:p w14:paraId="1905B6B3" w14:textId="77777777" w:rsidR="001562AE" w:rsidRPr="00E4005D" w:rsidRDefault="0024003B">
      <w:r w:rsidRPr="00E4005D">
        <w:t xml:space="preserve">Bushfire Attack Level (BAL): </w:t>
      </w:r>
      <w:r w:rsidR="005E5CE3" w:rsidRPr="00E4005D">
        <w:t>T</w:t>
      </w:r>
      <w:r w:rsidRPr="00E4005D">
        <w:t>o AS 3959.</w:t>
      </w:r>
    </w:p>
    <w:p w14:paraId="0B3EBA76" w14:textId="77777777" w:rsidR="001562AE" w:rsidRPr="00E4005D" w:rsidRDefault="0024003B">
      <w:pPr>
        <w:pStyle w:val="Instructions"/>
      </w:pPr>
      <w:r w:rsidRPr="00E4005D">
        <w:t xml:space="preserve">The construction requirements for the Bushfire Attack Level (BAL) in AS 3959 are based on the site’s level of exposure. There are six categories: BAL-LOW, BAL-12.5, BAL-19, BAL-29, BAL-40 and BAL-FZ. State variations apply. Document the BAL in </w:t>
      </w:r>
      <w:r w:rsidRPr="00E4005D">
        <w:rPr>
          <w:i/>
          <w:iCs/>
        </w:rPr>
        <w:t>0171 General requirements</w:t>
      </w:r>
      <w:r w:rsidRPr="00E4005D">
        <w:t>.</w:t>
      </w:r>
    </w:p>
    <w:p w14:paraId="0083F4A6" w14:textId="77777777" w:rsidR="001562AE" w:rsidRPr="00E4005D" w:rsidRDefault="0024003B">
      <w:pPr>
        <w:pStyle w:val="Instructions"/>
      </w:pPr>
      <w:r w:rsidRPr="00E4005D">
        <w:t>See the Weather and Energy section in RAVEN's product catalogue # 115 for information on Ember attack and BAL Ratings.</w:t>
      </w:r>
    </w:p>
    <w:p w14:paraId="614D251F" w14:textId="77777777" w:rsidR="001562AE" w:rsidRPr="00E4005D" w:rsidRDefault="0024003B">
      <w:pPr>
        <w:pStyle w:val="Heading3"/>
      </w:pPr>
      <w:bookmarkStart w:id="44" w:name="h-80609-content"/>
      <w:bookmarkStart w:id="45" w:name="f-80609-content"/>
      <w:bookmarkEnd w:id="42"/>
      <w:bookmarkEnd w:id="43"/>
      <w:r w:rsidRPr="00E4005D">
        <w:t>Company contacts</w:t>
      </w:r>
      <w:bookmarkEnd w:id="44"/>
    </w:p>
    <w:p w14:paraId="67960588" w14:textId="77777777" w:rsidR="001562AE" w:rsidRPr="00E4005D" w:rsidRDefault="0024003B">
      <w:pPr>
        <w:pStyle w:val="Heading4"/>
      </w:pPr>
      <w:bookmarkStart w:id="46" w:name="h-118953-1"/>
      <w:bookmarkStart w:id="47" w:name="f-118953-1"/>
      <w:bookmarkStart w:id="48" w:name="f-118953"/>
      <w:bookmarkEnd w:id="45"/>
      <w:r w:rsidRPr="00E4005D">
        <w:t>RAVEN technical contacts</w:t>
      </w:r>
      <w:bookmarkEnd w:id="46"/>
    </w:p>
    <w:p w14:paraId="015F0D99" w14:textId="77777777" w:rsidR="001562AE" w:rsidRPr="00E4005D" w:rsidRDefault="0024003B">
      <w:r w:rsidRPr="00E4005D">
        <w:t xml:space="preserve">Website: </w:t>
      </w:r>
      <w:hyperlink r:id="rId11" w:history="1">
        <w:r w:rsidRPr="00E4005D">
          <w:rPr>
            <w:rStyle w:val="Hyperlink"/>
          </w:rPr>
          <w:t>www.raven.com.au</w:t>
        </w:r>
      </w:hyperlink>
      <w:r w:rsidRPr="00E4005D">
        <w:t>.</w:t>
      </w:r>
    </w:p>
    <w:p w14:paraId="36995C3B" w14:textId="77777777" w:rsidR="001562AE" w:rsidRPr="00E4005D" w:rsidRDefault="0024003B">
      <w:pPr>
        <w:pStyle w:val="Heading3"/>
      </w:pPr>
      <w:bookmarkStart w:id="49" w:name="h-67550-content"/>
      <w:bookmarkStart w:id="50" w:name="f-67550-content"/>
      <w:bookmarkEnd w:id="47"/>
      <w:bookmarkEnd w:id="48"/>
      <w:r w:rsidRPr="00E4005D">
        <w:t>Cross references</w:t>
      </w:r>
      <w:bookmarkEnd w:id="49"/>
    </w:p>
    <w:p w14:paraId="34741F5F" w14:textId="77777777" w:rsidR="001562AE" w:rsidRPr="00E4005D" w:rsidRDefault="0024003B">
      <w:pPr>
        <w:pStyle w:val="Heading4"/>
      </w:pPr>
      <w:bookmarkStart w:id="51" w:name="h-99933-4"/>
      <w:bookmarkStart w:id="52" w:name="f-99933-4"/>
      <w:bookmarkStart w:id="53" w:name="f-99933"/>
      <w:bookmarkEnd w:id="50"/>
      <w:r w:rsidRPr="00E4005D">
        <w:t>General</w:t>
      </w:r>
      <w:bookmarkEnd w:id="51"/>
    </w:p>
    <w:p w14:paraId="65E45FF1" w14:textId="77777777" w:rsidR="001562AE" w:rsidRPr="00E4005D" w:rsidRDefault="0024003B">
      <w:r w:rsidRPr="00E4005D">
        <w:t>Requirement: Conform to the following:</w:t>
      </w:r>
    </w:p>
    <w:p w14:paraId="054197FE" w14:textId="77777777" w:rsidR="001562AE" w:rsidRPr="00E4005D" w:rsidRDefault="0024003B">
      <w:pPr>
        <w:pStyle w:val="NormalIndent"/>
      </w:pPr>
      <w:r w:rsidRPr="00E4005D">
        <w:rPr>
          <w:i/>
        </w:rPr>
        <w:t>0171 General requirements</w:t>
      </w:r>
      <w:r w:rsidRPr="00E4005D">
        <w:t>.</w:t>
      </w:r>
    </w:p>
    <w:p w14:paraId="40708CEB" w14:textId="77777777" w:rsidR="001562AE" w:rsidRPr="00E4005D" w:rsidRDefault="0024003B">
      <w:pPr>
        <w:pStyle w:val="Instructions"/>
      </w:pPr>
      <w:r w:rsidRPr="00E4005D">
        <w:rPr>
          <w:i/>
        </w:rPr>
        <w:t>0171 General requirements</w:t>
      </w:r>
      <w:r w:rsidRPr="00E4005D">
        <w:t xml:space="preserve"> contains umbrella requirements for all building and services worksections.</w:t>
      </w:r>
    </w:p>
    <w:p w14:paraId="38DADC34" w14:textId="77777777" w:rsidR="001562AE" w:rsidRPr="00E4005D" w:rsidRDefault="0024003B">
      <w:pPr>
        <w:pStyle w:val="Instructions"/>
      </w:pPr>
      <w:r w:rsidRPr="00E4005D">
        <w:t xml:space="preserve">List the worksections cross referenced by this worksection. </w:t>
      </w:r>
      <w:r w:rsidRPr="00E4005D">
        <w:rPr>
          <w:i/>
        </w:rPr>
        <w:t>0171 General requirements</w:t>
      </w:r>
      <w:r w:rsidRPr="00E4005D">
        <w:t xml:space="preserve"> references the </w:t>
      </w:r>
      <w:r w:rsidRPr="00E4005D">
        <w:rPr>
          <w:i/>
        </w:rPr>
        <w:t>018 Common requirements</w:t>
      </w:r>
      <w:r w:rsidRPr="00E4005D">
        <w:t xml:space="preserve"> subgroup of worksections. It is not necessary to repeat them here. However, you may also wish to direct the contractor to other worksections where there may be work that is closely associated with this work.</w:t>
      </w:r>
    </w:p>
    <w:p w14:paraId="3F3E7FA5" w14:textId="77777777" w:rsidR="001562AE" w:rsidRPr="00E4005D" w:rsidRDefault="0024003B">
      <w:pPr>
        <w:pStyle w:val="Instructions"/>
      </w:pPr>
      <w:r w:rsidRPr="00E4005D">
        <w:t>NATSPEC uses generic worksection titles, whether or not there are branded equivalents. If you use a branded worksection, change the cross reference here.</w:t>
      </w:r>
    </w:p>
    <w:p w14:paraId="5BB3C517" w14:textId="77777777" w:rsidR="001562AE" w:rsidRPr="00E4005D" w:rsidRDefault="0024003B">
      <w:pPr>
        <w:pStyle w:val="Heading3"/>
      </w:pPr>
      <w:bookmarkStart w:id="54" w:name="h-85546-content"/>
      <w:bookmarkStart w:id="55" w:name="f-85546-content"/>
      <w:bookmarkEnd w:id="52"/>
      <w:bookmarkEnd w:id="53"/>
      <w:r w:rsidRPr="00E4005D">
        <w:t>Standards</w:t>
      </w:r>
      <w:bookmarkEnd w:id="54"/>
    </w:p>
    <w:p w14:paraId="1A9CEFA1" w14:textId="77777777" w:rsidR="001562AE" w:rsidRPr="00E4005D" w:rsidRDefault="0024003B">
      <w:pPr>
        <w:pStyle w:val="Heading4"/>
      </w:pPr>
      <w:bookmarkStart w:id="56" w:name="h-118927-1"/>
      <w:bookmarkStart w:id="57" w:name="f-118927-1"/>
      <w:bookmarkStart w:id="58" w:name="f-118927"/>
      <w:bookmarkEnd w:id="55"/>
      <w:r w:rsidRPr="00E4005D">
        <w:t>Seals general</w:t>
      </w:r>
      <w:bookmarkEnd w:id="56"/>
    </w:p>
    <w:p w14:paraId="11A1B906" w14:textId="77777777" w:rsidR="001562AE" w:rsidRPr="00E4005D" w:rsidRDefault="0024003B">
      <w:r w:rsidRPr="00E4005D">
        <w:t>Quality management for manufacture: To ISO 9001.</w:t>
      </w:r>
    </w:p>
    <w:p w14:paraId="0443E43D" w14:textId="77777777" w:rsidR="001562AE" w:rsidRPr="00E4005D" w:rsidRDefault="0024003B">
      <w:r w:rsidRPr="00E4005D">
        <w:t>Acoustic applications: Tested to AS 1191 or EN ISO 10140-2 and rated to AS/NZS ISO 717.1.</w:t>
      </w:r>
    </w:p>
    <w:p w14:paraId="3B97AF75" w14:textId="77777777" w:rsidR="001562AE" w:rsidRPr="00E4005D" w:rsidRDefault="0024003B">
      <w:r w:rsidRPr="00E4005D">
        <w:t>Fire door assemblies: To AS 1530.4 and AS 1905.1.</w:t>
      </w:r>
    </w:p>
    <w:p w14:paraId="4532F74B" w14:textId="77777777" w:rsidR="001562AE" w:rsidRPr="00E4005D" w:rsidRDefault="0024003B">
      <w:r w:rsidRPr="00E4005D">
        <w:t>Smoke door assemblies: To BCA Spec </w:t>
      </w:r>
      <w:proofErr w:type="gramStart"/>
      <w:r w:rsidRPr="00E4005D">
        <w:t>C3.4,</w:t>
      </w:r>
      <w:proofErr w:type="gramEnd"/>
      <w:r w:rsidRPr="00E4005D">
        <w:t xml:space="preserve"> tested to AS 1530.7 and rated to AS 6905, and tested to EN 1634-3.</w:t>
      </w:r>
    </w:p>
    <w:p w14:paraId="4F45BF47" w14:textId="77777777" w:rsidR="001562AE" w:rsidRPr="00E4005D" w:rsidRDefault="0024003B">
      <w:proofErr w:type="gramStart"/>
      <w:r w:rsidRPr="00E4005D">
        <w:t>Combined fire and smoke door assemblies: To BCA Spec C3.4, AS 1530.4, AS 1905.1, AS 1530.7 and AS 3959 for weather seals providing BAL FZ.</w:t>
      </w:r>
      <w:proofErr w:type="gramEnd"/>
    </w:p>
    <w:p w14:paraId="41C7E820" w14:textId="77777777" w:rsidR="001562AE" w:rsidRPr="00E4005D" w:rsidRDefault="0024003B">
      <w:r w:rsidRPr="00E4005D">
        <w:t>Buildings in bushfire prone areas: To AS 3959:</w:t>
      </w:r>
    </w:p>
    <w:p w14:paraId="2D20EB98" w14:textId="7759B2B5" w:rsidR="001562AE" w:rsidRPr="00E4005D" w:rsidRDefault="0024003B">
      <w:pPr>
        <w:pStyle w:val="NormalIndent"/>
      </w:pPr>
      <w:r w:rsidRPr="00E4005D">
        <w:t xml:space="preserve">BAL-40: Flame retardant silicon, </w:t>
      </w:r>
      <w:proofErr w:type="gramStart"/>
      <w:r w:rsidRPr="00E4005D">
        <w:t>PVC</w:t>
      </w:r>
      <w:r w:rsidR="00BF6B33" w:rsidRPr="00E4005D">
        <w:t xml:space="preserve"> </w:t>
      </w:r>
      <w:r w:rsidRPr="00E4005D">
        <w:t xml:space="preserve"> and</w:t>
      </w:r>
      <w:proofErr w:type="gramEnd"/>
      <w:r w:rsidRPr="00E4005D">
        <w:t xml:space="preserve"> TPE weather seals with a Flammability Index not more than 5 when tested to AS 1530.2.</w:t>
      </w:r>
    </w:p>
    <w:p w14:paraId="62FAE322" w14:textId="77777777" w:rsidR="001562AE" w:rsidRPr="00E4005D" w:rsidRDefault="0024003B">
      <w:pPr>
        <w:pStyle w:val="NormalIndent"/>
      </w:pPr>
      <w:r w:rsidRPr="00E4005D">
        <w:t xml:space="preserve">BAL-FZ: Approved door seals for use with fire </w:t>
      </w:r>
      <w:proofErr w:type="spellStart"/>
      <w:r w:rsidRPr="00E4005D">
        <w:t>doorsets</w:t>
      </w:r>
      <w:proofErr w:type="spellEnd"/>
      <w:r w:rsidRPr="00E4005D">
        <w:t xml:space="preserve"> tested to AS 1530.4.</w:t>
      </w:r>
    </w:p>
    <w:p w14:paraId="4DE8830A" w14:textId="77777777" w:rsidR="001562AE" w:rsidRPr="00E4005D" w:rsidRDefault="0024003B">
      <w:r w:rsidRPr="00E4005D">
        <w:t>Weather and energy saving seals for proprietary windows and door assemblies: To AS/NZS 4420.1 clause 5 and clause 6, and AS 2047.</w:t>
      </w:r>
    </w:p>
    <w:p w14:paraId="6BF801DA" w14:textId="77777777" w:rsidR="001562AE" w:rsidRPr="00E4005D" w:rsidRDefault="0024003B">
      <w:r w:rsidRPr="00E4005D">
        <w:t>Door bottom and perimeter seals for glazed external doors: To AS 2047.</w:t>
      </w:r>
    </w:p>
    <w:p w14:paraId="246C05A1" w14:textId="77777777" w:rsidR="001562AE" w:rsidRPr="00E4005D" w:rsidRDefault="0024003B">
      <w:r w:rsidRPr="00E4005D">
        <w:t>Threshold plates: To AS 1428.1.</w:t>
      </w:r>
    </w:p>
    <w:p w14:paraId="5F20A7A9" w14:textId="77777777" w:rsidR="001562AE" w:rsidRPr="00E4005D" w:rsidRDefault="0024003B">
      <w:pPr>
        <w:pStyle w:val="Instructions"/>
      </w:pPr>
      <w:r w:rsidRPr="00E4005D">
        <w:t xml:space="preserve">For more information on standards and authorities </w:t>
      </w:r>
      <w:hyperlink r:id="rId12" w:history="1">
        <w:r w:rsidRPr="00E4005D">
          <w:rPr>
            <w:rStyle w:val="Hyperlink"/>
          </w:rPr>
          <w:t>click here</w:t>
        </w:r>
      </w:hyperlink>
      <w:r w:rsidRPr="00E4005D">
        <w:t>.</w:t>
      </w:r>
    </w:p>
    <w:p w14:paraId="02CCE4C0" w14:textId="77777777" w:rsidR="001562AE" w:rsidRPr="00E4005D" w:rsidRDefault="0024003B">
      <w:pPr>
        <w:pStyle w:val="Instructions"/>
      </w:pPr>
      <w:r w:rsidRPr="00E4005D">
        <w:t>Non-proprietary doors and windows are not required by the NCC to comply with AS/NZS 4420.1 at this stage.</w:t>
      </w:r>
    </w:p>
    <w:p w14:paraId="097051E0" w14:textId="77777777" w:rsidR="001562AE" w:rsidRPr="00E4005D" w:rsidRDefault="0024003B">
      <w:pPr>
        <w:pStyle w:val="Heading3"/>
      </w:pPr>
      <w:bookmarkStart w:id="59" w:name="h-97151-content"/>
      <w:bookmarkStart w:id="60" w:name="f-97151-content"/>
      <w:bookmarkStart w:id="61" w:name="f-97151"/>
      <w:bookmarkEnd w:id="57"/>
      <w:bookmarkEnd w:id="58"/>
      <w:r w:rsidRPr="00E4005D">
        <w:t>Manufacturer's documents</w:t>
      </w:r>
      <w:bookmarkEnd w:id="59"/>
    </w:p>
    <w:p w14:paraId="3501B3BA" w14:textId="77777777" w:rsidR="001562AE" w:rsidRPr="00E4005D" w:rsidRDefault="0024003B">
      <w:pPr>
        <w:pStyle w:val="Heading4"/>
      </w:pPr>
      <w:bookmarkStart w:id="62" w:name="h-118937-1"/>
      <w:bookmarkStart w:id="63" w:name="f-118937-1"/>
      <w:bookmarkStart w:id="64" w:name="f-118937"/>
      <w:bookmarkEnd w:id="60"/>
      <w:bookmarkEnd w:id="61"/>
      <w:r w:rsidRPr="00E4005D">
        <w:t>Technical manuals</w:t>
      </w:r>
      <w:bookmarkEnd w:id="62"/>
    </w:p>
    <w:p w14:paraId="1D58BDA1" w14:textId="77777777" w:rsidR="001562AE" w:rsidRPr="00E4005D" w:rsidRDefault="0024003B">
      <w:r w:rsidRPr="00E4005D">
        <w:t xml:space="preserve">Website: </w:t>
      </w:r>
      <w:hyperlink r:id="rId13" w:history="1">
        <w:r w:rsidRPr="00E4005D">
          <w:rPr>
            <w:rStyle w:val="Hyperlink"/>
          </w:rPr>
          <w:t>www.raven.com.au/catalogue</w:t>
        </w:r>
      </w:hyperlink>
      <w:r w:rsidRPr="00E4005D">
        <w:t>.</w:t>
      </w:r>
    </w:p>
    <w:p w14:paraId="706F96A0" w14:textId="77777777" w:rsidR="001562AE" w:rsidRPr="00E4005D" w:rsidRDefault="0024003B">
      <w:pPr>
        <w:pStyle w:val="Instructions"/>
      </w:pPr>
      <w:r w:rsidRPr="00E4005D">
        <w:t>Click on the link to access RAVEN architectural door and window product catalogue # 115 and CAD file downloads including product fitting instructions.</w:t>
      </w:r>
      <w:r w:rsidR="007931C4" w:rsidRPr="00E4005D">
        <w:t xml:space="preserve"> RAVEN fitting instructions are supplied with every product.</w:t>
      </w:r>
    </w:p>
    <w:p w14:paraId="03F2651D" w14:textId="77777777" w:rsidR="001562AE" w:rsidRPr="00E4005D" w:rsidRDefault="0024003B">
      <w:pPr>
        <w:pStyle w:val="Heading3"/>
      </w:pPr>
      <w:bookmarkStart w:id="65" w:name="h-88684-content"/>
      <w:bookmarkStart w:id="66" w:name="f-88684-content"/>
      <w:bookmarkEnd w:id="63"/>
      <w:bookmarkEnd w:id="64"/>
      <w:r w:rsidRPr="00E4005D">
        <w:t>Interpretation</w:t>
      </w:r>
      <w:bookmarkEnd w:id="65"/>
    </w:p>
    <w:p w14:paraId="051DB17A" w14:textId="77777777" w:rsidR="001562AE" w:rsidRPr="00E4005D" w:rsidRDefault="0024003B">
      <w:pPr>
        <w:pStyle w:val="Heading4"/>
      </w:pPr>
      <w:bookmarkStart w:id="67" w:name="h-118962-1"/>
      <w:bookmarkStart w:id="68" w:name="f-118962-1"/>
      <w:bookmarkStart w:id="69" w:name="f-118962"/>
      <w:bookmarkEnd w:id="66"/>
      <w:r w:rsidRPr="00E4005D">
        <w:t>Abbreviations and definitions</w:t>
      </w:r>
      <w:bookmarkEnd w:id="67"/>
    </w:p>
    <w:p w14:paraId="5F2E41AD" w14:textId="77777777" w:rsidR="001562AE" w:rsidRPr="00E4005D" w:rsidRDefault="0024003B">
      <w:r w:rsidRPr="00E4005D">
        <w:t xml:space="preserve">General: For the purposes of this </w:t>
      </w:r>
      <w:proofErr w:type="spellStart"/>
      <w:r w:rsidRPr="00E4005D">
        <w:t>worksection</w:t>
      </w:r>
      <w:proofErr w:type="spellEnd"/>
      <w:r w:rsidRPr="00E4005D">
        <w:t xml:space="preserve"> the following abbreviations and definitions apply:</w:t>
      </w:r>
    </w:p>
    <w:p w14:paraId="0C9A7812" w14:textId="77777777" w:rsidR="001562AE" w:rsidRPr="00E4005D" w:rsidRDefault="0024003B">
      <w:r w:rsidRPr="00E4005D">
        <w:t>Ordering abbreviations:</w:t>
      </w:r>
    </w:p>
    <w:p w14:paraId="1CFD056F" w14:textId="77777777" w:rsidR="006F3797" w:rsidRPr="00E4005D" w:rsidRDefault="006F3797" w:rsidP="006F3797">
      <w:pPr>
        <w:pStyle w:val="NormalIndent"/>
      </w:pPr>
      <w:r w:rsidRPr="00E4005D">
        <w:t>Al: Aluminium.</w:t>
      </w:r>
    </w:p>
    <w:p w14:paraId="31C64453" w14:textId="77777777" w:rsidR="001562AE" w:rsidRPr="00E4005D" w:rsidRDefault="0024003B" w:rsidP="006F3797">
      <w:pPr>
        <w:pStyle w:val="NormalIndent"/>
      </w:pPr>
      <w:r w:rsidRPr="00E4005D">
        <w:t>C/A: Clear anodised (15 µm for perimeter seals. 25 µm for threshold plates).</w:t>
      </w:r>
    </w:p>
    <w:p w14:paraId="1E37E531" w14:textId="77777777" w:rsidR="001562AE" w:rsidRPr="00E4005D" w:rsidRDefault="0024003B">
      <w:pPr>
        <w:pStyle w:val="NormalIndent"/>
      </w:pPr>
      <w:r w:rsidRPr="00E4005D">
        <w:lastRenderedPageBreak/>
        <w:t>B/A: Bronze anodised. (15 µm for perimeter seals. 25 µm for threshold plates).</w:t>
      </w:r>
    </w:p>
    <w:p w14:paraId="616055C0" w14:textId="77777777" w:rsidR="001562AE" w:rsidRPr="00E4005D" w:rsidRDefault="0024003B">
      <w:pPr>
        <w:pStyle w:val="NormalIndent"/>
      </w:pPr>
      <w:r w:rsidRPr="00E4005D">
        <w:t>EPDM: Ethylene Propylene Diene Monomer.</w:t>
      </w:r>
    </w:p>
    <w:p w14:paraId="47C6957E" w14:textId="77777777" w:rsidR="001562AE" w:rsidRPr="00E4005D" w:rsidRDefault="0024003B">
      <w:pPr>
        <w:pStyle w:val="NormalIndent"/>
      </w:pPr>
      <w:r w:rsidRPr="00E4005D">
        <w:t>PE: Painted Polyester Enamel finish (special order and extra cost).</w:t>
      </w:r>
    </w:p>
    <w:p w14:paraId="2861EE72" w14:textId="4211F94C" w:rsidR="006F3797" w:rsidRPr="00E4005D" w:rsidRDefault="006F3797" w:rsidP="006F3797">
      <w:pPr>
        <w:pStyle w:val="NormalIndent"/>
        <w:spacing w:line="276" w:lineRule="auto"/>
      </w:pPr>
      <w:r w:rsidRPr="00E4005D">
        <w:t>PVC: Polyvinyl Chloride.</w:t>
      </w:r>
    </w:p>
    <w:p w14:paraId="500565ED" w14:textId="77777777" w:rsidR="006F3797" w:rsidRPr="00E4005D" w:rsidRDefault="006F3797" w:rsidP="006F3797">
      <w:pPr>
        <w:pStyle w:val="NormalIndent"/>
        <w:spacing w:line="276" w:lineRule="auto"/>
      </w:pPr>
      <w:r w:rsidRPr="00E4005D">
        <w:t>Si: Silicone Rubber.</w:t>
      </w:r>
    </w:p>
    <w:p w14:paraId="7A241F1E" w14:textId="77777777" w:rsidR="001562AE" w:rsidRPr="00E4005D" w:rsidRDefault="0024003B">
      <w:pPr>
        <w:pStyle w:val="NormalIndent"/>
      </w:pPr>
      <w:r w:rsidRPr="00E4005D">
        <w:t xml:space="preserve">TPE: </w:t>
      </w:r>
      <w:proofErr w:type="spellStart"/>
      <w:r w:rsidRPr="00E4005D">
        <w:t>Thermo</w:t>
      </w:r>
      <w:proofErr w:type="spellEnd"/>
      <w:r w:rsidRPr="00E4005D">
        <w:t xml:space="preserve"> Plastic Elastomer.</w:t>
      </w:r>
    </w:p>
    <w:p w14:paraId="56CAC2ED" w14:textId="77777777" w:rsidR="001562AE" w:rsidRPr="00E4005D" w:rsidRDefault="0024003B">
      <w:pPr>
        <w:pStyle w:val="Instructions"/>
      </w:pPr>
      <w:r w:rsidRPr="00E4005D">
        <w:t xml:space="preserve">Edit the </w:t>
      </w:r>
      <w:r w:rsidRPr="00E4005D">
        <w:rPr>
          <w:b/>
        </w:rPr>
        <w:t>Abbreviations</w:t>
      </w:r>
      <w:r w:rsidRPr="00E4005D">
        <w:t xml:space="preserve"> subclause to suit the project or delete, if not required. List alphabetically.</w:t>
      </w:r>
    </w:p>
    <w:p w14:paraId="3BA4CFD8" w14:textId="77777777" w:rsidR="001562AE" w:rsidRPr="00E4005D" w:rsidRDefault="0024003B">
      <w:pPr>
        <w:pStyle w:val="Instructions"/>
      </w:pPr>
      <w:r w:rsidRPr="00E4005D">
        <w:t xml:space="preserve">For more detail on materials </w:t>
      </w:r>
      <w:hyperlink r:id="rId14" w:history="1">
        <w:r w:rsidRPr="00E4005D">
          <w:rPr>
            <w:rStyle w:val="Hyperlink"/>
          </w:rPr>
          <w:t>click here</w:t>
        </w:r>
      </w:hyperlink>
      <w:r w:rsidRPr="00E4005D">
        <w:t>.</w:t>
      </w:r>
    </w:p>
    <w:p w14:paraId="3CC671D4" w14:textId="77777777" w:rsidR="001562AE" w:rsidRPr="00E4005D" w:rsidRDefault="0024003B">
      <w:pPr>
        <w:pStyle w:val="Heading3"/>
      </w:pPr>
      <w:bookmarkStart w:id="70" w:name="h-93472-content"/>
      <w:bookmarkStart w:id="71" w:name="f-93472-content"/>
      <w:bookmarkEnd w:id="68"/>
      <w:bookmarkEnd w:id="69"/>
      <w:r w:rsidRPr="00E4005D">
        <w:t>Submissions</w:t>
      </w:r>
      <w:bookmarkEnd w:id="70"/>
    </w:p>
    <w:p w14:paraId="24099C1F" w14:textId="77777777" w:rsidR="001562AE" w:rsidRPr="00E4005D" w:rsidRDefault="0024003B">
      <w:pPr>
        <w:pStyle w:val="Heading4"/>
      </w:pPr>
      <w:bookmarkStart w:id="72" w:name="h-118924-1"/>
      <w:bookmarkStart w:id="73" w:name="f-118924-1"/>
      <w:bookmarkStart w:id="74" w:name="f-118924"/>
      <w:bookmarkEnd w:id="71"/>
      <w:r w:rsidRPr="00E4005D">
        <w:t>Samples</w:t>
      </w:r>
      <w:bookmarkEnd w:id="72"/>
    </w:p>
    <w:p w14:paraId="1FB71D64" w14:textId="77777777" w:rsidR="001562AE" w:rsidRPr="00E4005D" w:rsidRDefault="0024003B">
      <w:pPr>
        <w:pStyle w:val="Prompt"/>
      </w:pPr>
      <w:r w:rsidRPr="00E4005D">
        <w:t xml:space="preserve">Particular samples required: </w:t>
      </w:r>
      <w:r w:rsidRPr="00E4005D">
        <w:fldChar w:fldCharType="begin"/>
      </w:r>
      <w:r w:rsidRPr="00E4005D">
        <w:instrText xml:space="preserve"> MACROBUTTON  ac_OnHelp [complete/delete]</w:instrText>
      </w:r>
      <w:r w:rsidRPr="00E4005D">
        <w:fldChar w:fldCharType="separate"/>
      </w:r>
      <w:r w:rsidRPr="00E4005D">
        <w:t> </w:t>
      </w:r>
      <w:r w:rsidRPr="00E4005D">
        <w:fldChar w:fldCharType="end"/>
      </w:r>
    </w:p>
    <w:p w14:paraId="4EEF4DC8" w14:textId="77777777" w:rsidR="001562AE" w:rsidRPr="00E4005D" w:rsidRDefault="0024003B">
      <w:pPr>
        <w:pStyle w:val="Instructions"/>
      </w:pPr>
      <w:r w:rsidRPr="00E4005D">
        <w:t>Nominate any items required for approval by the contract administrator.</w:t>
      </w:r>
    </w:p>
    <w:p w14:paraId="4D87E44C" w14:textId="77777777" w:rsidR="001562AE" w:rsidRPr="00E4005D" w:rsidRDefault="0024003B">
      <w:pPr>
        <w:pStyle w:val="Heading2"/>
      </w:pPr>
      <w:bookmarkStart w:id="75" w:name="h-77077-content"/>
      <w:bookmarkStart w:id="76" w:name="f-77077-content"/>
      <w:bookmarkEnd w:id="73"/>
      <w:bookmarkEnd w:id="74"/>
      <w:r w:rsidRPr="00E4005D">
        <w:t>Products</w:t>
      </w:r>
      <w:bookmarkEnd w:id="75"/>
    </w:p>
    <w:p w14:paraId="714E0E00" w14:textId="77777777" w:rsidR="001562AE" w:rsidRPr="00E4005D" w:rsidRDefault="0024003B">
      <w:pPr>
        <w:pStyle w:val="Heading3"/>
      </w:pPr>
      <w:bookmarkStart w:id="77" w:name="h-2_85531-content"/>
      <w:bookmarkStart w:id="78" w:name="f-2_85531-content"/>
      <w:bookmarkEnd w:id="76"/>
      <w:r w:rsidRPr="00E4005D">
        <w:t>General</w:t>
      </w:r>
      <w:bookmarkEnd w:id="77"/>
    </w:p>
    <w:p w14:paraId="5A7C0066" w14:textId="77777777" w:rsidR="001562AE" w:rsidRPr="00E4005D" w:rsidRDefault="0024003B">
      <w:pPr>
        <w:pStyle w:val="Heading4"/>
      </w:pPr>
      <w:bookmarkStart w:id="79" w:name="h-99935-2"/>
      <w:bookmarkStart w:id="80" w:name="f-99935-2"/>
      <w:bookmarkStart w:id="81" w:name="f-99935"/>
      <w:bookmarkEnd w:id="78"/>
      <w:r w:rsidRPr="00E4005D">
        <w:t>Product substitution</w:t>
      </w:r>
      <w:bookmarkEnd w:id="79"/>
    </w:p>
    <w:p w14:paraId="3922D632" w14:textId="77777777" w:rsidR="006062AE" w:rsidRPr="00E4005D" w:rsidRDefault="0024003B" w:rsidP="006062AE">
      <w:pPr>
        <w:tabs>
          <w:tab w:val="left" w:pos="720"/>
        </w:tabs>
        <w:autoSpaceDE w:val="0"/>
        <w:autoSpaceDN w:val="0"/>
        <w:adjustRightInd w:val="0"/>
        <w:spacing w:after="0" w:line="276" w:lineRule="auto"/>
        <w:rPr>
          <w:rFonts w:cs="Arial"/>
          <w:iCs/>
          <w:lang w:eastAsia="en-AU"/>
        </w:rPr>
      </w:pPr>
      <w:r w:rsidRPr="00E4005D">
        <w:t xml:space="preserve">Other products: Conform to PRODUCTS, </w:t>
      </w:r>
      <w:r w:rsidRPr="00E4005D">
        <w:rPr>
          <w:b/>
        </w:rPr>
        <w:t>GENERAL</w:t>
      </w:r>
      <w:r w:rsidRPr="00E4005D">
        <w:t xml:space="preserve">, </w:t>
      </w:r>
      <w:r w:rsidRPr="00E4005D">
        <w:rPr>
          <w:b/>
        </w:rPr>
        <w:t>Substitutions</w:t>
      </w:r>
      <w:r w:rsidRPr="00E4005D">
        <w:t xml:space="preserve"> in </w:t>
      </w:r>
      <w:r w:rsidRPr="00E4005D">
        <w:rPr>
          <w:i/>
        </w:rPr>
        <w:t>0171 General requirements</w:t>
      </w:r>
      <w:r w:rsidRPr="00E4005D">
        <w:t>.</w:t>
      </w:r>
      <w:r w:rsidR="006062AE" w:rsidRPr="00E4005D">
        <w:br/>
      </w:r>
      <w:r w:rsidR="006062AE" w:rsidRPr="00E4005D">
        <w:br/>
      </w:r>
      <w:r w:rsidR="006062AE" w:rsidRPr="00E4005D">
        <w:rPr>
          <w:rFonts w:cs="Arial"/>
        </w:rPr>
        <w:t>All substitutions must be tested equivalent to the RAVEN Tested and Certified Sealing System.</w:t>
      </w:r>
    </w:p>
    <w:p w14:paraId="08802059" w14:textId="77777777" w:rsidR="006062AE" w:rsidRPr="00E4005D" w:rsidRDefault="006062AE" w:rsidP="006062AE">
      <w:pPr>
        <w:tabs>
          <w:tab w:val="left" w:pos="720"/>
        </w:tabs>
        <w:autoSpaceDE w:val="0"/>
        <w:autoSpaceDN w:val="0"/>
        <w:adjustRightInd w:val="0"/>
        <w:spacing w:after="0" w:line="276" w:lineRule="auto"/>
        <w:rPr>
          <w:rFonts w:cs="Arial"/>
          <w:iCs/>
          <w:lang w:eastAsia="en-AU"/>
        </w:rPr>
      </w:pPr>
      <w:proofErr w:type="gramStart"/>
      <w:r w:rsidRPr="00E4005D">
        <w:rPr>
          <w:rFonts w:cs="Arial"/>
          <w:iCs/>
          <w:lang w:eastAsia="en-AU"/>
        </w:rPr>
        <w:t xml:space="preserve">Identified proprietary items: Identification of </w:t>
      </w:r>
      <w:r w:rsidRPr="00E4005D">
        <w:rPr>
          <w:rFonts w:cs="Arial"/>
          <w:lang w:eastAsia="en-AU"/>
        </w:rPr>
        <w:t xml:space="preserve">a </w:t>
      </w:r>
      <w:r w:rsidRPr="00E4005D">
        <w:rPr>
          <w:rFonts w:cs="Arial"/>
          <w:iCs/>
          <w:lang w:eastAsia="en-AU"/>
        </w:rPr>
        <w:t>proprietary item does not necessarily imply exclusive preference for the identified item, but indicates the necessary properties of the item.</w:t>
      </w:r>
      <w:proofErr w:type="gramEnd"/>
      <w:r w:rsidRPr="00E4005D">
        <w:rPr>
          <w:rFonts w:cs="Arial"/>
          <w:iCs/>
          <w:lang w:eastAsia="en-AU"/>
        </w:rPr>
        <w:t xml:space="preserve"> Alternatives: If alternatives to the documented products, methods or systems are proposed, submit sufficient information to permit evaluation of the proposed alternatives, including the following:</w:t>
      </w:r>
    </w:p>
    <w:p w14:paraId="3665B293"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Evidence that the performance is equal to or greater than that specified.</w:t>
      </w:r>
    </w:p>
    <w:p w14:paraId="76808CBD"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Evidence of conformity to a cited standard.</w:t>
      </w:r>
    </w:p>
    <w:p w14:paraId="3CA4189C"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Samples.</w:t>
      </w:r>
    </w:p>
    <w:p w14:paraId="7E50EC83"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Essential technical information, in English.</w:t>
      </w:r>
    </w:p>
    <w:p w14:paraId="018E679D"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Reasons for the proposed substitutions.</w:t>
      </w:r>
    </w:p>
    <w:p w14:paraId="4F2995A0"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Statement of the extent of revisions to the contract documents.</w:t>
      </w:r>
    </w:p>
    <w:p w14:paraId="095DFFAF"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Statement of the extent of revisions to the construction program.</w:t>
      </w:r>
    </w:p>
    <w:p w14:paraId="7626925F"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Statement of cost implications including costs outside the contract.</w:t>
      </w:r>
    </w:p>
    <w:p w14:paraId="40CA3063"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Statement of consequent alterations to other parts of the works.</w:t>
      </w:r>
    </w:p>
    <w:p w14:paraId="27AF12C5"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Availability: If the documented products or systems are unavailable within the time constraints of the construction program, submit evidence.</w:t>
      </w:r>
    </w:p>
    <w:p w14:paraId="026FCA04"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134" w:hanging="425"/>
        <w:rPr>
          <w:rFonts w:cs="Arial"/>
          <w:iCs/>
          <w:lang w:eastAsia="en-AU"/>
        </w:rPr>
      </w:pPr>
      <w:r w:rsidRPr="00E4005D">
        <w:rPr>
          <w:rFonts w:cs="Arial"/>
          <w:iCs/>
          <w:lang w:eastAsia="en-AU"/>
        </w:rPr>
        <w:t>Criteria: If the substitution is for any reason other than unavailability, submit evidence that the substitution:</w:t>
      </w:r>
    </w:p>
    <w:p w14:paraId="15A5A2A5"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701" w:hanging="425"/>
        <w:rPr>
          <w:rFonts w:cs="Arial"/>
          <w:iCs/>
          <w:lang w:eastAsia="en-AU"/>
        </w:rPr>
      </w:pPr>
      <w:r w:rsidRPr="00E4005D">
        <w:rPr>
          <w:rFonts w:cs="Arial"/>
          <w:iCs/>
          <w:lang w:eastAsia="en-AU"/>
        </w:rPr>
        <w:t>Is of net enhanced value to the principal.</w:t>
      </w:r>
    </w:p>
    <w:p w14:paraId="36B37C57" w14:textId="437C27ED"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701" w:hanging="425"/>
        <w:rPr>
          <w:rFonts w:cs="Arial"/>
          <w:iCs/>
          <w:lang w:eastAsia="en-AU"/>
        </w:rPr>
      </w:pPr>
      <w:r w:rsidRPr="00E4005D">
        <w:rPr>
          <w:rFonts w:cs="Arial"/>
          <w:iCs/>
          <w:lang w:eastAsia="en-AU"/>
        </w:rPr>
        <w:t>Is tested by a recognised third party authority.</w:t>
      </w:r>
    </w:p>
    <w:p w14:paraId="0E5D4759" w14:textId="77777777" w:rsidR="006062AE" w:rsidRPr="00E4005D" w:rsidRDefault="006062AE" w:rsidP="006062AE">
      <w:pPr>
        <w:pStyle w:val="ListParagraph"/>
        <w:numPr>
          <w:ilvl w:val="0"/>
          <w:numId w:val="41"/>
        </w:numPr>
        <w:tabs>
          <w:tab w:val="left" w:pos="567"/>
        </w:tabs>
        <w:autoSpaceDE w:val="0"/>
        <w:autoSpaceDN w:val="0"/>
        <w:adjustRightInd w:val="0"/>
        <w:spacing w:after="0" w:line="276" w:lineRule="auto"/>
        <w:ind w:left="1701" w:hanging="425"/>
        <w:rPr>
          <w:rFonts w:cs="Arial"/>
          <w:iCs/>
          <w:lang w:eastAsia="en-AU"/>
        </w:rPr>
      </w:pPr>
      <w:r w:rsidRPr="00E4005D">
        <w:rPr>
          <w:rFonts w:cs="Arial"/>
          <w:iCs/>
          <w:lang w:eastAsia="en-AU"/>
        </w:rPr>
        <w:t>Is consistent with the contract documents and is as effective as the identified item, detail or method.</w:t>
      </w:r>
    </w:p>
    <w:p w14:paraId="2B86DCAD" w14:textId="77777777" w:rsidR="006062AE" w:rsidRPr="00E4005D" w:rsidRDefault="006062AE" w:rsidP="006062AE">
      <w:pPr>
        <w:tabs>
          <w:tab w:val="left" w:pos="720"/>
        </w:tabs>
        <w:autoSpaceDE w:val="0"/>
        <w:autoSpaceDN w:val="0"/>
        <w:adjustRightInd w:val="0"/>
        <w:spacing w:after="0" w:line="276" w:lineRule="auto"/>
        <w:rPr>
          <w:rFonts w:cs="Arial"/>
          <w:b/>
          <w:bCs/>
          <w:lang w:eastAsia="en-AU"/>
        </w:rPr>
      </w:pPr>
    </w:p>
    <w:p w14:paraId="6FCCAD4A" w14:textId="77777777" w:rsidR="006062AE" w:rsidRPr="00E4005D" w:rsidRDefault="006062AE" w:rsidP="006062AE">
      <w:pPr>
        <w:tabs>
          <w:tab w:val="left" w:pos="720"/>
        </w:tabs>
        <w:autoSpaceDE w:val="0"/>
        <w:autoSpaceDN w:val="0"/>
        <w:adjustRightInd w:val="0"/>
        <w:spacing w:after="0" w:line="276" w:lineRule="auto"/>
        <w:rPr>
          <w:rFonts w:cs="Arial"/>
          <w:b/>
          <w:bCs/>
          <w:lang w:eastAsia="en-AU"/>
        </w:rPr>
      </w:pPr>
      <w:r w:rsidRPr="00E4005D">
        <w:rPr>
          <w:rFonts w:cs="Arial"/>
          <w:b/>
          <w:bCs/>
          <w:lang w:eastAsia="en-AU"/>
        </w:rPr>
        <w:t>ACUMEN ADVICE ON SUBSTITUTIONS AND VARIATIONS</w:t>
      </w:r>
    </w:p>
    <w:p w14:paraId="1A20E4EC" w14:textId="77777777" w:rsidR="006062AE" w:rsidRPr="00E4005D" w:rsidRDefault="006062AE" w:rsidP="006062AE">
      <w:pPr>
        <w:tabs>
          <w:tab w:val="left" w:pos="720"/>
        </w:tabs>
        <w:autoSpaceDE w:val="0"/>
        <w:autoSpaceDN w:val="0"/>
        <w:adjustRightInd w:val="0"/>
        <w:spacing w:after="0" w:line="276" w:lineRule="auto"/>
        <w:rPr>
          <w:rFonts w:cs="Arial"/>
          <w:lang w:eastAsia="en-AU"/>
        </w:rPr>
      </w:pPr>
      <w:r w:rsidRPr="00E4005D">
        <w:rPr>
          <w:rFonts w:cs="Arial"/>
          <w:lang w:eastAsia="en-AU"/>
        </w:rPr>
        <w:t>An architect administering the contract should be aware that:</w:t>
      </w:r>
    </w:p>
    <w:p w14:paraId="62282032" w14:textId="6995E65D" w:rsidR="001562AE" w:rsidRPr="00E4005D" w:rsidRDefault="006062AE" w:rsidP="006062AE">
      <w:pPr>
        <w:pStyle w:val="NormalIndent2"/>
        <w:numPr>
          <w:ilvl w:val="0"/>
          <w:numId w:val="42"/>
        </w:numPr>
        <w:spacing w:line="276" w:lineRule="auto"/>
        <w:rPr>
          <w:lang w:eastAsia="en-AU"/>
        </w:rPr>
      </w:pPr>
      <w:r w:rsidRPr="00E4005D">
        <w:rPr>
          <w:lang w:eastAsia="en-AU"/>
        </w:rPr>
        <w:t>If the contractor proposes a substitution for materials specified in the contract documents, the architect should request approval from the owner for the substitution ... If a substitution is made, the procedures set out in the contract for a variation of the works should be followed.</w:t>
      </w:r>
    </w:p>
    <w:p w14:paraId="38680185" w14:textId="77777777" w:rsidR="001562AE" w:rsidRPr="00E4005D" w:rsidRDefault="0024003B">
      <w:pPr>
        <w:pStyle w:val="Instructions"/>
      </w:pPr>
      <w:r w:rsidRPr="00E4005D">
        <w:t xml:space="preserve">The </w:t>
      </w:r>
      <w:r w:rsidRPr="00E4005D">
        <w:rPr>
          <w:i/>
        </w:rPr>
        <w:t>0171 General requirements</w:t>
      </w:r>
      <w:r w:rsidRPr="00E4005D">
        <w:t xml:space="preserve"> clause sets out the submissions required if the contractor proposes alternative products. Refer also to NATSPEC TECHnote GEN 006 for more information on proprietary specification.</w:t>
      </w:r>
    </w:p>
    <w:p w14:paraId="090F1F9D" w14:textId="77777777" w:rsidR="001562AE" w:rsidRPr="00E4005D" w:rsidRDefault="0024003B">
      <w:pPr>
        <w:pStyle w:val="Heading4"/>
      </w:pPr>
      <w:bookmarkStart w:id="82" w:name="h-100631-1"/>
      <w:bookmarkStart w:id="83" w:name="f-100631-1"/>
      <w:bookmarkStart w:id="84" w:name="f-100631"/>
      <w:bookmarkEnd w:id="80"/>
      <w:bookmarkEnd w:id="81"/>
      <w:r w:rsidRPr="00E4005D">
        <w:t>Product identification</w:t>
      </w:r>
      <w:bookmarkEnd w:id="82"/>
    </w:p>
    <w:p w14:paraId="243C8AC6" w14:textId="77777777" w:rsidR="001562AE" w:rsidRPr="00E4005D" w:rsidRDefault="0024003B">
      <w:r w:rsidRPr="00E4005D">
        <w:t>General: Marked to show the following:</w:t>
      </w:r>
    </w:p>
    <w:p w14:paraId="41A4A55F" w14:textId="77777777" w:rsidR="001562AE" w:rsidRPr="00E4005D" w:rsidRDefault="0024003B">
      <w:pPr>
        <w:pStyle w:val="NormalIndent"/>
      </w:pPr>
      <w:r w:rsidRPr="00E4005D">
        <w:t>Manufacturer’s identification.</w:t>
      </w:r>
    </w:p>
    <w:p w14:paraId="64690660" w14:textId="77777777" w:rsidR="001562AE" w:rsidRPr="00E4005D" w:rsidRDefault="0024003B">
      <w:pPr>
        <w:pStyle w:val="NormalIndent"/>
      </w:pPr>
      <w:r w:rsidRPr="00E4005D">
        <w:t>Product brand name.</w:t>
      </w:r>
    </w:p>
    <w:p w14:paraId="2C267B0D" w14:textId="77777777" w:rsidR="001562AE" w:rsidRPr="00E4005D" w:rsidRDefault="0024003B">
      <w:pPr>
        <w:pStyle w:val="NormalIndent"/>
      </w:pPr>
      <w:r w:rsidRPr="00E4005D">
        <w:t>Product type.</w:t>
      </w:r>
    </w:p>
    <w:p w14:paraId="5B4B63F5" w14:textId="77777777" w:rsidR="001562AE" w:rsidRPr="00E4005D" w:rsidRDefault="0024003B">
      <w:pPr>
        <w:pStyle w:val="NormalIndent"/>
      </w:pPr>
      <w:r w:rsidRPr="00E4005D">
        <w:t>Quantity.</w:t>
      </w:r>
    </w:p>
    <w:p w14:paraId="76469DB8" w14:textId="77777777" w:rsidR="001562AE" w:rsidRPr="00E4005D" w:rsidRDefault="0024003B">
      <w:pPr>
        <w:pStyle w:val="NormalIndent"/>
      </w:pPr>
      <w:r w:rsidRPr="00E4005D">
        <w:lastRenderedPageBreak/>
        <w:t>Product reference code and batch number.</w:t>
      </w:r>
    </w:p>
    <w:p w14:paraId="0E1D9561" w14:textId="77777777" w:rsidR="001562AE" w:rsidRPr="00E4005D" w:rsidRDefault="0024003B">
      <w:pPr>
        <w:pStyle w:val="NormalIndent"/>
      </w:pPr>
      <w:r w:rsidRPr="00E4005D">
        <w:t>Date of manufacture.</w:t>
      </w:r>
    </w:p>
    <w:p w14:paraId="1FF875B1" w14:textId="77777777" w:rsidR="001562AE" w:rsidRPr="00E4005D" w:rsidRDefault="0024003B">
      <w:pPr>
        <w:pStyle w:val="Instructions"/>
      </w:pPr>
      <w:r w:rsidRPr="00E4005D">
        <w:t>Edit the list to suit the project or delete if not required.</w:t>
      </w:r>
    </w:p>
    <w:p w14:paraId="19C7DDC5" w14:textId="77777777" w:rsidR="001562AE" w:rsidRPr="00E4005D" w:rsidRDefault="0024003B">
      <w:pPr>
        <w:pStyle w:val="Heading3"/>
      </w:pPr>
      <w:bookmarkStart w:id="85" w:name="h-95722-content"/>
      <w:bookmarkStart w:id="86" w:name="f-95722-content"/>
      <w:bookmarkEnd w:id="83"/>
      <w:bookmarkEnd w:id="84"/>
      <w:r w:rsidRPr="00E4005D">
        <w:t>Materials</w:t>
      </w:r>
      <w:bookmarkEnd w:id="85"/>
    </w:p>
    <w:p w14:paraId="23939992" w14:textId="18EC9609" w:rsidR="001562AE" w:rsidRPr="00E4005D" w:rsidRDefault="0024003B">
      <w:pPr>
        <w:pStyle w:val="Heading4"/>
        <w:rPr>
          <w:strike/>
        </w:rPr>
      </w:pPr>
      <w:bookmarkStart w:id="87" w:name="h-118957-1"/>
      <w:bookmarkStart w:id="88" w:name="f-118957-1"/>
      <w:bookmarkStart w:id="89" w:name="f-118957"/>
      <w:bookmarkEnd w:id="86"/>
      <w:r w:rsidRPr="00E4005D">
        <w:t>Al</w:t>
      </w:r>
      <w:bookmarkEnd w:id="87"/>
      <w:r w:rsidR="006062AE" w:rsidRPr="00E4005D">
        <w:t xml:space="preserve"> </w:t>
      </w:r>
    </w:p>
    <w:p w14:paraId="7077490F" w14:textId="77777777" w:rsidR="001562AE" w:rsidRPr="00E4005D" w:rsidRDefault="0024003B">
      <w:r w:rsidRPr="00E4005D">
        <w:t>Material: Commercial grade alloy B6060 T5 or T6 hardness.</w:t>
      </w:r>
    </w:p>
    <w:p w14:paraId="2B3AA82E" w14:textId="77777777" w:rsidR="001562AE" w:rsidRPr="00E4005D" w:rsidRDefault="0024003B">
      <w:r w:rsidRPr="00E4005D">
        <w:t>Finish to visible extrusions:</w:t>
      </w:r>
    </w:p>
    <w:p w14:paraId="0452BD90" w14:textId="77777777" w:rsidR="001562AE" w:rsidRPr="00E4005D" w:rsidRDefault="0024003B">
      <w:pPr>
        <w:pStyle w:val="NormalIndent"/>
      </w:pPr>
      <w:r w:rsidRPr="00E4005D">
        <w:t>Satin clear or medium bronze anodised, or as documented.</w:t>
      </w:r>
    </w:p>
    <w:p w14:paraId="753EF069" w14:textId="77777777" w:rsidR="001562AE" w:rsidRPr="00E4005D" w:rsidRDefault="0024003B">
      <w:pPr>
        <w:pStyle w:val="NormalIndent"/>
      </w:pPr>
      <w:r w:rsidRPr="00E4005D">
        <w:t xml:space="preserve">Anodising thickness: </w:t>
      </w:r>
    </w:p>
    <w:p w14:paraId="0A99E7B4" w14:textId="77777777" w:rsidR="001562AE" w:rsidRPr="00E4005D" w:rsidRDefault="0024003B">
      <w:pPr>
        <w:pStyle w:val="NormalIndent2"/>
      </w:pPr>
      <w:r w:rsidRPr="00E4005D">
        <w:t>Perimeter seal extrusions: Minimum 15 µm.</w:t>
      </w:r>
    </w:p>
    <w:p w14:paraId="4D5AAC19" w14:textId="77777777" w:rsidR="001562AE" w:rsidRPr="00E4005D" w:rsidRDefault="0024003B">
      <w:pPr>
        <w:pStyle w:val="NormalIndent2"/>
      </w:pPr>
      <w:r w:rsidRPr="00E4005D">
        <w:t>Threshold plates and threshold plate seals: Minimum 25 µm.</w:t>
      </w:r>
    </w:p>
    <w:p w14:paraId="2A890E67" w14:textId="77777777" w:rsidR="001562AE" w:rsidRPr="00E4005D" w:rsidRDefault="0024003B">
      <w:pPr>
        <w:pStyle w:val="Instructions"/>
      </w:pPr>
      <w:r w:rsidRPr="00E4005D">
        <w:t>RAVEN polyester enamel (P.E. paint) colour matched finish options are available at an extra cost and an additional lead time.</w:t>
      </w:r>
    </w:p>
    <w:p w14:paraId="66FA5EA8" w14:textId="34B582D0" w:rsidR="001562AE" w:rsidRPr="00E4005D" w:rsidRDefault="0024003B">
      <w:pPr>
        <w:pStyle w:val="Heading4"/>
      </w:pPr>
      <w:bookmarkStart w:id="90" w:name="h-118949-1"/>
      <w:bookmarkStart w:id="91" w:name="f-118949-1"/>
      <w:bookmarkStart w:id="92" w:name="f-118949"/>
      <w:bookmarkEnd w:id="88"/>
      <w:bookmarkEnd w:id="89"/>
      <w:r w:rsidRPr="00E4005D">
        <w:t>PVC</w:t>
      </w:r>
      <w:bookmarkEnd w:id="90"/>
      <w:r w:rsidR="00BF6B33" w:rsidRPr="00E4005D">
        <w:t xml:space="preserve"> </w:t>
      </w:r>
    </w:p>
    <w:p w14:paraId="2E0E39AF" w14:textId="4AB1B9ED" w:rsidR="001562AE" w:rsidRPr="00E4005D" w:rsidRDefault="0024003B">
      <w:r w:rsidRPr="00E4005D">
        <w:t>RAVEN proprietary grade PVC</w:t>
      </w:r>
      <w:r w:rsidR="00BF6B33" w:rsidRPr="00E4005D">
        <w:t xml:space="preserve"> </w:t>
      </w:r>
      <w:r w:rsidRPr="00E4005D">
        <w:t>extrusions:</w:t>
      </w:r>
    </w:p>
    <w:p w14:paraId="72C7C291" w14:textId="77777777" w:rsidR="001562AE" w:rsidRPr="00E4005D" w:rsidRDefault="0024003B">
      <w:pPr>
        <w:pStyle w:val="NormalIndent"/>
      </w:pPr>
      <w:r w:rsidRPr="00E4005D">
        <w:t>Highest quality available.</w:t>
      </w:r>
    </w:p>
    <w:p w14:paraId="74802644" w14:textId="77777777" w:rsidR="001562AE" w:rsidRPr="00E4005D" w:rsidRDefault="0024003B">
      <w:pPr>
        <w:pStyle w:val="NormalIndent"/>
      </w:pPr>
      <w:r w:rsidRPr="00E4005D">
        <w:t>Added UV inhibitors where exposed to sunlight.</w:t>
      </w:r>
    </w:p>
    <w:p w14:paraId="7348E6A0" w14:textId="77777777" w:rsidR="001562AE" w:rsidRPr="00E4005D" w:rsidRDefault="0024003B">
      <w:pPr>
        <w:pStyle w:val="NormalIndent"/>
      </w:pPr>
      <w:r w:rsidRPr="00E4005D">
        <w:t>Self-extinguishing grade.</w:t>
      </w:r>
    </w:p>
    <w:p w14:paraId="4EC485EE" w14:textId="77777777" w:rsidR="001562AE" w:rsidRPr="00E4005D" w:rsidRDefault="0024003B">
      <w:pPr>
        <w:pStyle w:val="NormalIndent"/>
      </w:pPr>
      <w:r w:rsidRPr="00E4005D">
        <w:t>Service temperature - 5</w:t>
      </w:r>
      <w:r w:rsidRPr="00E4005D">
        <w:rPr>
          <w:vertAlign w:val="superscript"/>
        </w:rPr>
        <w:t>o</w:t>
      </w:r>
      <w:r w:rsidRPr="00E4005D">
        <w:t>C to + 70</w:t>
      </w:r>
      <w:r w:rsidRPr="00E4005D">
        <w:rPr>
          <w:vertAlign w:val="superscript"/>
        </w:rPr>
        <w:t>o</w:t>
      </w:r>
      <w:r w:rsidRPr="00E4005D">
        <w:t>C.</w:t>
      </w:r>
    </w:p>
    <w:p w14:paraId="6452D466" w14:textId="77777777" w:rsidR="001562AE" w:rsidRPr="00E4005D" w:rsidRDefault="0024003B">
      <w:pPr>
        <w:pStyle w:val="Instructions"/>
      </w:pPr>
      <w:r w:rsidRPr="00E4005D">
        <w:t>RAVEN polyester enamel (P.E. paint) colour matched finish options are available at an extra cost and an additional lead time.</w:t>
      </w:r>
    </w:p>
    <w:p w14:paraId="58AB3E32" w14:textId="5C3D628F" w:rsidR="001562AE" w:rsidRPr="00E4005D" w:rsidRDefault="0024003B">
      <w:pPr>
        <w:pStyle w:val="Heading4"/>
        <w:rPr>
          <w:strike/>
        </w:rPr>
      </w:pPr>
      <w:bookmarkStart w:id="93" w:name="h-118928-1"/>
      <w:bookmarkStart w:id="94" w:name="f-118928-1"/>
      <w:bookmarkStart w:id="95" w:name="f-118928"/>
      <w:bookmarkEnd w:id="91"/>
      <w:bookmarkEnd w:id="92"/>
      <w:r w:rsidRPr="00E4005D">
        <w:t>Si</w:t>
      </w:r>
      <w:bookmarkEnd w:id="93"/>
      <w:r w:rsidR="00366C3A" w:rsidRPr="00E4005D">
        <w:t xml:space="preserve"> </w:t>
      </w:r>
    </w:p>
    <w:p w14:paraId="3C7DE8A5" w14:textId="77777777" w:rsidR="001562AE" w:rsidRPr="00E4005D" w:rsidRDefault="0024003B">
      <w:r w:rsidRPr="00E4005D">
        <w:t>RAVEN proprietary grade silicon rubber extrusions:</w:t>
      </w:r>
    </w:p>
    <w:p w14:paraId="4552CBAC" w14:textId="77777777" w:rsidR="001562AE" w:rsidRPr="00E4005D" w:rsidRDefault="0024003B">
      <w:pPr>
        <w:pStyle w:val="NormalIndent"/>
      </w:pPr>
      <w:r w:rsidRPr="00E4005D">
        <w:t>Are unique and where designated (SE) are self-extinguishing.</w:t>
      </w:r>
    </w:p>
    <w:p w14:paraId="145C5523" w14:textId="77777777" w:rsidR="001562AE" w:rsidRPr="00E4005D" w:rsidRDefault="0024003B">
      <w:pPr>
        <w:pStyle w:val="NormalIndent"/>
      </w:pPr>
      <w:r w:rsidRPr="00E4005D">
        <w:t>Added UV inhibitors.</w:t>
      </w:r>
    </w:p>
    <w:p w14:paraId="353AD66A" w14:textId="77777777" w:rsidR="001562AE" w:rsidRPr="00E4005D" w:rsidRDefault="0024003B">
      <w:pPr>
        <w:pStyle w:val="NormalIndent"/>
      </w:pPr>
      <w:r w:rsidRPr="00E4005D">
        <w:t>Service temperature - 60</w:t>
      </w:r>
      <w:r w:rsidRPr="00E4005D">
        <w:rPr>
          <w:vertAlign w:val="superscript"/>
        </w:rPr>
        <w:t>o</w:t>
      </w:r>
      <w:r w:rsidRPr="00E4005D">
        <w:t>C to + 230</w:t>
      </w:r>
      <w:r w:rsidRPr="00E4005D">
        <w:rPr>
          <w:vertAlign w:val="superscript"/>
        </w:rPr>
        <w:t>o</w:t>
      </w:r>
      <w:r w:rsidRPr="00E4005D">
        <w:t>C.</w:t>
      </w:r>
    </w:p>
    <w:p w14:paraId="2D406AEA" w14:textId="77777777" w:rsidR="001562AE" w:rsidRPr="00E4005D" w:rsidRDefault="0024003B">
      <w:pPr>
        <w:pStyle w:val="Heading4"/>
      </w:pPr>
      <w:bookmarkStart w:id="96" w:name="h-118923-1"/>
      <w:bookmarkStart w:id="97" w:name="f-118923-1"/>
      <w:bookmarkStart w:id="98" w:name="f-118923"/>
      <w:bookmarkEnd w:id="94"/>
      <w:bookmarkEnd w:id="95"/>
      <w:r w:rsidRPr="00E4005D">
        <w:t>TPE</w:t>
      </w:r>
      <w:bookmarkEnd w:id="96"/>
    </w:p>
    <w:p w14:paraId="1B5254A6" w14:textId="77777777" w:rsidR="001562AE" w:rsidRPr="00E4005D" w:rsidRDefault="0024003B">
      <w:r w:rsidRPr="00E4005D">
        <w:t>RAVEN proprietary grade TPE extrusions:</w:t>
      </w:r>
    </w:p>
    <w:p w14:paraId="40861C47" w14:textId="77777777" w:rsidR="001562AE" w:rsidRPr="00E4005D" w:rsidRDefault="0024003B">
      <w:pPr>
        <w:pStyle w:val="NormalIndent"/>
      </w:pPr>
      <w:r w:rsidRPr="00E4005D">
        <w:t>Highest quality available.</w:t>
      </w:r>
    </w:p>
    <w:p w14:paraId="73F79D91" w14:textId="77777777" w:rsidR="001562AE" w:rsidRPr="00E4005D" w:rsidRDefault="0024003B">
      <w:pPr>
        <w:pStyle w:val="NormalIndent"/>
      </w:pPr>
      <w:r w:rsidRPr="00E4005D">
        <w:t>Added UV inhibitors.</w:t>
      </w:r>
    </w:p>
    <w:p w14:paraId="7D64B257" w14:textId="77777777" w:rsidR="001562AE" w:rsidRPr="00E4005D" w:rsidRDefault="0024003B">
      <w:pPr>
        <w:pStyle w:val="NormalIndent"/>
      </w:pPr>
      <w:r w:rsidRPr="00E4005D">
        <w:t>Flammability Index less than 5 to AS 1530.2 where indicated for Bushfire prone areas.</w:t>
      </w:r>
    </w:p>
    <w:p w14:paraId="1B1ABEC0" w14:textId="77777777" w:rsidR="001562AE" w:rsidRPr="00E4005D" w:rsidRDefault="0024003B">
      <w:proofErr w:type="gramStart"/>
      <w:r w:rsidRPr="00E4005D">
        <w:t>Service temperature - 40</w:t>
      </w:r>
      <w:r w:rsidRPr="00E4005D">
        <w:rPr>
          <w:vertAlign w:val="superscript"/>
        </w:rPr>
        <w:t>o</w:t>
      </w:r>
      <w:r w:rsidRPr="00E4005D">
        <w:t>C to + 100</w:t>
      </w:r>
      <w:r w:rsidRPr="00E4005D">
        <w:rPr>
          <w:vertAlign w:val="superscript"/>
        </w:rPr>
        <w:t>o</w:t>
      </w:r>
      <w:r w:rsidRPr="00E4005D">
        <w:t>C.</w:t>
      </w:r>
      <w:proofErr w:type="gramEnd"/>
    </w:p>
    <w:p w14:paraId="6C148B10" w14:textId="77777777" w:rsidR="001562AE" w:rsidRPr="00E4005D" w:rsidRDefault="0024003B">
      <w:pPr>
        <w:pStyle w:val="Heading4"/>
      </w:pPr>
      <w:bookmarkStart w:id="99" w:name="h-118939-1"/>
      <w:bookmarkStart w:id="100" w:name="f-118939-1"/>
      <w:bookmarkStart w:id="101" w:name="f-118939"/>
      <w:bookmarkEnd w:id="97"/>
      <w:bookmarkEnd w:id="98"/>
      <w:r w:rsidRPr="00E4005D">
        <w:t>EPDM</w:t>
      </w:r>
      <w:bookmarkEnd w:id="99"/>
    </w:p>
    <w:p w14:paraId="6B27D14E" w14:textId="77777777" w:rsidR="001562AE" w:rsidRPr="00E4005D" w:rsidRDefault="0024003B">
      <w:r w:rsidRPr="00E4005D">
        <w:t>RAVEN proprietary grade closed cell EPDM rubber extrusions:</w:t>
      </w:r>
    </w:p>
    <w:p w14:paraId="71959E23" w14:textId="77777777" w:rsidR="001562AE" w:rsidRPr="00E4005D" w:rsidRDefault="0024003B">
      <w:pPr>
        <w:pStyle w:val="NormalIndent"/>
      </w:pPr>
      <w:r w:rsidRPr="00E4005D">
        <w:t>Highest quality available as developed by the automotive industry.</w:t>
      </w:r>
    </w:p>
    <w:p w14:paraId="13E087D9" w14:textId="77777777" w:rsidR="001562AE" w:rsidRPr="00E4005D" w:rsidRDefault="0024003B">
      <w:pPr>
        <w:pStyle w:val="NormalIndent"/>
      </w:pPr>
      <w:r w:rsidRPr="00E4005D">
        <w:t>Added UV inhibitors.</w:t>
      </w:r>
    </w:p>
    <w:p w14:paraId="27C84F4C" w14:textId="77777777" w:rsidR="001562AE" w:rsidRPr="00E4005D" w:rsidRDefault="0024003B">
      <w:pPr>
        <w:pStyle w:val="NormalIndent"/>
      </w:pPr>
      <w:r w:rsidRPr="00E4005D">
        <w:t>Classified SE/B self-extinguishing burn rate to SAE J 369, and ISO 3795.</w:t>
      </w:r>
    </w:p>
    <w:p w14:paraId="4A96EAAE" w14:textId="77777777" w:rsidR="001562AE" w:rsidRPr="00E4005D" w:rsidRDefault="0024003B">
      <w:pPr>
        <w:pStyle w:val="NormalIndent"/>
      </w:pPr>
      <w:r w:rsidRPr="00E4005D">
        <w:t>Service temperature - 40</w:t>
      </w:r>
      <w:r w:rsidRPr="00E4005D">
        <w:rPr>
          <w:vertAlign w:val="superscript"/>
        </w:rPr>
        <w:t>o</w:t>
      </w:r>
      <w:r w:rsidRPr="00E4005D">
        <w:t>C to + 70</w:t>
      </w:r>
      <w:r w:rsidRPr="00E4005D">
        <w:rPr>
          <w:vertAlign w:val="superscript"/>
        </w:rPr>
        <w:t>o</w:t>
      </w:r>
      <w:r w:rsidRPr="00E4005D">
        <w:t>C.</w:t>
      </w:r>
    </w:p>
    <w:p w14:paraId="1AB5E769" w14:textId="77777777" w:rsidR="001562AE" w:rsidRPr="00E4005D" w:rsidRDefault="0024003B">
      <w:pPr>
        <w:pStyle w:val="Heading2"/>
      </w:pPr>
      <w:bookmarkStart w:id="102" w:name="h-92521-content"/>
      <w:bookmarkStart w:id="103" w:name="f-92521-content"/>
      <w:bookmarkEnd w:id="100"/>
      <w:bookmarkEnd w:id="101"/>
      <w:r w:rsidRPr="00E4005D">
        <w:t>Execution</w:t>
      </w:r>
      <w:bookmarkEnd w:id="102"/>
    </w:p>
    <w:p w14:paraId="4F7B6496" w14:textId="77777777" w:rsidR="001562AE" w:rsidRPr="00E4005D" w:rsidRDefault="0024003B">
      <w:pPr>
        <w:pStyle w:val="Heading3"/>
      </w:pPr>
      <w:bookmarkStart w:id="104" w:name="h-85895-content"/>
      <w:bookmarkStart w:id="105" w:name="f-85895-content"/>
      <w:bookmarkEnd w:id="103"/>
      <w:r w:rsidRPr="00E4005D">
        <w:t>Installation</w:t>
      </w:r>
      <w:bookmarkEnd w:id="104"/>
    </w:p>
    <w:p w14:paraId="4BCEA63C" w14:textId="77777777" w:rsidR="001562AE" w:rsidRPr="00E4005D" w:rsidRDefault="0024003B">
      <w:pPr>
        <w:pStyle w:val="Heading4"/>
      </w:pPr>
      <w:bookmarkStart w:id="106" w:name="h-118938-1"/>
      <w:bookmarkStart w:id="107" w:name="f-118938-1"/>
      <w:bookmarkStart w:id="108" w:name="f-118938"/>
      <w:bookmarkEnd w:id="105"/>
      <w:r w:rsidRPr="00E4005D">
        <w:t>Handing</w:t>
      </w:r>
      <w:bookmarkEnd w:id="106"/>
    </w:p>
    <w:p w14:paraId="51CC1A2C" w14:textId="77777777" w:rsidR="001562AE" w:rsidRPr="00E4005D" w:rsidRDefault="0024003B">
      <w:r w:rsidRPr="00E4005D">
        <w:t>Requirement: Match door seals to the handing of doors.</w:t>
      </w:r>
    </w:p>
    <w:p w14:paraId="1E14E3AD" w14:textId="77777777" w:rsidR="001562AE" w:rsidRPr="00E4005D" w:rsidRDefault="0024003B">
      <w:pPr>
        <w:pStyle w:val="Instructions"/>
      </w:pPr>
      <w:r w:rsidRPr="00E4005D">
        <w:t>RAVEN automatic style door bottom seals are supplied for all standard door openings and are designed to operate in both left and right handed door openings. Seals can be easily handed to the door by the installer in the factory or retrofit installations to the fitting instruction. Perimeter frame seals are supplied ex-stock in single door sets and double door sets to suit most openings Stock single lengths are also available for non-standard openings.</w:t>
      </w:r>
    </w:p>
    <w:p w14:paraId="226F2796" w14:textId="77777777" w:rsidR="001562AE" w:rsidRPr="00E4005D" w:rsidRDefault="0024003B">
      <w:pPr>
        <w:pStyle w:val="Heading4"/>
      </w:pPr>
      <w:bookmarkStart w:id="109" w:name="h-118958-1"/>
      <w:bookmarkStart w:id="110" w:name="f-118958-1"/>
      <w:bookmarkStart w:id="111" w:name="f-118958"/>
      <w:bookmarkEnd w:id="107"/>
      <w:bookmarkEnd w:id="108"/>
      <w:r w:rsidRPr="00E4005D">
        <w:t>Supply</w:t>
      </w:r>
      <w:bookmarkEnd w:id="109"/>
    </w:p>
    <w:p w14:paraId="1D4E60C3" w14:textId="77777777" w:rsidR="001562AE" w:rsidRPr="00E4005D" w:rsidRDefault="0024003B">
      <w:r w:rsidRPr="00E4005D">
        <w:t>Factory fit and retrofit: Deliver door seals for door perimeter seals and door bottom seals in complete sets for each door, ready for installation.</w:t>
      </w:r>
    </w:p>
    <w:p w14:paraId="62E2E650" w14:textId="77777777" w:rsidR="001562AE" w:rsidRPr="00E4005D" w:rsidRDefault="0024003B">
      <w:r w:rsidRPr="00E4005D">
        <w:t>Identification: Mark packaging with relevant floor level and door location number.</w:t>
      </w:r>
    </w:p>
    <w:p w14:paraId="35AA8439" w14:textId="77777777" w:rsidR="001562AE" w:rsidRPr="00E4005D" w:rsidRDefault="0024003B">
      <w:r w:rsidRPr="00E4005D">
        <w:t>Packaging: For rigid length seals, provide recyclable cartons and recyclable polythene with fixings and fitting instructions.</w:t>
      </w:r>
    </w:p>
    <w:p w14:paraId="699F4D88" w14:textId="77777777" w:rsidR="001562AE" w:rsidRPr="00E4005D" w:rsidRDefault="0024003B">
      <w:r w:rsidRPr="00E4005D">
        <w:t>Off-site installation to proprietary window and door assemblies: Supply RAVEN TPE and silicon rubber weather stripping on bulk reels.</w:t>
      </w:r>
    </w:p>
    <w:p w14:paraId="1F6E378B" w14:textId="77777777" w:rsidR="001562AE" w:rsidRPr="00E4005D" w:rsidRDefault="0024003B">
      <w:pPr>
        <w:pStyle w:val="Instructions"/>
      </w:pPr>
      <w:r w:rsidRPr="00E4005D">
        <w:t>RAVEN silicon rubber weather stripping can be removed before painting or easily wiped clean where over painting occurs.</w:t>
      </w:r>
    </w:p>
    <w:p w14:paraId="6255A0DE" w14:textId="77777777" w:rsidR="001562AE" w:rsidRPr="00E4005D" w:rsidRDefault="0024003B">
      <w:pPr>
        <w:pStyle w:val="Heading4"/>
      </w:pPr>
      <w:bookmarkStart w:id="112" w:name="h-118952-1"/>
      <w:bookmarkStart w:id="113" w:name="f-118952-1"/>
      <w:bookmarkStart w:id="114" w:name="f-118952"/>
      <w:bookmarkEnd w:id="110"/>
      <w:bookmarkEnd w:id="111"/>
      <w:r w:rsidRPr="00E4005D">
        <w:t>Door assemblies</w:t>
      </w:r>
      <w:bookmarkEnd w:id="112"/>
    </w:p>
    <w:p w14:paraId="0A094888" w14:textId="77777777" w:rsidR="001562AE" w:rsidRPr="00E4005D" w:rsidRDefault="0024003B">
      <w:r w:rsidRPr="00E4005D">
        <w:t>Modification: Rebate and groove door assemblies to suit the dimensions recommended by RAVEN.</w:t>
      </w:r>
    </w:p>
    <w:p w14:paraId="213041C1" w14:textId="77777777" w:rsidR="001562AE" w:rsidRPr="00E4005D" w:rsidRDefault="0024003B">
      <w:r w:rsidRPr="00E4005D">
        <w:t>Fitting instructions: Conform to RAVEN’s fitting instructions, supplied with each product.</w:t>
      </w:r>
    </w:p>
    <w:p w14:paraId="5357535E" w14:textId="77777777" w:rsidR="001562AE" w:rsidRPr="00E4005D" w:rsidRDefault="0024003B">
      <w:pPr>
        <w:pStyle w:val="Heading4"/>
      </w:pPr>
      <w:bookmarkStart w:id="115" w:name="h-118970-1"/>
      <w:bookmarkStart w:id="116" w:name="f-118970-1"/>
      <w:bookmarkStart w:id="117" w:name="f-118970"/>
      <w:bookmarkEnd w:id="113"/>
      <w:bookmarkEnd w:id="114"/>
      <w:r w:rsidRPr="00E4005D">
        <w:lastRenderedPageBreak/>
        <w:t>Fixing</w:t>
      </w:r>
      <w:bookmarkEnd w:id="115"/>
    </w:p>
    <w:p w14:paraId="58261736" w14:textId="77777777" w:rsidR="001562AE" w:rsidRPr="00E4005D" w:rsidRDefault="0024003B">
      <w:r w:rsidRPr="00E4005D">
        <w:t>Fasteners:</w:t>
      </w:r>
    </w:p>
    <w:p w14:paraId="48555932" w14:textId="77777777" w:rsidR="001562AE" w:rsidRPr="00E4005D" w:rsidRDefault="0024003B">
      <w:pPr>
        <w:pStyle w:val="NormalIndent"/>
      </w:pPr>
      <w:r w:rsidRPr="00E4005D">
        <w:t>Unexposed applications: Zinc-plated self-tapping fasteners supplied by RAVEN with each product.</w:t>
      </w:r>
    </w:p>
    <w:p w14:paraId="0D4BA032" w14:textId="77777777" w:rsidR="001562AE" w:rsidRPr="00E4005D" w:rsidRDefault="0024003B">
      <w:pPr>
        <w:pStyle w:val="NormalIndent"/>
      </w:pPr>
      <w:r w:rsidRPr="00E4005D">
        <w:t>External coastal exposure applications: Substitute the standard fasteners supplied with equivalent stainless steel fasteners.</w:t>
      </w:r>
    </w:p>
    <w:p w14:paraId="294D4727" w14:textId="77777777" w:rsidR="001562AE" w:rsidRPr="00E4005D" w:rsidRDefault="0024003B">
      <w:proofErr w:type="spellStart"/>
      <w:r w:rsidRPr="00E4005D">
        <w:t>Backset</w:t>
      </w:r>
      <w:proofErr w:type="spellEnd"/>
      <w:r w:rsidRPr="00E4005D">
        <w:t xml:space="preserve">: Allow </w:t>
      </w:r>
      <w:proofErr w:type="spellStart"/>
      <w:r w:rsidRPr="00E4005D">
        <w:t>backset</w:t>
      </w:r>
      <w:proofErr w:type="spellEnd"/>
      <w:r w:rsidRPr="00E4005D">
        <w:t xml:space="preserve"> clearances as required for hinging, latching and automatic closers.</w:t>
      </w:r>
    </w:p>
    <w:p w14:paraId="14AF645C" w14:textId="77777777" w:rsidR="001562AE" w:rsidRPr="00E4005D" w:rsidRDefault="0024003B">
      <w:r w:rsidRPr="00E4005D">
        <w:t>Proprietary aluminium door/window frames: Select the fixing options to suit the documented RAVEN perimeter/frame seals.</w:t>
      </w:r>
    </w:p>
    <w:p w14:paraId="27A9D1F3" w14:textId="77777777" w:rsidR="001562AE" w:rsidRPr="00E4005D" w:rsidRDefault="0024003B">
      <w:pPr>
        <w:pStyle w:val="Heading3"/>
      </w:pPr>
      <w:bookmarkStart w:id="118" w:name="h-96335-content"/>
      <w:bookmarkStart w:id="119" w:name="f-96335-content"/>
      <w:bookmarkEnd w:id="116"/>
      <w:bookmarkEnd w:id="117"/>
      <w:r w:rsidRPr="00E4005D">
        <w:t>Completion</w:t>
      </w:r>
      <w:bookmarkEnd w:id="118"/>
    </w:p>
    <w:p w14:paraId="38E8176B" w14:textId="77777777" w:rsidR="001562AE" w:rsidRPr="00E4005D" w:rsidRDefault="0024003B">
      <w:pPr>
        <w:pStyle w:val="Heading4"/>
      </w:pPr>
      <w:bookmarkStart w:id="120" w:name="h-118944-1"/>
      <w:bookmarkStart w:id="121" w:name="f-118944-1"/>
      <w:bookmarkStart w:id="122" w:name="f-118944"/>
      <w:bookmarkEnd w:id="119"/>
      <w:r w:rsidRPr="00E4005D">
        <w:t>Warranties</w:t>
      </w:r>
      <w:bookmarkEnd w:id="120"/>
    </w:p>
    <w:p w14:paraId="3AD729EE" w14:textId="77777777" w:rsidR="001562AE" w:rsidRPr="00E4005D" w:rsidRDefault="0024003B">
      <w:pPr>
        <w:pStyle w:val="Prompt"/>
      </w:pPr>
      <w:r w:rsidRPr="00E4005D">
        <w:t xml:space="preserve">Required: </w:t>
      </w:r>
      <w:r w:rsidRPr="00E4005D">
        <w:fldChar w:fldCharType="begin"/>
      </w:r>
      <w:r w:rsidRPr="00E4005D">
        <w:instrText xml:space="preserve"> MACROBUTTON  ac_OnHelp [complete/delete]</w:instrText>
      </w:r>
      <w:r w:rsidRPr="00E4005D">
        <w:fldChar w:fldCharType="separate"/>
      </w:r>
      <w:r w:rsidRPr="00E4005D">
        <w:t> </w:t>
      </w:r>
      <w:r w:rsidRPr="00E4005D">
        <w:fldChar w:fldCharType="end"/>
      </w:r>
    </w:p>
    <w:p w14:paraId="6B7062EE" w14:textId="77777777" w:rsidR="001562AE" w:rsidRPr="00E4005D" w:rsidRDefault="0024003B">
      <w:pPr>
        <w:pStyle w:val="Instructions"/>
      </w:pPr>
      <w:r w:rsidRPr="00E4005D">
        <w:t>RAVEN Seals are guaranteed for 2 years against defects in materials and workmanship, provided seals are fitted in conformance with manufacturer’s product specifications and fitting instructions.</w:t>
      </w:r>
      <w:r w:rsidR="007931C4" w:rsidRPr="00E4005D">
        <w:t xml:space="preserve"> Defective goods identified by RAVEN will be replaced. However, no claim for work done thereon or damage incurred will be allowed.</w:t>
      </w:r>
    </w:p>
    <w:p w14:paraId="51902BA3" w14:textId="77777777" w:rsidR="007931C4" w:rsidRPr="00E4005D" w:rsidRDefault="007931C4" w:rsidP="007931C4">
      <w:pPr>
        <w:pStyle w:val="Instructions"/>
      </w:pPr>
      <w:r w:rsidRPr="00E4005D">
        <w:t>Self-adhesive backed; closed cell and open cell foam tape seals are not guaranteed. Defective goods identified by RAVEN may be replaced. Experience has shown that even for one and the same objective, the exact requirements may vary due to site and environmental conditions that are outside RAVEN Products control; this includes the surfaces to which self-adhesive products are being installed.</w:t>
      </w:r>
    </w:p>
    <w:p w14:paraId="22E6EAB4" w14:textId="77777777" w:rsidR="007931C4" w:rsidRPr="00E4005D" w:rsidRDefault="007931C4" w:rsidP="007931C4">
      <w:pPr>
        <w:pStyle w:val="Instructions"/>
      </w:pPr>
      <w:r w:rsidRPr="00E4005D">
        <w:t>All technical data and recommendations, although based upon our research and believed to be reliable, is given in good faith but without warranty.</w:t>
      </w:r>
    </w:p>
    <w:p w14:paraId="0FC6B0BE" w14:textId="77777777" w:rsidR="006F3797" w:rsidRPr="00E4005D" w:rsidRDefault="006F3797" w:rsidP="006F3797">
      <w:pPr>
        <w:pStyle w:val="Instructions"/>
      </w:pPr>
      <w:r w:rsidRPr="00E4005D">
        <w:t>It is understood that users will independently determine the suitability of all products referenced herein for their purposes and as such RAVEN Products Pty. Ltd. accepts no liability.</w:t>
      </w:r>
    </w:p>
    <w:p w14:paraId="54772916" w14:textId="77777777" w:rsidR="001562AE" w:rsidRPr="00E4005D" w:rsidRDefault="0024003B">
      <w:pPr>
        <w:pStyle w:val="Heading2"/>
      </w:pPr>
      <w:bookmarkStart w:id="123" w:name="h-68073-content"/>
      <w:bookmarkStart w:id="124" w:name="f-68073-content"/>
      <w:bookmarkStart w:id="125" w:name="f-68073"/>
      <w:bookmarkEnd w:id="121"/>
      <w:bookmarkEnd w:id="122"/>
      <w:r w:rsidRPr="00E4005D">
        <w:t>Selections</w:t>
      </w:r>
      <w:bookmarkEnd w:id="123"/>
    </w:p>
    <w:p w14:paraId="7A701671" w14:textId="77777777" w:rsidR="001562AE" w:rsidRPr="00E4005D" w:rsidRDefault="0024003B">
      <w:pPr>
        <w:pStyle w:val="Instructions"/>
      </w:pPr>
      <w:bookmarkStart w:id="126" w:name="f-99936-2"/>
      <w:bookmarkStart w:id="127" w:name="f-99936"/>
      <w:bookmarkEnd w:id="124"/>
      <w:bookmarkEnd w:id="125"/>
      <w:r w:rsidRPr="00E4005D">
        <w:rPr>
          <w:b/>
        </w:rPr>
        <w:t>Schedules</w:t>
      </w:r>
      <w:r w:rsidRPr="00E4005D">
        <w:t xml:space="preserve"> are a way of documenting a selection of proprietary or generic products or systems by their properties. Indicate their locations here and/or on the drawings. Refer to NATSPEC TECHnote GEN 024 for guidance on using and editing schedules.</w:t>
      </w:r>
    </w:p>
    <w:p w14:paraId="3919EB02" w14:textId="77777777" w:rsidR="001562AE" w:rsidRPr="00E4005D" w:rsidRDefault="0024003B">
      <w:pPr>
        <w:pStyle w:val="Heading3"/>
      </w:pPr>
      <w:bookmarkStart w:id="128" w:name="h-118955-title"/>
      <w:bookmarkStart w:id="129" w:name="f-118955-title"/>
      <w:bookmarkStart w:id="130" w:name="f-118955"/>
      <w:bookmarkEnd w:id="126"/>
      <w:bookmarkEnd w:id="127"/>
      <w:r w:rsidRPr="00E4005D">
        <w:t>Noise – acoustic</w:t>
      </w:r>
      <w:bookmarkEnd w:id="128"/>
    </w:p>
    <w:p w14:paraId="32596C3E" w14:textId="77777777" w:rsidR="001562AE" w:rsidRPr="00E4005D" w:rsidRDefault="0024003B">
      <w:pPr>
        <w:pStyle w:val="Instructions"/>
      </w:pPr>
      <w:bookmarkStart w:id="131" w:name="f-118971-1"/>
      <w:bookmarkStart w:id="132" w:name="f-118971"/>
      <w:bookmarkEnd w:id="129"/>
      <w:bookmarkEnd w:id="130"/>
      <w:r w:rsidRPr="00E4005D">
        <w:t>Consult the Noise - Acoustic section of the RAVEN Catalogue # 115. Coordinate the door details with the Door Schedule to your office documentation policy.</w:t>
      </w:r>
      <w:r w:rsidR="00532E60" w:rsidRPr="00E4005D">
        <w:t xml:space="preserve"> </w:t>
      </w:r>
      <w:r w:rsidR="002359B9" w:rsidRPr="00E4005D">
        <w:t>Refer to the RAVEN website for updated systems.</w:t>
      </w:r>
    </w:p>
    <w:p w14:paraId="2B9A4910" w14:textId="2678A679" w:rsidR="00030675" w:rsidRPr="00E4005D" w:rsidRDefault="00030675" w:rsidP="00030675">
      <w:pPr>
        <w:pStyle w:val="Heading4"/>
      </w:pPr>
      <w:bookmarkStart w:id="133" w:name="f-118941-1"/>
      <w:bookmarkStart w:id="134" w:name="f-118941"/>
      <w:bookmarkEnd w:id="131"/>
      <w:bookmarkEnd w:id="132"/>
      <w:r w:rsidRPr="00E4005D">
        <w:t>R</w:t>
      </w:r>
      <w:r w:rsidRPr="00E4005D">
        <w:rPr>
          <w:vertAlign w:val="subscript"/>
        </w:rPr>
        <w:t>w</w:t>
      </w:r>
      <w:r w:rsidRPr="00E4005D">
        <w:t>30 to R</w:t>
      </w:r>
      <w:r w:rsidRPr="00E4005D">
        <w:rPr>
          <w:vertAlign w:val="subscript"/>
        </w:rPr>
        <w:t>w</w:t>
      </w:r>
      <w:r w:rsidRPr="00E4005D">
        <w:t>33 acoustic sealing system</w:t>
      </w:r>
      <w:r w:rsidR="005A6921" w:rsidRPr="00E4005D">
        <w:t xml:space="preserve"> schedule</w:t>
      </w:r>
    </w:p>
    <w:tbl>
      <w:tblPr>
        <w:tblStyle w:val="TableGrid"/>
        <w:tblW w:w="9165" w:type="dxa"/>
        <w:tblLayout w:type="fixed"/>
        <w:tblCellMar>
          <w:top w:w="28" w:type="dxa"/>
          <w:left w:w="28" w:type="dxa"/>
          <w:bottom w:w="28" w:type="dxa"/>
          <w:right w:w="28" w:type="dxa"/>
        </w:tblCellMar>
        <w:tblLook w:val="04A0" w:firstRow="1" w:lastRow="0" w:firstColumn="1" w:lastColumn="0" w:noHBand="0" w:noVBand="1"/>
      </w:tblPr>
      <w:tblGrid>
        <w:gridCol w:w="525"/>
        <w:gridCol w:w="3330"/>
        <w:gridCol w:w="810"/>
        <w:gridCol w:w="1530"/>
        <w:gridCol w:w="1260"/>
        <w:gridCol w:w="990"/>
        <w:gridCol w:w="720"/>
      </w:tblGrid>
      <w:tr w:rsidR="00DE3706" w:rsidRPr="00E4005D" w14:paraId="74CBB4F2" w14:textId="77777777" w:rsidTr="00DE3706">
        <w:trPr>
          <w:tblHeader/>
        </w:trPr>
        <w:tc>
          <w:tcPr>
            <w:tcW w:w="525" w:type="dxa"/>
            <w:vMerge w:val="restart"/>
          </w:tcPr>
          <w:p w14:paraId="58F1A9AD" w14:textId="77777777" w:rsidR="00DE3706" w:rsidRPr="00E4005D" w:rsidRDefault="00DE3706" w:rsidP="00DE3706">
            <w:pPr>
              <w:pStyle w:val="Tabletitle"/>
            </w:pPr>
            <w:proofErr w:type="spellStart"/>
            <w:r w:rsidRPr="00E4005D">
              <w:t>R</w:t>
            </w:r>
            <w:r w:rsidRPr="00E4005D">
              <w:rPr>
                <w:vertAlign w:val="subscript"/>
              </w:rPr>
              <w:t>w</w:t>
            </w:r>
            <w:proofErr w:type="spellEnd"/>
          </w:p>
        </w:tc>
        <w:tc>
          <w:tcPr>
            <w:tcW w:w="3330" w:type="dxa"/>
            <w:vMerge w:val="restart"/>
          </w:tcPr>
          <w:p w14:paraId="4A073AE6" w14:textId="77777777" w:rsidR="00DE3706" w:rsidRPr="00E4005D" w:rsidRDefault="00DE3706" w:rsidP="00DE3706">
            <w:pPr>
              <w:pStyle w:val="Tabletitle"/>
            </w:pPr>
            <w:r w:rsidRPr="00E4005D">
              <w:t>Raven acoustic sealing systems</w:t>
            </w:r>
          </w:p>
        </w:tc>
        <w:tc>
          <w:tcPr>
            <w:tcW w:w="3600" w:type="dxa"/>
            <w:gridSpan w:val="3"/>
          </w:tcPr>
          <w:p w14:paraId="126B565C" w14:textId="77777777" w:rsidR="00DE3706" w:rsidRPr="00E4005D" w:rsidRDefault="00DE3706" w:rsidP="00DE3706">
            <w:pPr>
              <w:pStyle w:val="Tabletitle"/>
            </w:pPr>
            <w:r w:rsidRPr="00E4005D">
              <w:t>Door</w:t>
            </w:r>
          </w:p>
        </w:tc>
        <w:tc>
          <w:tcPr>
            <w:tcW w:w="990" w:type="dxa"/>
            <w:vMerge w:val="restart"/>
          </w:tcPr>
          <w:p w14:paraId="42062F33" w14:textId="20247A6E" w:rsidR="00DE3706" w:rsidRPr="00E4005D" w:rsidRDefault="00DE3706" w:rsidP="00DE3706">
            <w:pPr>
              <w:pStyle w:val="Tabletitle"/>
            </w:pPr>
            <w:r w:rsidRPr="00E4005D">
              <w:t>Duty level</w:t>
            </w:r>
          </w:p>
        </w:tc>
        <w:tc>
          <w:tcPr>
            <w:tcW w:w="720" w:type="dxa"/>
            <w:vMerge w:val="restart"/>
          </w:tcPr>
          <w:p w14:paraId="024D914C" w14:textId="77777777" w:rsidR="00DE3706" w:rsidRPr="00E4005D" w:rsidRDefault="00DE3706" w:rsidP="00DE3706">
            <w:pPr>
              <w:pStyle w:val="Tabletitle"/>
            </w:pPr>
            <w:r w:rsidRPr="00E4005D">
              <w:t>Door No.</w:t>
            </w:r>
          </w:p>
        </w:tc>
      </w:tr>
      <w:tr w:rsidR="00DE3706" w:rsidRPr="00E4005D" w14:paraId="18E8D7B4" w14:textId="77777777" w:rsidTr="00DE3706">
        <w:trPr>
          <w:tblHeader/>
        </w:trPr>
        <w:tc>
          <w:tcPr>
            <w:tcW w:w="525" w:type="dxa"/>
            <w:vMerge/>
          </w:tcPr>
          <w:p w14:paraId="45E9ABCA" w14:textId="77777777" w:rsidR="00DE3706" w:rsidRPr="00E4005D" w:rsidRDefault="00DE3706" w:rsidP="00DE3706">
            <w:pPr>
              <w:pStyle w:val="Tabletitle"/>
            </w:pPr>
          </w:p>
        </w:tc>
        <w:tc>
          <w:tcPr>
            <w:tcW w:w="3330" w:type="dxa"/>
            <w:vMerge/>
          </w:tcPr>
          <w:p w14:paraId="30704950" w14:textId="77777777" w:rsidR="00DE3706" w:rsidRPr="00E4005D" w:rsidRDefault="00DE3706" w:rsidP="00DE3706">
            <w:pPr>
              <w:pStyle w:val="Tabletitle"/>
            </w:pPr>
          </w:p>
        </w:tc>
        <w:tc>
          <w:tcPr>
            <w:tcW w:w="810" w:type="dxa"/>
          </w:tcPr>
          <w:p w14:paraId="5EB94F3D" w14:textId="77777777" w:rsidR="00DE3706" w:rsidRPr="00E4005D" w:rsidRDefault="00DE3706" w:rsidP="00DE3706">
            <w:pPr>
              <w:pStyle w:val="Tabletitle"/>
            </w:pPr>
            <w:r w:rsidRPr="00E4005D">
              <w:t>Hinge</w:t>
            </w:r>
          </w:p>
        </w:tc>
        <w:tc>
          <w:tcPr>
            <w:tcW w:w="1530" w:type="dxa"/>
          </w:tcPr>
          <w:p w14:paraId="0621B473" w14:textId="77777777" w:rsidR="00DE3706" w:rsidRPr="00E4005D" w:rsidRDefault="00DE3706" w:rsidP="00DE3706">
            <w:pPr>
              <w:pStyle w:val="Tabletitle"/>
            </w:pPr>
            <w:r w:rsidRPr="00E4005D">
              <w:t>Configuration</w:t>
            </w:r>
          </w:p>
        </w:tc>
        <w:tc>
          <w:tcPr>
            <w:tcW w:w="1260" w:type="dxa"/>
          </w:tcPr>
          <w:p w14:paraId="561458B9" w14:textId="77777777" w:rsidR="00DE3706" w:rsidRPr="00E4005D" w:rsidRDefault="00DE3706" w:rsidP="00DE3706">
            <w:pPr>
              <w:pStyle w:val="Tabletitle"/>
            </w:pPr>
            <w:r w:rsidRPr="00E4005D">
              <w:t>Thickness</w:t>
            </w:r>
          </w:p>
          <w:p w14:paraId="659C8CD8" w14:textId="77777777" w:rsidR="00DE3706" w:rsidRPr="00E4005D" w:rsidRDefault="00DE3706" w:rsidP="00DE3706">
            <w:pPr>
              <w:pStyle w:val="Tabletitle"/>
            </w:pPr>
            <w:r w:rsidRPr="00E4005D">
              <w:t>(mm)</w:t>
            </w:r>
          </w:p>
        </w:tc>
        <w:tc>
          <w:tcPr>
            <w:tcW w:w="990" w:type="dxa"/>
            <w:vMerge/>
          </w:tcPr>
          <w:p w14:paraId="41D419ED" w14:textId="77777777" w:rsidR="00DE3706" w:rsidRPr="00E4005D" w:rsidRDefault="00DE3706" w:rsidP="00DE3706">
            <w:pPr>
              <w:pStyle w:val="Tabletitle"/>
            </w:pPr>
          </w:p>
        </w:tc>
        <w:tc>
          <w:tcPr>
            <w:tcW w:w="720" w:type="dxa"/>
            <w:vMerge/>
          </w:tcPr>
          <w:p w14:paraId="00F382AD" w14:textId="77777777" w:rsidR="00DE3706" w:rsidRPr="00E4005D" w:rsidRDefault="00DE3706" w:rsidP="00DE3706">
            <w:pPr>
              <w:pStyle w:val="Tabletitle"/>
            </w:pPr>
          </w:p>
        </w:tc>
      </w:tr>
      <w:tr w:rsidR="005A6921" w:rsidRPr="00E4005D" w14:paraId="5897DCF5" w14:textId="77777777" w:rsidTr="00DE3706">
        <w:tc>
          <w:tcPr>
            <w:tcW w:w="525" w:type="dxa"/>
            <w:vMerge w:val="restart"/>
          </w:tcPr>
          <w:p w14:paraId="37A7D85A" w14:textId="77777777" w:rsidR="005A6921" w:rsidRPr="00E4005D" w:rsidRDefault="005A6921" w:rsidP="00030675">
            <w:pPr>
              <w:pStyle w:val="Tabletext"/>
              <w:rPr>
                <w:lang w:val="en-GB"/>
              </w:rPr>
            </w:pPr>
            <w:r w:rsidRPr="00E4005D">
              <w:rPr>
                <w:bCs/>
                <w:lang w:val="en-GB"/>
              </w:rPr>
              <w:t>30</w:t>
            </w:r>
          </w:p>
        </w:tc>
        <w:tc>
          <w:tcPr>
            <w:tcW w:w="3330" w:type="dxa"/>
          </w:tcPr>
          <w:p w14:paraId="3D23D05F" w14:textId="77777777" w:rsidR="005A6921" w:rsidRPr="00E4005D" w:rsidRDefault="005A6921" w:rsidP="00030675">
            <w:pPr>
              <w:pStyle w:val="Tabletext"/>
              <w:rPr>
                <w:lang w:val="en-GB"/>
              </w:rPr>
            </w:pPr>
            <w:r w:rsidRPr="00E4005D">
              <w:rPr>
                <w:lang w:val="en-GB"/>
              </w:rPr>
              <w:t>RP78Si + RP8Si</w:t>
            </w:r>
            <w:r w:rsidRPr="00E4005D">
              <w:rPr>
                <w:lang w:val="en-GB"/>
              </w:rPr>
              <w:t> </w:t>
            </w:r>
          </w:p>
        </w:tc>
        <w:tc>
          <w:tcPr>
            <w:tcW w:w="810" w:type="dxa"/>
          </w:tcPr>
          <w:p w14:paraId="21FD9C3D" w14:textId="77777777" w:rsidR="005A6921" w:rsidRPr="00E4005D" w:rsidRDefault="005A6921" w:rsidP="00030675">
            <w:pPr>
              <w:pStyle w:val="Tabletext"/>
              <w:rPr>
                <w:lang w:val="en-GB"/>
              </w:rPr>
            </w:pPr>
            <w:r w:rsidRPr="00E4005D">
              <w:rPr>
                <w:lang w:val="en-GB"/>
              </w:rPr>
              <w:t>Butt</w:t>
            </w:r>
          </w:p>
        </w:tc>
        <w:tc>
          <w:tcPr>
            <w:tcW w:w="1530" w:type="dxa"/>
          </w:tcPr>
          <w:p w14:paraId="195F8DD4" w14:textId="77777777" w:rsidR="005A6921" w:rsidRPr="00E4005D" w:rsidRDefault="005A6921" w:rsidP="00030675">
            <w:pPr>
              <w:pStyle w:val="Tabletext"/>
              <w:rPr>
                <w:lang w:val="en-GB"/>
              </w:rPr>
            </w:pPr>
            <w:r w:rsidRPr="00E4005D">
              <w:rPr>
                <w:lang w:val="en-GB"/>
              </w:rPr>
              <w:t>Single</w:t>
            </w:r>
          </w:p>
        </w:tc>
        <w:tc>
          <w:tcPr>
            <w:tcW w:w="1260" w:type="dxa"/>
          </w:tcPr>
          <w:p w14:paraId="01D0C44D" w14:textId="77777777" w:rsidR="005A6921" w:rsidRPr="00E4005D" w:rsidRDefault="005A6921" w:rsidP="00030675">
            <w:pPr>
              <w:pStyle w:val="Tabletext"/>
              <w:rPr>
                <w:lang w:val="en-GB"/>
              </w:rPr>
            </w:pPr>
            <w:r w:rsidRPr="00E4005D">
              <w:rPr>
                <w:lang w:val="en-GB"/>
              </w:rPr>
              <w:t>35</w:t>
            </w:r>
          </w:p>
        </w:tc>
        <w:tc>
          <w:tcPr>
            <w:tcW w:w="990" w:type="dxa"/>
          </w:tcPr>
          <w:p w14:paraId="41077FFC" w14:textId="77777777" w:rsidR="005A6921" w:rsidRPr="00E4005D" w:rsidRDefault="005A6921" w:rsidP="00030675">
            <w:pPr>
              <w:pStyle w:val="Tabletext"/>
              <w:rPr>
                <w:lang w:val="en-GB"/>
              </w:rPr>
            </w:pPr>
            <w:r w:rsidRPr="00E4005D">
              <w:rPr>
                <w:lang w:val="en-GB"/>
              </w:rPr>
              <w:t>Medium</w:t>
            </w:r>
          </w:p>
        </w:tc>
        <w:tc>
          <w:tcPr>
            <w:tcW w:w="720" w:type="dxa"/>
          </w:tcPr>
          <w:p w14:paraId="57C5C15C" w14:textId="77777777" w:rsidR="005A6921" w:rsidRPr="00E4005D" w:rsidRDefault="005A6921" w:rsidP="00030675">
            <w:pPr>
              <w:pStyle w:val="Tabletext"/>
              <w:rPr>
                <w:lang w:val="en-GB"/>
              </w:rPr>
            </w:pPr>
          </w:p>
        </w:tc>
      </w:tr>
      <w:tr w:rsidR="005A6921" w:rsidRPr="00E4005D" w14:paraId="16FA0322" w14:textId="77777777" w:rsidTr="00DE3706">
        <w:tc>
          <w:tcPr>
            <w:tcW w:w="525" w:type="dxa"/>
            <w:vMerge/>
          </w:tcPr>
          <w:p w14:paraId="55048A7B" w14:textId="77777777" w:rsidR="005A6921" w:rsidRPr="00E4005D" w:rsidRDefault="005A6921" w:rsidP="00030675">
            <w:pPr>
              <w:pStyle w:val="Tabletext"/>
            </w:pPr>
          </w:p>
        </w:tc>
        <w:tc>
          <w:tcPr>
            <w:tcW w:w="3330" w:type="dxa"/>
          </w:tcPr>
          <w:p w14:paraId="2A41649B" w14:textId="77777777" w:rsidR="005A6921" w:rsidRPr="00E4005D" w:rsidRDefault="005A6921" w:rsidP="00030675">
            <w:pPr>
              <w:pStyle w:val="Tabletext"/>
              <w:rPr>
                <w:lang w:val="en-GB"/>
              </w:rPr>
            </w:pPr>
            <w:r w:rsidRPr="00E4005D">
              <w:rPr>
                <w:lang w:val="en-GB"/>
              </w:rPr>
              <w:t>RP78Si + RP35Si</w:t>
            </w:r>
            <w:r w:rsidRPr="00E4005D">
              <w:rPr>
                <w:lang w:val="en-GB"/>
              </w:rPr>
              <w:t> </w:t>
            </w:r>
          </w:p>
        </w:tc>
        <w:tc>
          <w:tcPr>
            <w:tcW w:w="810" w:type="dxa"/>
          </w:tcPr>
          <w:p w14:paraId="29BD5292" w14:textId="77777777" w:rsidR="005A6921" w:rsidRPr="00E4005D" w:rsidRDefault="005A6921" w:rsidP="00030675">
            <w:pPr>
              <w:pStyle w:val="Tabletext"/>
              <w:rPr>
                <w:lang w:val="en-GB"/>
              </w:rPr>
            </w:pPr>
            <w:r w:rsidRPr="00E4005D">
              <w:rPr>
                <w:lang w:val="en-GB"/>
              </w:rPr>
              <w:t>Butt</w:t>
            </w:r>
          </w:p>
        </w:tc>
        <w:tc>
          <w:tcPr>
            <w:tcW w:w="1530" w:type="dxa"/>
          </w:tcPr>
          <w:p w14:paraId="5F1570B9" w14:textId="77777777" w:rsidR="005A6921" w:rsidRPr="00E4005D" w:rsidRDefault="005A6921" w:rsidP="00030675">
            <w:pPr>
              <w:pStyle w:val="Tabletext"/>
              <w:rPr>
                <w:lang w:val="en-GB"/>
              </w:rPr>
            </w:pPr>
            <w:r w:rsidRPr="00E4005D">
              <w:rPr>
                <w:lang w:val="en-GB"/>
              </w:rPr>
              <w:t>Single</w:t>
            </w:r>
          </w:p>
        </w:tc>
        <w:tc>
          <w:tcPr>
            <w:tcW w:w="1260" w:type="dxa"/>
          </w:tcPr>
          <w:p w14:paraId="54924033" w14:textId="77777777" w:rsidR="005A6921" w:rsidRPr="00E4005D" w:rsidRDefault="005A6921" w:rsidP="00030675">
            <w:pPr>
              <w:pStyle w:val="Tabletext"/>
              <w:rPr>
                <w:lang w:val="en-GB"/>
              </w:rPr>
            </w:pPr>
            <w:r w:rsidRPr="00E4005D">
              <w:rPr>
                <w:lang w:val="en-GB"/>
              </w:rPr>
              <w:t>35</w:t>
            </w:r>
          </w:p>
        </w:tc>
        <w:tc>
          <w:tcPr>
            <w:tcW w:w="990" w:type="dxa"/>
          </w:tcPr>
          <w:p w14:paraId="09B5B9F3" w14:textId="77777777" w:rsidR="005A6921" w:rsidRPr="00E4005D" w:rsidRDefault="005A6921" w:rsidP="00030675">
            <w:pPr>
              <w:pStyle w:val="Tabletext"/>
              <w:rPr>
                <w:lang w:val="en-GB"/>
              </w:rPr>
            </w:pPr>
            <w:r w:rsidRPr="00E4005D">
              <w:rPr>
                <w:lang w:val="en-GB"/>
              </w:rPr>
              <w:t>Medium</w:t>
            </w:r>
          </w:p>
        </w:tc>
        <w:tc>
          <w:tcPr>
            <w:tcW w:w="720" w:type="dxa"/>
          </w:tcPr>
          <w:p w14:paraId="1BAB5574" w14:textId="77777777" w:rsidR="005A6921" w:rsidRPr="00E4005D" w:rsidRDefault="005A6921" w:rsidP="00030675">
            <w:pPr>
              <w:pStyle w:val="Tabletext"/>
              <w:rPr>
                <w:lang w:val="en-GB"/>
              </w:rPr>
            </w:pPr>
          </w:p>
        </w:tc>
      </w:tr>
      <w:tr w:rsidR="005A6921" w:rsidRPr="00E4005D" w14:paraId="137CED67" w14:textId="77777777" w:rsidTr="00DE3706">
        <w:tc>
          <w:tcPr>
            <w:tcW w:w="525" w:type="dxa"/>
            <w:vMerge/>
          </w:tcPr>
          <w:p w14:paraId="1056E77A" w14:textId="77777777" w:rsidR="005A6921" w:rsidRPr="00E4005D" w:rsidRDefault="005A6921" w:rsidP="00030675">
            <w:pPr>
              <w:pStyle w:val="Tabletext"/>
            </w:pPr>
          </w:p>
        </w:tc>
        <w:tc>
          <w:tcPr>
            <w:tcW w:w="3330" w:type="dxa"/>
          </w:tcPr>
          <w:p w14:paraId="70FAE8AB" w14:textId="77777777" w:rsidR="005A6921" w:rsidRPr="00E4005D" w:rsidRDefault="005A6921" w:rsidP="00030675">
            <w:pPr>
              <w:pStyle w:val="Tabletext"/>
              <w:rPr>
                <w:lang w:val="en-GB"/>
              </w:rPr>
            </w:pPr>
            <w:r w:rsidRPr="00E4005D">
              <w:rPr>
                <w:lang w:val="en-GB"/>
              </w:rPr>
              <w:t>RP10 / RP10Si</w:t>
            </w:r>
            <w:r w:rsidRPr="00E4005D">
              <w:rPr>
                <w:lang w:val="en-GB"/>
              </w:rPr>
              <w:t> </w:t>
            </w:r>
            <w:r w:rsidRPr="00E4005D">
              <w:rPr>
                <w:lang w:val="en-GB"/>
              </w:rPr>
              <w:t>+ RP99Si</w:t>
            </w:r>
            <w:r w:rsidRPr="00E4005D">
              <w:rPr>
                <w:lang w:val="en-GB"/>
              </w:rPr>
              <w:t> </w:t>
            </w:r>
          </w:p>
        </w:tc>
        <w:tc>
          <w:tcPr>
            <w:tcW w:w="810" w:type="dxa"/>
          </w:tcPr>
          <w:p w14:paraId="64BCCE8C" w14:textId="77777777" w:rsidR="005A6921" w:rsidRPr="00E4005D" w:rsidRDefault="005A6921" w:rsidP="00030675">
            <w:pPr>
              <w:pStyle w:val="Tabletext"/>
              <w:rPr>
                <w:lang w:val="en-GB"/>
              </w:rPr>
            </w:pPr>
            <w:r w:rsidRPr="00E4005D">
              <w:rPr>
                <w:lang w:val="en-GB"/>
              </w:rPr>
              <w:t>Butt</w:t>
            </w:r>
          </w:p>
        </w:tc>
        <w:tc>
          <w:tcPr>
            <w:tcW w:w="1530" w:type="dxa"/>
          </w:tcPr>
          <w:p w14:paraId="3A4CB663" w14:textId="77777777" w:rsidR="005A6921" w:rsidRPr="00E4005D" w:rsidRDefault="005A6921" w:rsidP="00030675">
            <w:pPr>
              <w:pStyle w:val="Tabletext"/>
              <w:rPr>
                <w:lang w:val="en-GB"/>
              </w:rPr>
            </w:pPr>
            <w:r w:rsidRPr="00E4005D">
              <w:rPr>
                <w:lang w:val="en-GB"/>
              </w:rPr>
              <w:t>Single</w:t>
            </w:r>
          </w:p>
        </w:tc>
        <w:tc>
          <w:tcPr>
            <w:tcW w:w="1260" w:type="dxa"/>
          </w:tcPr>
          <w:p w14:paraId="2BFDD287" w14:textId="77777777" w:rsidR="005A6921" w:rsidRPr="00E4005D" w:rsidRDefault="005A6921" w:rsidP="00030675">
            <w:pPr>
              <w:pStyle w:val="Tabletext"/>
              <w:rPr>
                <w:lang w:val="en-GB"/>
              </w:rPr>
            </w:pPr>
            <w:r w:rsidRPr="00E4005D">
              <w:rPr>
                <w:lang w:val="en-GB"/>
              </w:rPr>
              <w:t>35</w:t>
            </w:r>
          </w:p>
        </w:tc>
        <w:tc>
          <w:tcPr>
            <w:tcW w:w="990" w:type="dxa"/>
          </w:tcPr>
          <w:p w14:paraId="4382415C" w14:textId="77777777" w:rsidR="005A6921" w:rsidRPr="00E4005D" w:rsidRDefault="005A6921" w:rsidP="00030675">
            <w:pPr>
              <w:pStyle w:val="Tabletext"/>
              <w:rPr>
                <w:lang w:val="en-GB"/>
              </w:rPr>
            </w:pPr>
            <w:r w:rsidRPr="00E4005D">
              <w:rPr>
                <w:lang w:val="en-GB"/>
              </w:rPr>
              <w:t>Heavy</w:t>
            </w:r>
          </w:p>
        </w:tc>
        <w:tc>
          <w:tcPr>
            <w:tcW w:w="720" w:type="dxa"/>
          </w:tcPr>
          <w:p w14:paraId="771248BA" w14:textId="77777777" w:rsidR="005A6921" w:rsidRPr="00E4005D" w:rsidRDefault="005A6921" w:rsidP="00030675">
            <w:pPr>
              <w:pStyle w:val="Tabletext"/>
              <w:rPr>
                <w:lang w:val="en-GB"/>
              </w:rPr>
            </w:pPr>
          </w:p>
        </w:tc>
      </w:tr>
      <w:tr w:rsidR="005A6921" w:rsidRPr="00E4005D" w14:paraId="315293AF" w14:textId="77777777" w:rsidTr="00DE3706">
        <w:tc>
          <w:tcPr>
            <w:tcW w:w="525" w:type="dxa"/>
            <w:vMerge/>
          </w:tcPr>
          <w:p w14:paraId="3AAC3633" w14:textId="77777777" w:rsidR="005A6921" w:rsidRPr="00E4005D" w:rsidRDefault="005A6921" w:rsidP="00030675">
            <w:pPr>
              <w:pStyle w:val="Tabletext"/>
            </w:pPr>
          </w:p>
        </w:tc>
        <w:tc>
          <w:tcPr>
            <w:tcW w:w="3330" w:type="dxa"/>
          </w:tcPr>
          <w:p w14:paraId="7BA81BB0" w14:textId="77777777" w:rsidR="005A6921" w:rsidRPr="00E4005D" w:rsidRDefault="005A6921" w:rsidP="00030675">
            <w:pPr>
              <w:pStyle w:val="Tabletext"/>
              <w:rPr>
                <w:lang w:val="en-GB"/>
              </w:rPr>
            </w:pPr>
            <w:r w:rsidRPr="00E4005D">
              <w:rPr>
                <w:lang w:val="en-GB"/>
              </w:rPr>
              <w:t>RP10Si + RP8Si</w:t>
            </w:r>
            <w:r w:rsidRPr="00E4005D">
              <w:rPr>
                <w:lang w:val="en-GB"/>
              </w:rPr>
              <w:t> </w:t>
            </w:r>
          </w:p>
        </w:tc>
        <w:tc>
          <w:tcPr>
            <w:tcW w:w="810" w:type="dxa"/>
          </w:tcPr>
          <w:p w14:paraId="7B3B34FB" w14:textId="77777777" w:rsidR="005A6921" w:rsidRPr="00E4005D" w:rsidRDefault="005A6921" w:rsidP="00030675">
            <w:pPr>
              <w:pStyle w:val="Tabletext"/>
              <w:rPr>
                <w:lang w:val="en-GB"/>
              </w:rPr>
            </w:pPr>
            <w:r w:rsidRPr="00E4005D">
              <w:rPr>
                <w:lang w:val="en-GB"/>
              </w:rPr>
              <w:t>Butt</w:t>
            </w:r>
          </w:p>
        </w:tc>
        <w:tc>
          <w:tcPr>
            <w:tcW w:w="1530" w:type="dxa"/>
          </w:tcPr>
          <w:p w14:paraId="296C7FBD" w14:textId="77777777" w:rsidR="005A6921" w:rsidRPr="00E4005D" w:rsidRDefault="005A6921" w:rsidP="00030675">
            <w:pPr>
              <w:pStyle w:val="Tabletext"/>
              <w:rPr>
                <w:lang w:val="en-GB"/>
              </w:rPr>
            </w:pPr>
            <w:r w:rsidRPr="00E4005D">
              <w:rPr>
                <w:lang w:val="en-GB"/>
              </w:rPr>
              <w:t>Single</w:t>
            </w:r>
          </w:p>
        </w:tc>
        <w:tc>
          <w:tcPr>
            <w:tcW w:w="1260" w:type="dxa"/>
          </w:tcPr>
          <w:p w14:paraId="426D478F" w14:textId="77777777" w:rsidR="005A6921" w:rsidRPr="00E4005D" w:rsidRDefault="005A6921" w:rsidP="00030675">
            <w:pPr>
              <w:pStyle w:val="Tabletext"/>
              <w:rPr>
                <w:lang w:val="en-GB"/>
              </w:rPr>
            </w:pPr>
            <w:r w:rsidRPr="00E4005D">
              <w:rPr>
                <w:lang w:val="en-GB"/>
              </w:rPr>
              <w:t>40</w:t>
            </w:r>
          </w:p>
        </w:tc>
        <w:tc>
          <w:tcPr>
            <w:tcW w:w="990" w:type="dxa"/>
          </w:tcPr>
          <w:p w14:paraId="755F00E1" w14:textId="77777777" w:rsidR="005A6921" w:rsidRPr="00E4005D" w:rsidRDefault="005A6921" w:rsidP="00030675">
            <w:pPr>
              <w:pStyle w:val="Tabletext"/>
              <w:rPr>
                <w:lang w:val="en-GB"/>
              </w:rPr>
            </w:pPr>
            <w:r w:rsidRPr="00E4005D">
              <w:rPr>
                <w:lang w:val="en-GB"/>
              </w:rPr>
              <w:t>Heavy</w:t>
            </w:r>
          </w:p>
        </w:tc>
        <w:tc>
          <w:tcPr>
            <w:tcW w:w="720" w:type="dxa"/>
          </w:tcPr>
          <w:p w14:paraId="58B19FF6" w14:textId="77777777" w:rsidR="005A6921" w:rsidRPr="00E4005D" w:rsidRDefault="005A6921" w:rsidP="00030675">
            <w:pPr>
              <w:pStyle w:val="Tabletext"/>
              <w:rPr>
                <w:lang w:val="en-GB"/>
              </w:rPr>
            </w:pPr>
          </w:p>
        </w:tc>
      </w:tr>
      <w:tr w:rsidR="005A6921" w:rsidRPr="00E4005D" w14:paraId="4CD48B05" w14:textId="77777777" w:rsidTr="00DE3706">
        <w:tc>
          <w:tcPr>
            <w:tcW w:w="525" w:type="dxa"/>
            <w:vMerge/>
          </w:tcPr>
          <w:p w14:paraId="47F868F4" w14:textId="77777777" w:rsidR="005A6921" w:rsidRPr="00E4005D" w:rsidRDefault="005A6921" w:rsidP="00030675">
            <w:pPr>
              <w:pStyle w:val="Tabletext"/>
            </w:pPr>
          </w:p>
        </w:tc>
        <w:tc>
          <w:tcPr>
            <w:tcW w:w="3330" w:type="dxa"/>
          </w:tcPr>
          <w:p w14:paraId="1FDF4451" w14:textId="77777777" w:rsidR="005A6921" w:rsidRPr="00E4005D" w:rsidRDefault="005A6921" w:rsidP="00030675">
            <w:pPr>
              <w:pStyle w:val="Tabletext"/>
              <w:rPr>
                <w:lang w:val="en-GB"/>
              </w:rPr>
            </w:pPr>
            <w:r w:rsidRPr="00E4005D">
              <w:rPr>
                <w:lang w:val="en-GB"/>
              </w:rPr>
              <w:t>RP94Si + RP8Si</w:t>
            </w:r>
            <w:r w:rsidRPr="00E4005D">
              <w:rPr>
                <w:lang w:val="en-GB"/>
              </w:rPr>
              <w:t> </w:t>
            </w:r>
          </w:p>
        </w:tc>
        <w:tc>
          <w:tcPr>
            <w:tcW w:w="810" w:type="dxa"/>
          </w:tcPr>
          <w:p w14:paraId="534C8B93" w14:textId="77777777" w:rsidR="005A6921" w:rsidRPr="00E4005D" w:rsidRDefault="005A6921" w:rsidP="00030675">
            <w:pPr>
              <w:pStyle w:val="Tabletext"/>
              <w:rPr>
                <w:lang w:val="en-GB"/>
              </w:rPr>
            </w:pPr>
            <w:r w:rsidRPr="00E4005D">
              <w:rPr>
                <w:lang w:val="en-GB"/>
              </w:rPr>
              <w:t>Butt</w:t>
            </w:r>
          </w:p>
        </w:tc>
        <w:tc>
          <w:tcPr>
            <w:tcW w:w="1530" w:type="dxa"/>
          </w:tcPr>
          <w:p w14:paraId="3A93706D" w14:textId="77777777" w:rsidR="005A6921" w:rsidRPr="00E4005D" w:rsidRDefault="005A6921" w:rsidP="00030675">
            <w:pPr>
              <w:pStyle w:val="Tabletext"/>
              <w:rPr>
                <w:lang w:val="en-GB"/>
              </w:rPr>
            </w:pPr>
            <w:r w:rsidRPr="00E4005D">
              <w:rPr>
                <w:lang w:val="en-GB"/>
              </w:rPr>
              <w:t>Single</w:t>
            </w:r>
          </w:p>
        </w:tc>
        <w:tc>
          <w:tcPr>
            <w:tcW w:w="1260" w:type="dxa"/>
          </w:tcPr>
          <w:p w14:paraId="454CE043" w14:textId="77777777" w:rsidR="005A6921" w:rsidRPr="00E4005D" w:rsidRDefault="005A6921" w:rsidP="00030675">
            <w:pPr>
              <w:pStyle w:val="Tabletext"/>
              <w:rPr>
                <w:lang w:val="en-GB"/>
              </w:rPr>
            </w:pPr>
            <w:r w:rsidRPr="00E4005D">
              <w:rPr>
                <w:lang w:val="en-GB"/>
              </w:rPr>
              <w:t>44</w:t>
            </w:r>
          </w:p>
        </w:tc>
        <w:tc>
          <w:tcPr>
            <w:tcW w:w="990" w:type="dxa"/>
          </w:tcPr>
          <w:p w14:paraId="31443BF0" w14:textId="77777777" w:rsidR="005A6921" w:rsidRPr="00E4005D" w:rsidRDefault="005A6921" w:rsidP="00030675">
            <w:pPr>
              <w:pStyle w:val="Tabletext"/>
              <w:rPr>
                <w:lang w:val="en-GB"/>
              </w:rPr>
            </w:pPr>
            <w:r w:rsidRPr="00E4005D">
              <w:rPr>
                <w:lang w:val="en-GB"/>
              </w:rPr>
              <w:t>Medium</w:t>
            </w:r>
          </w:p>
        </w:tc>
        <w:tc>
          <w:tcPr>
            <w:tcW w:w="720" w:type="dxa"/>
          </w:tcPr>
          <w:p w14:paraId="21BC389C" w14:textId="77777777" w:rsidR="005A6921" w:rsidRPr="00E4005D" w:rsidRDefault="005A6921" w:rsidP="00030675">
            <w:pPr>
              <w:pStyle w:val="Tabletext"/>
              <w:rPr>
                <w:lang w:val="en-GB"/>
              </w:rPr>
            </w:pPr>
          </w:p>
        </w:tc>
      </w:tr>
      <w:tr w:rsidR="005A6921" w:rsidRPr="00E4005D" w14:paraId="639AAD07" w14:textId="77777777" w:rsidTr="00DE3706">
        <w:tc>
          <w:tcPr>
            <w:tcW w:w="525" w:type="dxa"/>
            <w:vMerge/>
          </w:tcPr>
          <w:p w14:paraId="10E60A33" w14:textId="77777777" w:rsidR="005A6921" w:rsidRPr="00E4005D" w:rsidRDefault="005A6921" w:rsidP="00030675">
            <w:pPr>
              <w:pStyle w:val="Tabletext"/>
            </w:pPr>
          </w:p>
        </w:tc>
        <w:tc>
          <w:tcPr>
            <w:tcW w:w="3330" w:type="dxa"/>
          </w:tcPr>
          <w:p w14:paraId="6421EFA9" w14:textId="77777777" w:rsidR="005A6921" w:rsidRPr="00E4005D" w:rsidRDefault="005A6921" w:rsidP="00030675">
            <w:pPr>
              <w:pStyle w:val="Tabletext"/>
              <w:rPr>
                <w:lang w:val="en-GB"/>
              </w:rPr>
            </w:pPr>
            <w:r w:rsidRPr="00E4005D">
              <w:rPr>
                <w:lang w:val="en-GB"/>
              </w:rPr>
              <w:t>RP94Si + RP99Si</w:t>
            </w:r>
            <w:r w:rsidRPr="00E4005D">
              <w:rPr>
                <w:lang w:val="en-GB"/>
              </w:rPr>
              <w:t> </w:t>
            </w:r>
          </w:p>
        </w:tc>
        <w:tc>
          <w:tcPr>
            <w:tcW w:w="810" w:type="dxa"/>
          </w:tcPr>
          <w:p w14:paraId="04F41BE3" w14:textId="77777777" w:rsidR="005A6921" w:rsidRPr="00E4005D" w:rsidRDefault="005A6921" w:rsidP="00030675">
            <w:pPr>
              <w:pStyle w:val="Tabletext"/>
              <w:rPr>
                <w:lang w:val="en-GB"/>
              </w:rPr>
            </w:pPr>
            <w:r w:rsidRPr="00E4005D">
              <w:rPr>
                <w:lang w:val="en-GB"/>
              </w:rPr>
              <w:t>Butt</w:t>
            </w:r>
          </w:p>
        </w:tc>
        <w:tc>
          <w:tcPr>
            <w:tcW w:w="1530" w:type="dxa"/>
          </w:tcPr>
          <w:p w14:paraId="23DE7FC0" w14:textId="77777777" w:rsidR="005A6921" w:rsidRPr="00E4005D" w:rsidRDefault="005A6921" w:rsidP="00030675">
            <w:pPr>
              <w:pStyle w:val="Tabletext"/>
              <w:rPr>
                <w:lang w:val="en-GB"/>
              </w:rPr>
            </w:pPr>
            <w:r w:rsidRPr="00E4005D">
              <w:rPr>
                <w:lang w:val="en-GB"/>
              </w:rPr>
              <w:t>Single</w:t>
            </w:r>
          </w:p>
        </w:tc>
        <w:tc>
          <w:tcPr>
            <w:tcW w:w="1260" w:type="dxa"/>
          </w:tcPr>
          <w:p w14:paraId="29D7A9A4" w14:textId="77777777" w:rsidR="005A6921" w:rsidRPr="00E4005D" w:rsidRDefault="005A6921" w:rsidP="00030675">
            <w:pPr>
              <w:pStyle w:val="Tabletext"/>
              <w:rPr>
                <w:lang w:val="en-GB"/>
              </w:rPr>
            </w:pPr>
            <w:r w:rsidRPr="00E4005D">
              <w:rPr>
                <w:lang w:val="en-GB"/>
              </w:rPr>
              <w:t>44</w:t>
            </w:r>
          </w:p>
        </w:tc>
        <w:tc>
          <w:tcPr>
            <w:tcW w:w="990" w:type="dxa"/>
          </w:tcPr>
          <w:p w14:paraId="5193B798" w14:textId="77777777" w:rsidR="005A6921" w:rsidRPr="00E4005D" w:rsidRDefault="005A6921" w:rsidP="00030675">
            <w:pPr>
              <w:pStyle w:val="Tabletext"/>
              <w:rPr>
                <w:lang w:val="en-GB"/>
              </w:rPr>
            </w:pPr>
            <w:r w:rsidRPr="00E4005D">
              <w:rPr>
                <w:lang w:val="en-GB"/>
              </w:rPr>
              <w:t>Medium</w:t>
            </w:r>
          </w:p>
        </w:tc>
        <w:tc>
          <w:tcPr>
            <w:tcW w:w="720" w:type="dxa"/>
          </w:tcPr>
          <w:p w14:paraId="2AF712D8" w14:textId="77777777" w:rsidR="005A6921" w:rsidRPr="00E4005D" w:rsidRDefault="005A6921" w:rsidP="00030675">
            <w:pPr>
              <w:pStyle w:val="Tabletext"/>
              <w:rPr>
                <w:lang w:val="en-GB"/>
              </w:rPr>
            </w:pPr>
          </w:p>
        </w:tc>
      </w:tr>
      <w:tr w:rsidR="005A6921" w:rsidRPr="00E4005D" w14:paraId="3DB9B186" w14:textId="77777777" w:rsidTr="00DE3706">
        <w:tc>
          <w:tcPr>
            <w:tcW w:w="525" w:type="dxa"/>
            <w:vMerge/>
          </w:tcPr>
          <w:p w14:paraId="3FECC71A" w14:textId="77777777" w:rsidR="005A6921" w:rsidRPr="00E4005D" w:rsidRDefault="005A6921" w:rsidP="00030675">
            <w:pPr>
              <w:pStyle w:val="Tabletext"/>
            </w:pPr>
          </w:p>
        </w:tc>
        <w:tc>
          <w:tcPr>
            <w:tcW w:w="3330" w:type="dxa"/>
          </w:tcPr>
          <w:p w14:paraId="799EF6F3" w14:textId="77777777" w:rsidR="005A6921" w:rsidRPr="00E4005D" w:rsidRDefault="005A6921" w:rsidP="00030675">
            <w:pPr>
              <w:pStyle w:val="Tabletext"/>
              <w:rPr>
                <w:lang w:val="en-GB"/>
              </w:rPr>
            </w:pPr>
            <w:r w:rsidRPr="00E4005D">
              <w:rPr>
                <w:lang w:val="en-GB"/>
              </w:rPr>
              <w:t>RP10Si + RP126Si</w:t>
            </w:r>
            <w:r w:rsidRPr="00E4005D">
              <w:rPr>
                <w:lang w:val="en-GB"/>
              </w:rPr>
              <w:t> </w:t>
            </w:r>
            <w:r w:rsidRPr="00E4005D">
              <w:rPr>
                <w:lang w:val="en-GB"/>
              </w:rPr>
              <w:t>+ RP16Si</w:t>
            </w:r>
          </w:p>
        </w:tc>
        <w:tc>
          <w:tcPr>
            <w:tcW w:w="810" w:type="dxa"/>
          </w:tcPr>
          <w:p w14:paraId="6274C58E" w14:textId="77777777" w:rsidR="005A6921" w:rsidRPr="00E4005D" w:rsidRDefault="005A6921" w:rsidP="00030675">
            <w:pPr>
              <w:pStyle w:val="Tabletext"/>
              <w:rPr>
                <w:lang w:val="en-GB"/>
              </w:rPr>
            </w:pPr>
            <w:r w:rsidRPr="00E4005D">
              <w:rPr>
                <w:lang w:val="en-GB"/>
              </w:rPr>
              <w:t>Butt</w:t>
            </w:r>
          </w:p>
        </w:tc>
        <w:tc>
          <w:tcPr>
            <w:tcW w:w="1530" w:type="dxa"/>
          </w:tcPr>
          <w:p w14:paraId="34CBCD66" w14:textId="77777777" w:rsidR="005A6921" w:rsidRPr="00E4005D" w:rsidRDefault="005A6921" w:rsidP="00030675">
            <w:pPr>
              <w:pStyle w:val="Tabletext"/>
              <w:rPr>
                <w:lang w:val="en-GB"/>
              </w:rPr>
            </w:pPr>
            <w:r w:rsidRPr="00E4005D">
              <w:rPr>
                <w:lang w:val="en-GB"/>
              </w:rPr>
              <w:t>Double</w:t>
            </w:r>
          </w:p>
        </w:tc>
        <w:tc>
          <w:tcPr>
            <w:tcW w:w="1260" w:type="dxa"/>
          </w:tcPr>
          <w:p w14:paraId="0993A2B7" w14:textId="77777777" w:rsidR="005A6921" w:rsidRPr="00E4005D" w:rsidRDefault="005A6921" w:rsidP="00030675">
            <w:pPr>
              <w:pStyle w:val="Tabletext"/>
              <w:rPr>
                <w:lang w:val="en-GB"/>
              </w:rPr>
            </w:pPr>
            <w:r w:rsidRPr="00E4005D">
              <w:rPr>
                <w:lang w:val="en-GB"/>
              </w:rPr>
              <w:t>45</w:t>
            </w:r>
          </w:p>
        </w:tc>
        <w:tc>
          <w:tcPr>
            <w:tcW w:w="990" w:type="dxa"/>
          </w:tcPr>
          <w:p w14:paraId="7FD60617" w14:textId="77777777" w:rsidR="005A6921" w:rsidRPr="00E4005D" w:rsidRDefault="005A6921" w:rsidP="00030675">
            <w:pPr>
              <w:pStyle w:val="Tabletext"/>
              <w:rPr>
                <w:lang w:val="en-GB"/>
              </w:rPr>
            </w:pPr>
            <w:r w:rsidRPr="00E4005D">
              <w:rPr>
                <w:lang w:val="en-GB"/>
              </w:rPr>
              <w:t>Heavy</w:t>
            </w:r>
          </w:p>
        </w:tc>
        <w:tc>
          <w:tcPr>
            <w:tcW w:w="720" w:type="dxa"/>
          </w:tcPr>
          <w:p w14:paraId="50B4A8B9" w14:textId="77777777" w:rsidR="005A6921" w:rsidRPr="00E4005D" w:rsidRDefault="005A6921" w:rsidP="00030675">
            <w:pPr>
              <w:pStyle w:val="Tabletext"/>
              <w:rPr>
                <w:lang w:val="en-GB"/>
              </w:rPr>
            </w:pPr>
          </w:p>
        </w:tc>
      </w:tr>
      <w:tr w:rsidR="005A6921" w:rsidRPr="00E4005D" w14:paraId="1F2D861A" w14:textId="77777777" w:rsidTr="00DE3706">
        <w:tc>
          <w:tcPr>
            <w:tcW w:w="525" w:type="dxa"/>
            <w:vMerge/>
          </w:tcPr>
          <w:p w14:paraId="17DC463C" w14:textId="77777777" w:rsidR="005A6921" w:rsidRPr="00E4005D" w:rsidRDefault="005A6921" w:rsidP="00030675">
            <w:pPr>
              <w:pStyle w:val="Tabletext"/>
            </w:pPr>
          </w:p>
        </w:tc>
        <w:tc>
          <w:tcPr>
            <w:tcW w:w="3330" w:type="dxa"/>
          </w:tcPr>
          <w:p w14:paraId="787F3C7E" w14:textId="77777777" w:rsidR="005A6921" w:rsidRPr="00E4005D" w:rsidRDefault="005A6921" w:rsidP="00030675">
            <w:pPr>
              <w:pStyle w:val="Tabletext"/>
              <w:rPr>
                <w:lang w:val="en-GB"/>
              </w:rPr>
            </w:pPr>
            <w:r w:rsidRPr="00E4005D">
              <w:rPr>
                <w:lang w:val="en-GB"/>
              </w:rPr>
              <w:t>RP10Si + RP128Si</w:t>
            </w:r>
            <w:r w:rsidRPr="00E4005D">
              <w:rPr>
                <w:lang w:val="en-GB"/>
              </w:rPr>
              <w:t> </w:t>
            </w:r>
            <w:r w:rsidRPr="00E4005D">
              <w:rPr>
                <w:lang w:val="en-GB"/>
              </w:rPr>
              <w:t>+ RP71Si</w:t>
            </w:r>
          </w:p>
        </w:tc>
        <w:tc>
          <w:tcPr>
            <w:tcW w:w="810" w:type="dxa"/>
          </w:tcPr>
          <w:p w14:paraId="44409FAA" w14:textId="77777777" w:rsidR="005A6921" w:rsidRPr="00E4005D" w:rsidRDefault="005A6921" w:rsidP="00030675">
            <w:pPr>
              <w:pStyle w:val="Tabletext"/>
              <w:rPr>
                <w:lang w:val="en-GB"/>
              </w:rPr>
            </w:pPr>
            <w:r w:rsidRPr="00E4005D">
              <w:rPr>
                <w:lang w:val="en-GB"/>
              </w:rPr>
              <w:t>Butt</w:t>
            </w:r>
          </w:p>
        </w:tc>
        <w:tc>
          <w:tcPr>
            <w:tcW w:w="1530" w:type="dxa"/>
          </w:tcPr>
          <w:p w14:paraId="7E3A1A31" w14:textId="77777777" w:rsidR="005A6921" w:rsidRPr="00E4005D" w:rsidRDefault="005A6921" w:rsidP="00030675">
            <w:pPr>
              <w:pStyle w:val="Tabletext"/>
              <w:rPr>
                <w:lang w:val="en-GB"/>
              </w:rPr>
            </w:pPr>
            <w:r w:rsidRPr="00E4005D">
              <w:rPr>
                <w:lang w:val="en-GB"/>
              </w:rPr>
              <w:t>Double</w:t>
            </w:r>
          </w:p>
        </w:tc>
        <w:tc>
          <w:tcPr>
            <w:tcW w:w="1260" w:type="dxa"/>
          </w:tcPr>
          <w:p w14:paraId="160BB70D" w14:textId="77777777" w:rsidR="005A6921" w:rsidRPr="00E4005D" w:rsidRDefault="005A6921" w:rsidP="00030675">
            <w:pPr>
              <w:pStyle w:val="Tabletext"/>
              <w:rPr>
                <w:lang w:val="en-GB"/>
              </w:rPr>
            </w:pPr>
            <w:r w:rsidRPr="00E4005D">
              <w:rPr>
                <w:lang w:val="en-GB"/>
              </w:rPr>
              <w:t>45</w:t>
            </w:r>
          </w:p>
        </w:tc>
        <w:tc>
          <w:tcPr>
            <w:tcW w:w="990" w:type="dxa"/>
          </w:tcPr>
          <w:p w14:paraId="5A7A1AE7" w14:textId="77777777" w:rsidR="005A6921" w:rsidRPr="00E4005D" w:rsidRDefault="005A6921" w:rsidP="00030675">
            <w:pPr>
              <w:pStyle w:val="Tabletext"/>
              <w:rPr>
                <w:lang w:val="en-GB"/>
              </w:rPr>
            </w:pPr>
            <w:r w:rsidRPr="00E4005D">
              <w:rPr>
                <w:lang w:val="en-GB"/>
              </w:rPr>
              <w:t>Heavy</w:t>
            </w:r>
          </w:p>
        </w:tc>
        <w:tc>
          <w:tcPr>
            <w:tcW w:w="720" w:type="dxa"/>
          </w:tcPr>
          <w:p w14:paraId="1966FE11" w14:textId="77777777" w:rsidR="005A6921" w:rsidRPr="00E4005D" w:rsidRDefault="005A6921" w:rsidP="00030675">
            <w:pPr>
              <w:pStyle w:val="Tabletext"/>
              <w:rPr>
                <w:lang w:val="en-GB"/>
              </w:rPr>
            </w:pPr>
          </w:p>
        </w:tc>
      </w:tr>
      <w:tr w:rsidR="005A6921" w:rsidRPr="00E4005D" w14:paraId="41EECBFA" w14:textId="77777777" w:rsidTr="00DE3706">
        <w:tc>
          <w:tcPr>
            <w:tcW w:w="525" w:type="dxa"/>
            <w:vMerge/>
          </w:tcPr>
          <w:p w14:paraId="307E6891" w14:textId="77777777" w:rsidR="005A6921" w:rsidRPr="00E4005D" w:rsidRDefault="005A6921" w:rsidP="00030675">
            <w:pPr>
              <w:pStyle w:val="Tabletext"/>
            </w:pPr>
          </w:p>
        </w:tc>
        <w:tc>
          <w:tcPr>
            <w:tcW w:w="3330" w:type="dxa"/>
          </w:tcPr>
          <w:p w14:paraId="7C7E4356" w14:textId="77777777" w:rsidR="005A6921" w:rsidRPr="00E4005D" w:rsidRDefault="005A6921" w:rsidP="00030675">
            <w:pPr>
              <w:pStyle w:val="Tabletext"/>
              <w:rPr>
                <w:lang w:val="en-GB"/>
              </w:rPr>
            </w:pPr>
            <w:r w:rsidRPr="00E4005D">
              <w:rPr>
                <w:lang w:val="en-GB"/>
              </w:rPr>
              <w:t>RP24 + RP38 + RP71</w:t>
            </w:r>
            <w:r w:rsidRPr="00E4005D">
              <w:rPr>
                <w:lang w:val="en-GB"/>
              </w:rPr>
              <w:t> </w:t>
            </w:r>
          </w:p>
        </w:tc>
        <w:tc>
          <w:tcPr>
            <w:tcW w:w="810" w:type="dxa"/>
          </w:tcPr>
          <w:p w14:paraId="12EA3115" w14:textId="77777777" w:rsidR="005A6921" w:rsidRPr="00E4005D" w:rsidRDefault="005A6921" w:rsidP="00030675">
            <w:pPr>
              <w:pStyle w:val="Tabletext"/>
              <w:rPr>
                <w:lang w:val="en-GB"/>
              </w:rPr>
            </w:pPr>
            <w:r w:rsidRPr="00E4005D">
              <w:rPr>
                <w:lang w:val="en-GB"/>
              </w:rPr>
              <w:t>Butt</w:t>
            </w:r>
          </w:p>
        </w:tc>
        <w:tc>
          <w:tcPr>
            <w:tcW w:w="1530" w:type="dxa"/>
          </w:tcPr>
          <w:p w14:paraId="3D69A967" w14:textId="77777777" w:rsidR="005A6921" w:rsidRPr="00E4005D" w:rsidRDefault="005A6921" w:rsidP="00030675">
            <w:pPr>
              <w:pStyle w:val="Tabletext"/>
              <w:rPr>
                <w:lang w:val="en-GB"/>
              </w:rPr>
            </w:pPr>
            <w:r w:rsidRPr="00E4005D">
              <w:rPr>
                <w:lang w:val="en-GB"/>
              </w:rPr>
              <w:t>Double</w:t>
            </w:r>
          </w:p>
        </w:tc>
        <w:tc>
          <w:tcPr>
            <w:tcW w:w="1260" w:type="dxa"/>
          </w:tcPr>
          <w:p w14:paraId="1994A5CB" w14:textId="77777777" w:rsidR="005A6921" w:rsidRPr="00E4005D" w:rsidRDefault="005A6921" w:rsidP="00030675">
            <w:pPr>
              <w:pStyle w:val="Tabletext"/>
              <w:rPr>
                <w:lang w:val="en-GB"/>
              </w:rPr>
            </w:pPr>
            <w:r w:rsidRPr="00E4005D">
              <w:rPr>
                <w:lang w:val="en-GB"/>
              </w:rPr>
              <w:t>45</w:t>
            </w:r>
          </w:p>
        </w:tc>
        <w:tc>
          <w:tcPr>
            <w:tcW w:w="990" w:type="dxa"/>
          </w:tcPr>
          <w:p w14:paraId="76A91A42" w14:textId="77777777" w:rsidR="005A6921" w:rsidRPr="00E4005D" w:rsidRDefault="005A6921" w:rsidP="00030675">
            <w:pPr>
              <w:pStyle w:val="Tabletext"/>
              <w:rPr>
                <w:lang w:val="en-GB"/>
              </w:rPr>
            </w:pPr>
            <w:r w:rsidRPr="00E4005D">
              <w:rPr>
                <w:lang w:val="en-GB"/>
              </w:rPr>
              <w:t>Heavy</w:t>
            </w:r>
          </w:p>
        </w:tc>
        <w:tc>
          <w:tcPr>
            <w:tcW w:w="720" w:type="dxa"/>
          </w:tcPr>
          <w:p w14:paraId="50615B0C" w14:textId="77777777" w:rsidR="005A6921" w:rsidRPr="00E4005D" w:rsidRDefault="005A6921" w:rsidP="00030675">
            <w:pPr>
              <w:pStyle w:val="Tabletext"/>
              <w:rPr>
                <w:lang w:val="en-GB"/>
              </w:rPr>
            </w:pPr>
          </w:p>
        </w:tc>
      </w:tr>
      <w:tr w:rsidR="005A6921" w:rsidRPr="00E4005D" w14:paraId="64DB32DD" w14:textId="77777777" w:rsidTr="00DE3706">
        <w:tc>
          <w:tcPr>
            <w:tcW w:w="525" w:type="dxa"/>
            <w:vMerge/>
          </w:tcPr>
          <w:p w14:paraId="01140FE3" w14:textId="77777777" w:rsidR="005A6921" w:rsidRPr="00E4005D" w:rsidRDefault="005A6921" w:rsidP="00030675">
            <w:pPr>
              <w:pStyle w:val="Tabletext"/>
            </w:pPr>
          </w:p>
        </w:tc>
        <w:tc>
          <w:tcPr>
            <w:tcW w:w="3330" w:type="dxa"/>
          </w:tcPr>
          <w:p w14:paraId="79B237AD" w14:textId="77777777" w:rsidR="005A6921" w:rsidRPr="00E4005D" w:rsidRDefault="005A6921" w:rsidP="00030675">
            <w:pPr>
              <w:pStyle w:val="Tabletext"/>
              <w:rPr>
                <w:lang w:val="en-GB"/>
              </w:rPr>
            </w:pPr>
            <w:r w:rsidRPr="00E4005D">
              <w:rPr>
                <w:lang w:val="en-GB"/>
              </w:rPr>
              <w:t>RP24Si + RP38Si + RP16Si</w:t>
            </w:r>
            <w:r w:rsidRPr="00E4005D">
              <w:rPr>
                <w:lang w:val="en-GB"/>
              </w:rPr>
              <w:t> </w:t>
            </w:r>
          </w:p>
        </w:tc>
        <w:tc>
          <w:tcPr>
            <w:tcW w:w="810" w:type="dxa"/>
          </w:tcPr>
          <w:p w14:paraId="450EDB3D" w14:textId="77777777" w:rsidR="005A6921" w:rsidRPr="00E4005D" w:rsidRDefault="005A6921" w:rsidP="00030675">
            <w:pPr>
              <w:pStyle w:val="Tabletext"/>
              <w:rPr>
                <w:lang w:val="en-GB"/>
              </w:rPr>
            </w:pPr>
            <w:r w:rsidRPr="00E4005D">
              <w:rPr>
                <w:lang w:val="en-GB"/>
              </w:rPr>
              <w:t>Butt</w:t>
            </w:r>
          </w:p>
        </w:tc>
        <w:tc>
          <w:tcPr>
            <w:tcW w:w="1530" w:type="dxa"/>
          </w:tcPr>
          <w:p w14:paraId="65FD8E0C" w14:textId="77777777" w:rsidR="005A6921" w:rsidRPr="00E4005D" w:rsidRDefault="005A6921" w:rsidP="00030675">
            <w:pPr>
              <w:pStyle w:val="Tabletext"/>
              <w:rPr>
                <w:lang w:val="en-GB"/>
              </w:rPr>
            </w:pPr>
            <w:r w:rsidRPr="00E4005D">
              <w:rPr>
                <w:lang w:val="en-GB"/>
              </w:rPr>
              <w:t>Double</w:t>
            </w:r>
          </w:p>
        </w:tc>
        <w:tc>
          <w:tcPr>
            <w:tcW w:w="1260" w:type="dxa"/>
          </w:tcPr>
          <w:p w14:paraId="4B3F48DC" w14:textId="77777777" w:rsidR="005A6921" w:rsidRPr="00E4005D" w:rsidRDefault="005A6921" w:rsidP="00030675">
            <w:pPr>
              <w:pStyle w:val="Tabletext"/>
              <w:rPr>
                <w:lang w:val="en-GB"/>
              </w:rPr>
            </w:pPr>
            <w:r w:rsidRPr="00E4005D">
              <w:rPr>
                <w:lang w:val="en-GB"/>
              </w:rPr>
              <w:t>45</w:t>
            </w:r>
          </w:p>
        </w:tc>
        <w:tc>
          <w:tcPr>
            <w:tcW w:w="990" w:type="dxa"/>
          </w:tcPr>
          <w:p w14:paraId="55DB0C58" w14:textId="77777777" w:rsidR="005A6921" w:rsidRPr="00E4005D" w:rsidRDefault="005A6921" w:rsidP="00030675">
            <w:pPr>
              <w:pStyle w:val="Tabletext"/>
              <w:rPr>
                <w:lang w:val="en-GB"/>
              </w:rPr>
            </w:pPr>
            <w:r w:rsidRPr="00E4005D">
              <w:rPr>
                <w:lang w:val="en-GB"/>
              </w:rPr>
              <w:t>Heavy</w:t>
            </w:r>
          </w:p>
        </w:tc>
        <w:tc>
          <w:tcPr>
            <w:tcW w:w="720" w:type="dxa"/>
          </w:tcPr>
          <w:p w14:paraId="4F755F70" w14:textId="77777777" w:rsidR="005A6921" w:rsidRPr="00E4005D" w:rsidRDefault="005A6921" w:rsidP="00030675">
            <w:pPr>
              <w:pStyle w:val="Tabletext"/>
              <w:rPr>
                <w:lang w:val="en-GB"/>
              </w:rPr>
            </w:pPr>
          </w:p>
        </w:tc>
      </w:tr>
      <w:tr w:rsidR="005A6921" w:rsidRPr="00E4005D" w14:paraId="190E0E58" w14:textId="77777777" w:rsidTr="00DE3706">
        <w:tc>
          <w:tcPr>
            <w:tcW w:w="525" w:type="dxa"/>
            <w:vMerge/>
          </w:tcPr>
          <w:p w14:paraId="483B26B2" w14:textId="77777777" w:rsidR="005A6921" w:rsidRPr="00E4005D" w:rsidRDefault="005A6921" w:rsidP="00030675">
            <w:pPr>
              <w:pStyle w:val="Tabletext"/>
            </w:pPr>
          </w:p>
        </w:tc>
        <w:tc>
          <w:tcPr>
            <w:tcW w:w="3330" w:type="dxa"/>
          </w:tcPr>
          <w:p w14:paraId="20484F69" w14:textId="77777777" w:rsidR="005A6921" w:rsidRPr="00E4005D" w:rsidRDefault="005A6921" w:rsidP="00030675">
            <w:pPr>
              <w:pStyle w:val="Tabletext"/>
              <w:rPr>
                <w:lang w:val="en-GB"/>
              </w:rPr>
            </w:pPr>
            <w:r w:rsidRPr="00E4005D">
              <w:rPr>
                <w:lang w:val="en-GB"/>
              </w:rPr>
              <w:t>RP44Si + RP127Si + RP71Si</w:t>
            </w:r>
            <w:r w:rsidRPr="00E4005D">
              <w:rPr>
                <w:lang w:val="en-GB"/>
              </w:rPr>
              <w:t> </w:t>
            </w:r>
          </w:p>
        </w:tc>
        <w:tc>
          <w:tcPr>
            <w:tcW w:w="810" w:type="dxa"/>
          </w:tcPr>
          <w:p w14:paraId="111B3355" w14:textId="77777777" w:rsidR="005A6921" w:rsidRPr="00E4005D" w:rsidRDefault="005A6921" w:rsidP="00030675">
            <w:pPr>
              <w:pStyle w:val="Tabletext"/>
              <w:rPr>
                <w:lang w:val="en-GB"/>
              </w:rPr>
            </w:pPr>
            <w:r w:rsidRPr="00E4005D">
              <w:rPr>
                <w:lang w:val="en-GB"/>
              </w:rPr>
              <w:t>Butt</w:t>
            </w:r>
          </w:p>
        </w:tc>
        <w:tc>
          <w:tcPr>
            <w:tcW w:w="1530" w:type="dxa"/>
          </w:tcPr>
          <w:p w14:paraId="5B8D0298" w14:textId="77777777" w:rsidR="005A6921" w:rsidRPr="00E4005D" w:rsidRDefault="005A6921" w:rsidP="00030675">
            <w:pPr>
              <w:pStyle w:val="Tabletext"/>
              <w:rPr>
                <w:lang w:val="en-GB"/>
              </w:rPr>
            </w:pPr>
            <w:r w:rsidRPr="00E4005D">
              <w:rPr>
                <w:lang w:val="en-GB"/>
              </w:rPr>
              <w:t>Double</w:t>
            </w:r>
          </w:p>
        </w:tc>
        <w:tc>
          <w:tcPr>
            <w:tcW w:w="1260" w:type="dxa"/>
          </w:tcPr>
          <w:p w14:paraId="4BA95C55" w14:textId="77777777" w:rsidR="005A6921" w:rsidRPr="00E4005D" w:rsidRDefault="005A6921" w:rsidP="00030675">
            <w:pPr>
              <w:pStyle w:val="Tabletext"/>
              <w:rPr>
                <w:lang w:val="en-GB"/>
              </w:rPr>
            </w:pPr>
            <w:r w:rsidRPr="00E4005D">
              <w:rPr>
                <w:lang w:val="en-GB"/>
              </w:rPr>
              <w:t>45</w:t>
            </w:r>
          </w:p>
        </w:tc>
        <w:tc>
          <w:tcPr>
            <w:tcW w:w="990" w:type="dxa"/>
          </w:tcPr>
          <w:p w14:paraId="3B47FDEC" w14:textId="77777777" w:rsidR="005A6921" w:rsidRPr="00E4005D" w:rsidRDefault="005A6921" w:rsidP="00030675">
            <w:pPr>
              <w:pStyle w:val="Tabletext"/>
              <w:rPr>
                <w:lang w:val="en-GB"/>
              </w:rPr>
            </w:pPr>
            <w:r w:rsidRPr="00E4005D">
              <w:rPr>
                <w:lang w:val="en-GB"/>
              </w:rPr>
              <w:t>Heavy</w:t>
            </w:r>
          </w:p>
        </w:tc>
        <w:tc>
          <w:tcPr>
            <w:tcW w:w="720" w:type="dxa"/>
          </w:tcPr>
          <w:p w14:paraId="53E526CB" w14:textId="77777777" w:rsidR="005A6921" w:rsidRPr="00E4005D" w:rsidRDefault="005A6921" w:rsidP="00030675">
            <w:pPr>
              <w:pStyle w:val="Tabletext"/>
              <w:rPr>
                <w:lang w:val="en-GB"/>
              </w:rPr>
            </w:pPr>
          </w:p>
        </w:tc>
      </w:tr>
      <w:tr w:rsidR="005A6921" w:rsidRPr="00E4005D" w14:paraId="602DAFC8" w14:textId="77777777" w:rsidTr="00DE3706">
        <w:tc>
          <w:tcPr>
            <w:tcW w:w="525" w:type="dxa"/>
            <w:vMerge/>
          </w:tcPr>
          <w:p w14:paraId="4B48FC37" w14:textId="77777777" w:rsidR="005A6921" w:rsidRPr="00E4005D" w:rsidRDefault="005A6921" w:rsidP="00030675">
            <w:pPr>
              <w:pStyle w:val="Tabletext"/>
            </w:pPr>
          </w:p>
        </w:tc>
        <w:tc>
          <w:tcPr>
            <w:tcW w:w="3330" w:type="dxa"/>
          </w:tcPr>
          <w:p w14:paraId="4A00B74D" w14:textId="77777777" w:rsidR="005A6921" w:rsidRPr="00E4005D" w:rsidRDefault="005A6921" w:rsidP="00030675">
            <w:pPr>
              <w:pStyle w:val="Tabletext"/>
              <w:rPr>
                <w:lang w:val="en-GB"/>
              </w:rPr>
            </w:pPr>
            <w:r w:rsidRPr="00E4005D">
              <w:rPr>
                <w:lang w:val="en-GB"/>
              </w:rPr>
              <w:t>RP84Si + RP126Si + RP16Si</w:t>
            </w:r>
            <w:r w:rsidRPr="00E4005D">
              <w:rPr>
                <w:lang w:val="en-GB"/>
              </w:rPr>
              <w:t> </w:t>
            </w:r>
          </w:p>
        </w:tc>
        <w:tc>
          <w:tcPr>
            <w:tcW w:w="810" w:type="dxa"/>
          </w:tcPr>
          <w:p w14:paraId="1884DF57" w14:textId="77777777" w:rsidR="005A6921" w:rsidRPr="00E4005D" w:rsidRDefault="005A6921" w:rsidP="00030675">
            <w:pPr>
              <w:pStyle w:val="Tabletext"/>
              <w:rPr>
                <w:lang w:val="en-GB"/>
              </w:rPr>
            </w:pPr>
            <w:r w:rsidRPr="00E4005D">
              <w:rPr>
                <w:lang w:val="en-GB"/>
              </w:rPr>
              <w:t>Butt</w:t>
            </w:r>
          </w:p>
        </w:tc>
        <w:tc>
          <w:tcPr>
            <w:tcW w:w="1530" w:type="dxa"/>
          </w:tcPr>
          <w:p w14:paraId="3C78C254" w14:textId="77777777" w:rsidR="005A6921" w:rsidRPr="00E4005D" w:rsidRDefault="005A6921" w:rsidP="00030675">
            <w:pPr>
              <w:pStyle w:val="Tabletext"/>
              <w:rPr>
                <w:lang w:val="en-GB"/>
              </w:rPr>
            </w:pPr>
            <w:r w:rsidRPr="00E4005D">
              <w:rPr>
                <w:lang w:val="en-GB"/>
              </w:rPr>
              <w:t>Double</w:t>
            </w:r>
          </w:p>
        </w:tc>
        <w:tc>
          <w:tcPr>
            <w:tcW w:w="1260" w:type="dxa"/>
          </w:tcPr>
          <w:p w14:paraId="7FC3F36B" w14:textId="77777777" w:rsidR="005A6921" w:rsidRPr="00E4005D" w:rsidRDefault="005A6921" w:rsidP="00030675">
            <w:pPr>
              <w:pStyle w:val="Tabletext"/>
              <w:rPr>
                <w:lang w:val="en-GB"/>
              </w:rPr>
            </w:pPr>
            <w:r w:rsidRPr="00E4005D">
              <w:rPr>
                <w:lang w:val="en-GB"/>
              </w:rPr>
              <w:t>45</w:t>
            </w:r>
          </w:p>
        </w:tc>
        <w:tc>
          <w:tcPr>
            <w:tcW w:w="990" w:type="dxa"/>
          </w:tcPr>
          <w:p w14:paraId="1B5E4716" w14:textId="77777777" w:rsidR="005A6921" w:rsidRPr="00E4005D" w:rsidRDefault="005A6921" w:rsidP="00030675">
            <w:pPr>
              <w:pStyle w:val="Tabletext"/>
              <w:rPr>
                <w:lang w:val="en-GB"/>
              </w:rPr>
            </w:pPr>
            <w:r w:rsidRPr="00E4005D">
              <w:rPr>
                <w:lang w:val="en-GB"/>
              </w:rPr>
              <w:t>Heavy</w:t>
            </w:r>
          </w:p>
        </w:tc>
        <w:tc>
          <w:tcPr>
            <w:tcW w:w="720" w:type="dxa"/>
          </w:tcPr>
          <w:p w14:paraId="0AD9CA2C" w14:textId="77777777" w:rsidR="005A6921" w:rsidRPr="00E4005D" w:rsidRDefault="005A6921" w:rsidP="00030675">
            <w:pPr>
              <w:pStyle w:val="Tabletext"/>
              <w:rPr>
                <w:lang w:val="en-GB"/>
              </w:rPr>
            </w:pPr>
          </w:p>
        </w:tc>
      </w:tr>
      <w:tr w:rsidR="005A6921" w:rsidRPr="00E4005D" w14:paraId="00663F5F" w14:textId="77777777" w:rsidTr="00DE3706">
        <w:tc>
          <w:tcPr>
            <w:tcW w:w="525" w:type="dxa"/>
            <w:vMerge/>
          </w:tcPr>
          <w:p w14:paraId="53BD7587" w14:textId="77777777" w:rsidR="005A6921" w:rsidRPr="00E4005D" w:rsidRDefault="005A6921" w:rsidP="00030675">
            <w:pPr>
              <w:pStyle w:val="Tabletext"/>
            </w:pPr>
          </w:p>
        </w:tc>
        <w:tc>
          <w:tcPr>
            <w:tcW w:w="3330" w:type="dxa"/>
          </w:tcPr>
          <w:p w14:paraId="2652AF22" w14:textId="77777777" w:rsidR="005A6921" w:rsidRPr="00E4005D" w:rsidRDefault="005A6921" w:rsidP="00030675">
            <w:pPr>
              <w:pStyle w:val="Tabletext"/>
              <w:rPr>
                <w:lang w:val="en-GB"/>
              </w:rPr>
            </w:pPr>
            <w:r w:rsidRPr="00E4005D">
              <w:rPr>
                <w:lang w:val="en-GB"/>
              </w:rPr>
              <w:t>RP84Si + RP128Si + RP71Si</w:t>
            </w:r>
            <w:r w:rsidRPr="00E4005D">
              <w:rPr>
                <w:lang w:val="en-GB"/>
              </w:rPr>
              <w:t> </w:t>
            </w:r>
          </w:p>
        </w:tc>
        <w:tc>
          <w:tcPr>
            <w:tcW w:w="810" w:type="dxa"/>
          </w:tcPr>
          <w:p w14:paraId="4D158531" w14:textId="77777777" w:rsidR="005A6921" w:rsidRPr="00E4005D" w:rsidRDefault="005A6921" w:rsidP="00030675">
            <w:pPr>
              <w:pStyle w:val="Tabletext"/>
              <w:rPr>
                <w:lang w:val="en-GB"/>
              </w:rPr>
            </w:pPr>
            <w:r w:rsidRPr="00E4005D">
              <w:rPr>
                <w:lang w:val="en-GB"/>
              </w:rPr>
              <w:t>Butt</w:t>
            </w:r>
          </w:p>
        </w:tc>
        <w:tc>
          <w:tcPr>
            <w:tcW w:w="1530" w:type="dxa"/>
          </w:tcPr>
          <w:p w14:paraId="4DA37A79" w14:textId="77777777" w:rsidR="005A6921" w:rsidRPr="00E4005D" w:rsidRDefault="005A6921" w:rsidP="00030675">
            <w:pPr>
              <w:pStyle w:val="Tabletext"/>
              <w:rPr>
                <w:lang w:val="en-GB"/>
              </w:rPr>
            </w:pPr>
            <w:r w:rsidRPr="00E4005D">
              <w:rPr>
                <w:lang w:val="en-GB"/>
              </w:rPr>
              <w:t>Double</w:t>
            </w:r>
          </w:p>
        </w:tc>
        <w:tc>
          <w:tcPr>
            <w:tcW w:w="1260" w:type="dxa"/>
          </w:tcPr>
          <w:p w14:paraId="139E4D59" w14:textId="77777777" w:rsidR="005A6921" w:rsidRPr="00E4005D" w:rsidRDefault="005A6921" w:rsidP="00030675">
            <w:pPr>
              <w:pStyle w:val="Tabletext"/>
              <w:rPr>
                <w:lang w:val="en-GB"/>
              </w:rPr>
            </w:pPr>
            <w:r w:rsidRPr="00E4005D">
              <w:rPr>
                <w:lang w:val="en-GB"/>
              </w:rPr>
              <w:t>45</w:t>
            </w:r>
          </w:p>
        </w:tc>
        <w:tc>
          <w:tcPr>
            <w:tcW w:w="990" w:type="dxa"/>
          </w:tcPr>
          <w:p w14:paraId="3B0A1D8F" w14:textId="77777777" w:rsidR="005A6921" w:rsidRPr="00E4005D" w:rsidRDefault="005A6921" w:rsidP="00030675">
            <w:pPr>
              <w:pStyle w:val="Tabletext"/>
              <w:rPr>
                <w:lang w:val="en-GB"/>
              </w:rPr>
            </w:pPr>
            <w:r w:rsidRPr="00E4005D">
              <w:rPr>
                <w:lang w:val="en-GB"/>
              </w:rPr>
              <w:t>Heavy</w:t>
            </w:r>
          </w:p>
        </w:tc>
        <w:tc>
          <w:tcPr>
            <w:tcW w:w="720" w:type="dxa"/>
          </w:tcPr>
          <w:p w14:paraId="0E1CC2B5" w14:textId="77777777" w:rsidR="005A6921" w:rsidRPr="00E4005D" w:rsidRDefault="005A6921" w:rsidP="00030675">
            <w:pPr>
              <w:pStyle w:val="Tabletext"/>
              <w:rPr>
                <w:lang w:val="en-GB"/>
              </w:rPr>
            </w:pPr>
          </w:p>
        </w:tc>
      </w:tr>
      <w:tr w:rsidR="005A6921" w:rsidRPr="00E4005D" w14:paraId="2F9E3C0B" w14:textId="77777777" w:rsidTr="00DE3706">
        <w:tc>
          <w:tcPr>
            <w:tcW w:w="525" w:type="dxa"/>
            <w:vMerge/>
          </w:tcPr>
          <w:p w14:paraId="6D99DA07" w14:textId="77777777" w:rsidR="005A6921" w:rsidRPr="00E4005D" w:rsidRDefault="005A6921" w:rsidP="00030675">
            <w:pPr>
              <w:pStyle w:val="Tabletext"/>
            </w:pPr>
          </w:p>
        </w:tc>
        <w:tc>
          <w:tcPr>
            <w:tcW w:w="3330" w:type="dxa"/>
          </w:tcPr>
          <w:p w14:paraId="424E396D" w14:textId="77777777" w:rsidR="005A6921" w:rsidRPr="00E4005D" w:rsidRDefault="005A6921" w:rsidP="00030675">
            <w:pPr>
              <w:pStyle w:val="Tabletext"/>
              <w:rPr>
                <w:lang w:val="en-GB"/>
              </w:rPr>
            </w:pPr>
            <w:r w:rsidRPr="00E4005D">
              <w:rPr>
                <w:lang w:val="en-GB"/>
              </w:rPr>
              <w:t>RP84Si + RP8Si + RP71</w:t>
            </w:r>
            <w:r w:rsidRPr="00E4005D">
              <w:rPr>
                <w:lang w:val="en-GB"/>
              </w:rPr>
              <w:t> </w:t>
            </w:r>
          </w:p>
        </w:tc>
        <w:tc>
          <w:tcPr>
            <w:tcW w:w="810" w:type="dxa"/>
          </w:tcPr>
          <w:p w14:paraId="4DFDEEA0" w14:textId="77777777" w:rsidR="005A6921" w:rsidRPr="00E4005D" w:rsidRDefault="005A6921" w:rsidP="00030675">
            <w:pPr>
              <w:pStyle w:val="Tabletext"/>
              <w:rPr>
                <w:lang w:val="en-GB"/>
              </w:rPr>
            </w:pPr>
            <w:r w:rsidRPr="00E4005D">
              <w:rPr>
                <w:lang w:val="en-GB"/>
              </w:rPr>
              <w:t>Butt</w:t>
            </w:r>
          </w:p>
        </w:tc>
        <w:tc>
          <w:tcPr>
            <w:tcW w:w="1530" w:type="dxa"/>
          </w:tcPr>
          <w:p w14:paraId="21B85CC6" w14:textId="77777777" w:rsidR="005A6921" w:rsidRPr="00E4005D" w:rsidRDefault="005A6921" w:rsidP="00030675">
            <w:pPr>
              <w:pStyle w:val="Tabletext"/>
              <w:rPr>
                <w:lang w:val="en-GB"/>
              </w:rPr>
            </w:pPr>
            <w:r w:rsidRPr="00E4005D">
              <w:rPr>
                <w:lang w:val="en-GB"/>
              </w:rPr>
              <w:t>Double</w:t>
            </w:r>
          </w:p>
        </w:tc>
        <w:tc>
          <w:tcPr>
            <w:tcW w:w="1260" w:type="dxa"/>
          </w:tcPr>
          <w:p w14:paraId="38CBD9F1" w14:textId="77777777" w:rsidR="005A6921" w:rsidRPr="00E4005D" w:rsidRDefault="005A6921" w:rsidP="00030675">
            <w:pPr>
              <w:pStyle w:val="Tabletext"/>
              <w:rPr>
                <w:lang w:val="en-GB"/>
              </w:rPr>
            </w:pPr>
            <w:r w:rsidRPr="00E4005D">
              <w:rPr>
                <w:lang w:val="en-GB"/>
              </w:rPr>
              <w:t>45</w:t>
            </w:r>
          </w:p>
        </w:tc>
        <w:tc>
          <w:tcPr>
            <w:tcW w:w="990" w:type="dxa"/>
          </w:tcPr>
          <w:p w14:paraId="7F74CD5C" w14:textId="77777777" w:rsidR="005A6921" w:rsidRPr="00E4005D" w:rsidRDefault="005A6921" w:rsidP="00030675">
            <w:pPr>
              <w:pStyle w:val="Tabletext"/>
              <w:rPr>
                <w:lang w:val="en-GB"/>
              </w:rPr>
            </w:pPr>
            <w:r w:rsidRPr="00E4005D">
              <w:rPr>
                <w:lang w:val="en-GB"/>
              </w:rPr>
              <w:t>Heavy</w:t>
            </w:r>
          </w:p>
        </w:tc>
        <w:tc>
          <w:tcPr>
            <w:tcW w:w="720" w:type="dxa"/>
          </w:tcPr>
          <w:p w14:paraId="3EF74852" w14:textId="77777777" w:rsidR="005A6921" w:rsidRPr="00E4005D" w:rsidRDefault="005A6921" w:rsidP="00030675">
            <w:pPr>
              <w:pStyle w:val="Tabletext"/>
              <w:rPr>
                <w:lang w:val="en-GB"/>
              </w:rPr>
            </w:pPr>
          </w:p>
        </w:tc>
      </w:tr>
      <w:tr w:rsidR="005A6921" w:rsidRPr="00E4005D" w14:paraId="6EE676BA" w14:textId="77777777" w:rsidTr="00DE3706">
        <w:tc>
          <w:tcPr>
            <w:tcW w:w="525" w:type="dxa"/>
            <w:vMerge/>
          </w:tcPr>
          <w:p w14:paraId="64724C0F" w14:textId="77777777" w:rsidR="005A6921" w:rsidRPr="00E4005D" w:rsidRDefault="005A6921" w:rsidP="00030675">
            <w:pPr>
              <w:pStyle w:val="Tabletext"/>
            </w:pPr>
          </w:p>
        </w:tc>
        <w:tc>
          <w:tcPr>
            <w:tcW w:w="3330" w:type="dxa"/>
          </w:tcPr>
          <w:p w14:paraId="0FDCC208" w14:textId="77777777" w:rsidR="005A6921" w:rsidRPr="00E4005D" w:rsidRDefault="005A6921" w:rsidP="00030675">
            <w:pPr>
              <w:pStyle w:val="Tabletext"/>
              <w:rPr>
                <w:lang w:val="en-GB"/>
              </w:rPr>
            </w:pPr>
            <w:r w:rsidRPr="00E4005D">
              <w:rPr>
                <w:lang w:val="en-GB"/>
              </w:rPr>
              <w:t>RP87HSi + RP126Si + RP16Si</w:t>
            </w:r>
            <w:r w:rsidRPr="00E4005D">
              <w:rPr>
                <w:lang w:val="en-GB"/>
              </w:rPr>
              <w:t> </w:t>
            </w:r>
          </w:p>
        </w:tc>
        <w:tc>
          <w:tcPr>
            <w:tcW w:w="810" w:type="dxa"/>
          </w:tcPr>
          <w:p w14:paraId="230C5392" w14:textId="77777777" w:rsidR="005A6921" w:rsidRPr="00E4005D" w:rsidRDefault="005A6921" w:rsidP="00030675">
            <w:pPr>
              <w:pStyle w:val="Tabletext"/>
              <w:rPr>
                <w:lang w:val="en-GB"/>
              </w:rPr>
            </w:pPr>
            <w:r w:rsidRPr="00E4005D">
              <w:rPr>
                <w:lang w:val="en-GB"/>
              </w:rPr>
              <w:t>Butt</w:t>
            </w:r>
          </w:p>
        </w:tc>
        <w:tc>
          <w:tcPr>
            <w:tcW w:w="1530" w:type="dxa"/>
          </w:tcPr>
          <w:p w14:paraId="2AEED764" w14:textId="77777777" w:rsidR="005A6921" w:rsidRPr="00E4005D" w:rsidRDefault="005A6921" w:rsidP="00030675">
            <w:pPr>
              <w:pStyle w:val="Tabletext"/>
              <w:rPr>
                <w:lang w:val="en-GB"/>
              </w:rPr>
            </w:pPr>
            <w:r w:rsidRPr="00E4005D">
              <w:rPr>
                <w:lang w:val="en-GB"/>
              </w:rPr>
              <w:t>Double</w:t>
            </w:r>
          </w:p>
        </w:tc>
        <w:tc>
          <w:tcPr>
            <w:tcW w:w="1260" w:type="dxa"/>
          </w:tcPr>
          <w:p w14:paraId="27C9D884" w14:textId="77777777" w:rsidR="005A6921" w:rsidRPr="00E4005D" w:rsidRDefault="005A6921" w:rsidP="00030675">
            <w:pPr>
              <w:pStyle w:val="Tabletext"/>
              <w:rPr>
                <w:lang w:val="en-GB"/>
              </w:rPr>
            </w:pPr>
            <w:r w:rsidRPr="00E4005D">
              <w:rPr>
                <w:lang w:val="en-GB"/>
              </w:rPr>
              <w:t>45</w:t>
            </w:r>
          </w:p>
        </w:tc>
        <w:tc>
          <w:tcPr>
            <w:tcW w:w="990" w:type="dxa"/>
          </w:tcPr>
          <w:p w14:paraId="05841AD8" w14:textId="77777777" w:rsidR="005A6921" w:rsidRPr="00E4005D" w:rsidRDefault="005A6921" w:rsidP="00030675">
            <w:pPr>
              <w:pStyle w:val="Tabletext"/>
              <w:rPr>
                <w:lang w:val="en-GB"/>
              </w:rPr>
            </w:pPr>
            <w:r w:rsidRPr="00E4005D">
              <w:rPr>
                <w:lang w:val="en-GB"/>
              </w:rPr>
              <w:t>Heavy</w:t>
            </w:r>
          </w:p>
        </w:tc>
        <w:tc>
          <w:tcPr>
            <w:tcW w:w="720" w:type="dxa"/>
          </w:tcPr>
          <w:p w14:paraId="3806909C" w14:textId="77777777" w:rsidR="005A6921" w:rsidRPr="00E4005D" w:rsidRDefault="005A6921" w:rsidP="00030675">
            <w:pPr>
              <w:pStyle w:val="Tabletext"/>
              <w:rPr>
                <w:lang w:val="en-GB"/>
              </w:rPr>
            </w:pPr>
          </w:p>
        </w:tc>
      </w:tr>
      <w:tr w:rsidR="005A6921" w:rsidRPr="00E4005D" w14:paraId="0CCDEE7F" w14:textId="77777777" w:rsidTr="00DE3706">
        <w:tc>
          <w:tcPr>
            <w:tcW w:w="525" w:type="dxa"/>
            <w:vMerge w:val="restart"/>
          </w:tcPr>
          <w:p w14:paraId="1A65B768" w14:textId="77777777" w:rsidR="005A6921" w:rsidRPr="00E4005D" w:rsidRDefault="005A6921" w:rsidP="00030675">
            <w:pPr>
              <w:pStyle w:val="Tabletext"/>
              <w:rPr>
                <w:lang w:val="en-GB"/>
              </w:rPr>
            </w:pPr>
            <w:r w:rsidRPr="00E4005D">
              <w:rPr>
                <w:bCs/>
                <w:lang w:val="en-GB"/>
              </w:rPr>
              <w:t>31</w:t>
            </w:r>
          </w:p>
        </w:tc>
        <w:tc>
          <w:tcPr>
            <w:tcW w:w="3330" w:type="dxa"/>
          </w:tcPr>
          <w:p w14:paraId="4B39D1BE" w14:textId="77777777" w:rsidR="005A6921" w:rsidRPr="00E4005D" w:rsidRDefault="005A6921" w:rsidP="00030675">
            <w:pPr>
              <w:pStyle w:val="Tabletext"/>
              <w:rPr>
                <w:lang w:val="en-GB"/>
              </w:rPr>
            </w:pPr>
            <w:r w:rsidRPr="00E4005D">
              <w:rPr>
                <w:lang w:val="en-GB"/>
              </w:rPr>
              <w:t>RP120 + RP8Si</w:t>
            </w:r>
            <w:r w:rsidRPr="00E4005D">
              <w:rPr>
                <w:lang w:val="en-GB"/>
              </w:rPr>
              <w:t> </w:t>
            </w:r>
          </w:p>
        </w:tc>
        <w:tc>
          <w:tcPr>
            <w:tcW w:w="810" w:type="dxa"/>
          </w:tcPr>
          <w:p w14:paraId="04305260" w14:textId="77777777" w:rsidR="005A6921" w:rsidRPr="00E4005D" w:rsidRDefault="005A6921" w:rsidP="00030675">
            <w:pPr>
              <w:pStyle w:val="Tabletext"/>
              <w:rPr>
                <w:lang w:val="en-GB"/>
              </w:rPr>
            </w:pPr>
            <w:r w:rsidRPr="00E4005D">
              <w:rPr>
                <w:lang w:val="en-GB"/>
              </w:rPr>
              <w:t>Butt</w:t>
            </w:r>
          </w:p>
        </w:tc>
        <w:tc>
          <w:tcPr>
            <w:tcW w:w="1530" w:type="dxa"/>
          </w:tcPr>
          <w:p w14:paraId="4CD4D303" w14:textId="77777777" w:rsidR="005A6921" w:rsidRPr="00E4005D" w:rsidRDefault="005A6921" w:rsidP="00030675">
            <w:pPr>
              <w:pStyle w:val="Tabletext"/>
              <w:rPr>
                <w:lang w:val="en-GB"/>
              </w:rPr>
            </w:pPr>
            <w:r w:rsidRPr="00E4005D">
              <w:rPr>
                <w:lang w:val="en-GB"/>
              </w:rPr>
              <w:t>Single</w:t>
            </w:r>
          </w:p>
        </w:tc>
        <w:tc>
          <w:tcPr>
            <w:tcW w:w="1260" w:type="dxa"/>
          </w:tcPr>
          <w:p w14:paraId="1BB00564" w14:textId="77777777" w:rsidR="005A6921" w:rsidRPr="00E4005D" w:rsidRDefault="005A6921" w:rsidP="00030675">
            <w:pPr>
              <w:pStyle w:val="Tabletext"/>
              <w:rPr>
                <w:lang w:val="en-GB"/>
              </w:rPr>
            </w:pPr>
            <w:r w:rsidRPr="00E4005D">
              <w:rPr>
                <w:lang w:val="en-GB"/>
              </w:rPr>
              <w:t>44</w:t>
            </w:r>
          </w:p>
        </w:tc>
        <w:tc>
          <w:tcPr>
            <w:tcW w:w="990" w:type="dxa"/>
          </w:tcPr>
          <w:p w14:paraId="4ACB8500" w14:textId="77777777" w:rsidR="005A6921" w:rsidRPr="00E4005D" w:rsidRDefault="005A6921" w:rsidP="00030675">
            <w:pPr>
              <w:pStyle w:val="Tabletext"/>
              <w:rPr>
                <w:lang w:val="en-GB"/>
              </w:rPr>
            </w:pPr>
            <w:r w:rsidRPr="00E4005D">
              <w:rPr>
                <w:lang w:val="en-GB"/>
              </w:rPr>
              <w:t>Medium</w:t>
            </w:r>
          </w:p>
        </w:tc>
        <w:tc>
          <w:tcPr>
            <w:tcW w:w="720" w:type="dxa"/>
          </w:tcPr>
          <w:p w14:paraId="7CBA2943" w14:textId="77777777" w:rsidR="005A6921" w:rsidRPr="00E4005D" w:rsidRDefault="005A6921" w:rsidP="00030675">
            <w:pPr>
              <w:pStyle w:val="Tabletext"/>
              <w:rPr>
                <w:lang w:val="en-GB"/>
              </w:rPr>
            </w:pPr>
          </w:p>
        </w:tc>
      </w:tr>
      <w:tr w:rsidR="005A6921" w:rsidRPr="00E4005D" w14:paraId="4FF9CE99" w14:textId="77777777" w:rsidTr="00DE3706">
        <w:tc>
          <w:tcPr>
            <w:tcW w:w="525" w:type="dxa"/>
            <w:vMerge/>
          </w:tcPr>
          <w:p w14:paraId="53433B0D" w14:textId="77777777" w:rsidR="005A6921" w:rsidRPr="00E4005D" w:rsidRDefault="005A6921" w:rsidP="00030675">
            <w:pPr>
              <w:pStyle w:val="Tabletext"/>
            </w:pPr>
          </w:p>
        </w:tc>
        <w:tc>
          <w:tcPr>
            <w:tcW w:w="3330" w:type="dxa"/>
          </w:tcPr>
          <w:p w14:paraId="553D5569" w14:textId="77777777" w:rsidR="005A6921" w:rsidRPr="00E4005D" w:rsidRDefault="005A6921" w:rsidP="00030675">
            <w:pPr>
              <w:pStyle w:val="Tabletext"/>
              <w:rPr>
                <w:lang w:val="en-GB"/>
              </w:rPr>
            </w:pPr>
            <w:r w:rsidRPr="00E4005D">
              <w:rPr>
                <w:lang w:val="en-GB"/>
              </w:rPr>
              <w:t>RP84Si + RP127Si + RP71Si</w:t>
            </w:r>
            <w:r w:rsidRPr="00E4005D">
              <w:rPr>
                <w:lang w:val="en-GB"/>
              </w:rPr>
              <w:t> </w:t>
            </w:r>
          </w:p>
        </w:tc>
        <w:tc>
          <w:tcPr>
            <w:tcW w:w="810" w:type="dxa"/>
          </w:tcPr>
          <w:p w14:paraId="2D02885E" w14:textId="77777777" w:rsidR="005A6921" w:rsidRPr="00E4005D" w:rsidRDefault="005A6921" w:rsidP="00030675">
            <w:pPr>
              <w:pStyle w:val="Tabletext"/>
              <w:rPr>
                <w:lang w:val="en-GB"/>
              </w:rPr>
            </w:pPr>
            <w:r w:rsidRPr="00E4005D">
              <w:rPr>
                <w:lang w:val="en-GB"/>
              </w:rPr>
              <w:t>Butt</w:t>
            </w:r>
          </w:p>
        </w:tc>
        <w:tc>
          <w:tcPr>
            <w:tcW w:w="1530" w:type="dxa"/>
          </w:tcPr>
          <w:p w14:paraId="55365537" w14:textId="77777777" w:rsidR="005A6921" w:rsidRPr="00E4005D" w:rsidRDefault="005A6921" w:rsidP="00030675">
            <w:pPr>
              <w:pStyle w:val="Tabletext"/>
              <w:rPr>
                <w:lang w:val="en-GB"/>
              </w:rPr>
            </w:pPr>
            <w:r w:rsidRPr="00E4005D">
              <w:rPr>
                <w:lang w:val="en-GB"/>
              </w:rPr>
              <w:t>Double</w:t>
            </w:r>
          </w:p>
        </w:tc>
        <w:tc>
          <w:tcPr>
            <w:tcW w:w="1260" w:type="dxa"/>
          </w:tcPr>
          <w:p w14:paraId="206FFB5F" w14:textId="77777777" w:rsidR="005A6921" w:rsidRPr="00E4005D" w:rsidRDefault="005A6921" w:rsidP="00030675">
            <w:pPr>
              <w:pStyle w:val="Tabletext"/>
              <w:rPr>
                <w:lang w:val="en-GB"/>
              </w:rPr>
            </w:pPr>
            <w:r w:rsidRPr="00E4005D">
              <w:rPr>
                <w:lang w:val="en-GB"/>
              </w:rPr>
              <w:t>45</w:t>
            </w:r>
          </w:p>
        </w:tc>
        <w:tc>
          <w:tcPr>
            <w:tcW w:w="990" w:type="dxa"/>
          </w:tcPr>
          <w:p w14:paraId="030B1D91" w14:textId="77777777" w:rsidR="005A6921" w:rsidRPr="00E4005D" w:rsidRDefault="005A6921" w:rsidP="00030675">
            <w:pPr>
              <w:pStyle w:val="Tabletext"/>
              <w:rPr>
                <w:lang w:val="en-GB"/>
              </w:rPr>
            </w:pPr>
            <w:r w:rsidRPr="00E4005D">
              <w:rPr>
                <w:lang w:val="en-GB"/>
              </w:rPr>
              <w:t>Heavy</w:t>
            </w:r>
          </w:p>
        </w:tc>
        <w:tc>
          <w:tcPr>
            <w:tcW w:w="720" w:type="dxa"/>
          </w:tcPr>
          <w:p w14:paraId="5C7A040A" w14:textId="77777777" w:rsidR="005A6921" w:rsidRPr="00E4005D" w:rsidRDefault="005A6921" w:rsidP="00030675">
            <w:pPr>
              <w:pStyle w:val="Tabletext"/>
              <w:rPr>
                <w:lang w:val="en-GB"/>
              </w:rPr>
            </w:pPr>
          </w:p>
        </w:tc>
      </w:tr>
      <w:tr w:rsidR="005A6921" w:rsidRPr="00E4005D" w14:paraId="06D4CBC2" w14:textId="77777777" w:rsidTr="00DE3706">
        <w:tc>
          <w:tcPr>
            <w:tcW w:w="525" w:type="dxa"/>
            <w:vMerge w:val="restart"/>
          </w:tcPr>
          <w:p w14:paraId="3D77A1B1" w14:textId="77777777" w:rsidR="005A6921" w:rsidRPr="00E4005D" w:rsidRDefault="005A6921" w:rsidP="00030675">
            <w:pPr>
              <w:pStyle w:val="Tabletext"/>
              <w:rPr>
                <w:lang w:val="en-GB"/>
              </w:rPr>
            </w:pPr>
            <w:r w:rsidRPr="00E4005D">
              <w:rPr>
                <w:bCs/>
                <w:lang w:val="en-GB"/>
              </w:rPr>
              <w:t>32</w:t>
            </w:r>
          </w:p>
        </w:tc>
        <w:tc>
          <w:tcPr>
            <w:tcW w:w="3330" w:type="dxa"/>
          </w:tcPr>
          <w:p w14:paraId="3182E289" w14:textId="77777777" w:rsidR="005A6921" w:rsidRPr="00E4005D" w:rsidRDefault="005A6921" w:rsidP="00030675">
            <w:pPr>
              <w:pStyle w:val="Tabletext"/>
              <w:rPr>
                <w:lang w:val="en-GB"/>
              </w:rPr>
            </w:pPr>
            <w:r w:rsidRPr="00E4005D">
              <w:rPr>
                <w:lang w:val="en-GB"/>
              </w:rPr>
              <w:t>RP10 / RP10Si + RP99Si</w:t>
            </w:r>
            <w:r w:rsidRPr="00E4005D">
              <w:rPr>
                <w:lang w:val="en-GB"/>
              </w:rPr>
              <w:t> </w:t>
            </w:r>
          </w:p>
        </w:tc>
        <w:tc>
          <w:tcPr>
            <w:tcW w:w="810" w:type="dxa"/>
          </w:tcPr>
          <w:p w14:paraId="05397671" w14:textId="77777777" w:rsidR="005A6921" w:rsidRPr="00E4005D" w:rsidRDefault="005A6921" w:rsidP="00030675">
            <w:pPr>
              <w:pStyle w:val="Tabletext"/>
              <w:rPr>
                <w:lang w:val="en-GB"/>
              </w:rPr>
            </w:pPr>
            <w:r w:rsidRPr="00E4005D">
              <w:rPr>
                <w:lang w:val="en-GB"/>
              </w:rPr>
              <w:t>Butt</w:t>
            </w:r>
          </w:p>
        </w:tc>
        <w:tc>
          <w:tcPr>
            <w:tcW w:w="1530" w:type="dxa"/>
          </w:tcPr>
          <w:p w14:paraId="08818A45" w14:textId="77777777" w:rsidR="005A6921" w:rsidRPr="00E4005D" w:rsidRDefault="005A6921" w:rsidP="00030675">
            <w:pPr>
              <w:pStyle w:val="Tabletext"/>
              <w:rPr>
                <w:lang w:val="en-GB"/>
              </w:rPr>
            </w:pPr>
            <w:r w:rsidRPr="00E4005D">
              <w:rPr>
                <w:lang w:val="en-GB"/>
              </w:rPr>
              <w:t>Single</w:t>
            </w:r>
          </w:p>
        </w:tc>
        <w:tc>
          <w:tcPr>
            <w:tcW w:w="1260" w:type="dxa"/>
          </w:tcPr>
          <w:p w14:paraId="6CA23BE6" w14:textId="77777777" w:rsidR="005A6921" w:rsidRPr="00E4005D" w:rsidRDefault="005A6921" w:rsidP="00030675">
            <w:pPr>
              <w:pStyle w:val="Tabletext"/>
              <w:rPr>
                <w:lang w:val="en-GB"/>
              </w:rPr>
            </w:pPr>
            <w:r w:rsidRPr="00E4005D">
              <w:rPr>
                <w:lang w:val="en-GB"/>
              </w:rPr>
              <w:t>44</w:t>
            </w:r>
          </w:p>
        </w:tc>
        <w:tc>
          <w:tcPr>
            <w:tcW w:w="990" w:type="dxa"/>
          </w:tcPr>
          <w:p w14:paraId="26E0E7A8" w14:textId="77777777" w:rsidR="005A6921" w:rsidRPr="00E4005D" w:rsidRDefault="005A6921" w:rsidP="00030675">
            <w:pPr>
              <w:pStyle w:val="Tabletext"/>
              <w:rPr>
                <w:lang w:val="en-GB"/>
              </w:rPr>
            </w:pPr>
            <w:r w:rsidRPr="00E4005D">
              <w:rPr>
                <w:lang w:val="en-GB"/>
              </w:rPr>
              <w:t>Heavy</w:t>
            </w:r>
          </w:p>
        </w:tc>
        <w:tc>
          <w:tcPr>
            <w:tcW w:w="720" w:type="dxa"/>
          </w:tcPr>
          <w:p w14:paraId="1D23F0AD" w14:textId="77777777" w:rsidR="005A6921" w:rsidRPr="00E4005D" w:rsidRDefault="005A6921" w:rsidP="00030675">
            <w:pPr>
              <w:pStyle w:val="Tabletext"/>
              <w:rPr>
                <w:lang w:val="en-GB"/>
              </w:rPr>
            </w:pPr>
          </w:p>
        </w:tc>
      </w:tr>
      <w:tr w:rsidR="005A6921" w:rsidRPr="00E4005D" w14:paraId="75600EF4" w14:textId="77777777" w:rsidTr="00DE3706">
        <w:tc>
          <w:tcPr>
            <w:tcW w:w="525" w:type="dxa"/>
            <w:vMerge/>
          </w:tcPr>
          <w:p w14:paraId="2C9979B7" w14:textId="77777777" w:rsidR="005A6921" w:rsidRPr="00E4005D" w:rsidRDefault="005A6921" w:rsidP="00030675">
            <w:pPr>
              <w:pStyle w:val="Tabletext"/>
            </w:pPr>
          </w:p>
        </w:tc>
        <w:tc>
          <w:tcPr>
            <w:tcW w:w="3330" w:type="dxa"/>
          </w:tcPr>
          <w:p w14:paraId="16DF29B7" w14:textId="77777777" w:rsidR="005A6921" w:rsidRPr="00E4005D" w:rsidRDefault="005A6921" w:rsidP="00030675">
            <w:pPr>
              <w:pStyle w:val="Tabletext"/>
              <w:rPr>
                <w:lang w:val="en-GB"/>
              </w:rPr>
            </w:pPr>
            <w:r w:rsidRPr="00E4005D">
              <w:rPr>
                <w:lang w:val="en-GB"/>
              </w:rPr>
              <w:t>RP10 / RP10Si + RP99Si</w:t>
            </w:r>
            <w:r w:rsidRPr="00E4005D">
              <w:rPr>
                <w:lang w:val="en-GB"/>
              </w:rPr>
              <w:t> </w:t>
            </w:r>
          </w:p>
        </w:tc>
        <w:tc>
          <w:tcPr>
            <w:tcW w:w="810" w:type="dxa"/>
          </w:tcPr>
          <w:p w14:paraId="0A5008DB" w14:textId="77777777" w:rsidR="005A6921" w:rsidRPr="00E4005D" w:rsidRDefault="005A6921" w:rsidP="00030675">
            <w:pPr>
              <w:pStyle w:val="Tabletext"/>
              <w:rPr>
                <w:lang w:val="en-GB"/>
              </w:rPr>
            </w:pPr>
            <w:r w:rsidRPr="00E4005D">
              <w:rPr>
                <w:lang w:val="en-GB"/>
              </w:rPr>
              <w:t>Butt</w:t>
            </w:r>
          </w:p>
        </w:tc>
        <w:tc>
          <w:tcPr>
            <w:tcW w:w="1530" w:type="dxa"/>
          </w:tcPr>
          <w:p w14:paraId="3B7075F4" w14:textId="77777777" w:rsidR="005A6921" w:rsidRPr="00E4005D" w:rsidRDefault="005A6921" w:rsidP="00030675">
            <w:pPr>
              <w:pStyle w:val="Tabletext"/>
              <w:rPr>
                <w:lang w:val="en-GB"/>
              </w:rPr>
            </w:pPr>
            <w:r w:rsidRPr="00E4005D">
              <w:rPr>
                <w:lang w:val="en-GB"/>
              </w:rPr>
              <w:t>Single</w:t>
            </w:r>
          </w:p>
        </w:tc>
        <w:tc>
          <w:tcPr>
            <w:tcW w:w="1260" w:type="dxa"/>
          </w:tcPr>
          <w:p w14:paraId="6469D48D" w14:textId="77777777" w:rsidR="005A6921" w:rsidRPr="00E4005D" w:rsidRDefault="005A6921" w:rsidP="00030675">
            <w:pPr>
              <w:pStyle w:val="Tabletext"/>
              <w:rPr>
                <w:lang w:val="en-GB"/>
              </w:rPr>
            </w:pPr>
            <w:r w:rsidRPr="00E4005D">
              <w:rPr>
                <w:lang w:val="en-GB"/>
              </w:rPr>
              <w:t>44</w:t>
            </w:r>
          </w:p>
        </w:tc>
        <w:tc>
          <w:tcPr>
            <w:tcW w:w="990" w:type="dxa"/>
          </w:tcPr>
          <w:p w14:paraId="4B0C06EE" w14:textId="77777777" w:rsidR="005A6921" w:rsidRPr="00E4005D" w:rsidRDefault="005A6921" w:rsidP="00030675">
            <w:pPr>
              <w:pStyle w:val="Tabletext"/>
            </w:pPr>
            <w:r w:rsidRPr="00E4005D">
              <w:rPr>
                <w:lang w:val="en-GB"/>
              </w:rPr>
              <w:t>Heavy</w:t>
            </w:r>
          </w:p>
        </w:tc>
        <w:tc>
          <w:tcPr>
            <w:tcW w:w="720" w:type="dxa"/>
          </w:tcPr>
          <w:p w14:paraId="2772ACE8" w14:textId="77777777" w:rsidR="005A6921" w:rsidRPr="00E4005D" w:rsidRDefault="005A6921" w:rsidP="00030675">
            <w:pPr>
              <w:pStyle w:val="Tabletext"/>
              <w:rPr>
                <w:lang w:val="en-GB"/>
              </w:rPr>
            </w:pPr>
          </w:p>
        </w:tc>
      </w:tr>
      <w:tr w:rsidR="005A6921" w:rsidRPr="00E4005D" w14:paraId="5CB67B8B" w14:textId="77777777" w:rsidTr="00DE3706">
        <w:tc>
          <w:tcPr>
            <w:tcW w:w="525" w:type="dxa"/>
            <w:vMerge/>
          </w:tcPr>
          <w:p w14:paraId="012A9C35" w14:textId="77777777" w:rsidR="005A6921" w:rsidRPr="00E4005D" w:rsidRDefault="005A6921" w:rsidP="00030675">
            <w:pPr>
              <w:pStyle w:val="Tabletext"/>
            </w:pPr>
          </w:p>
        </w:tc>
        <w:tc>
          <w:tcPr>
            <w:tcW w:w="3330" w:type="dxa"/>
          </w:tcPr>
          <w:p w14:paraId="5AB75094" w14:textId="77777777" w:rsidR="005A6921" w:rsidRPr="00E4005D" w:rsidRDefault="005A6921" w:rsidP="00030675">
            <w:pPr>
              <w:pStyle w:val="Tabletext"/>
              <w:rPr>
                <w:lang w:val="en-GB"/>
              </w:rPr>
            </w:pPr>
            <w:r w:rsidRPr="00E4005D">
              <w:rPr>
                <w:lang w:val="en-GB"/>
              </w:rPr>
              <w:t>RP10 / RP10Si + RP99Si + RP16Si</w:t>
            </w:r>
            <w:r w:rsidRPr="00E4005D">
              <w:rPr>
                <w:lang w:val="en-GB"/>
              </w:rPr>
              <w:t> </w:t>
            </w:r>
          </w:p>
        </w:tc>
        <w:tc>
          <w:tcPr>
            <w:tcW w:w="810" w:type="dxa"/>
          </w:tcPr>
          <w:p w14:paraId="459B27DE" w14:textId="77777777" w:rsidR="005A6921" w:rsidRPr="00E4005D" w:rsidRDefault="005A6921" w:rsidP="00030675">
            <w:pPr>
              <w:pStyle w:val="Tabletext"/>
              <w:rPr>
                <w:lang w:val="en-GB"/>
              </w:rPr>
            </w:pPr>
            <w:r w:rsidRPr="00E4005D">
              <w:rPr>
                <w:lang w:val="en-GB"/>
              </w:rPr>
              <w:t>Butt</w:t>
            </w:r>
          </w:p>
        </w:tc>
        <w:tc>
          <w:tcPr>
            <w:tcW w:w="1530" w:type="dxa"/>
          </w:tcPr>
          <w:p w14:paraId="6C553661" w14:textId="77777777" w:rsidR="005A6921" w:rsidRPr="00E4005D" w:rsidRDefault="005A6921" w:rsidP="00030675">
            <w:pPr>
              <w:pStyle w:val="Tabletext"/>
              <w:rPr>
                <w:lang w:val="en-GB"/>
              </w:rPr>
            </w:pPr>
            <w:r w:rsidRPr="00E4005D">
              <w:rPr>
                <w:lang w:val="en-GB"/>
              </w:rPr>
              <w:t>Double</w:t>
            </w:r>
          </w:p>
        </w:tc>
        <w:tc>
          <w:tcPr>
            <w:tcW w:w="1260" w:type="dxa"/>
          </w:tcPr>
          <w:p w14:paraId="1C141310" w14:textId="77777777" w:rsidR="005A6921" w:rsidRPr="00E4005D" w:rsidRDefault="005A6921" w:rsidP="00030675">
            <w:pPr>
              <w:pStyle w:val="Tabletext"/>
              <w:rPr>
                <w:lang w:val="en-GB"/>
              </w:rPr>
            </w:pPr>
            <w:r w:rsidRPr="00E4005D">
              <w:rPr>
                <w:lang w:val="en-GB"/>
              </w:rPr>
              <w:t>44</w:t>
            </w:r>
          </w:p>
        </w:tc>
        <w:tc>
          <w:tcPr>
            <w:tcW w:w="990" w:type="dxa"/>
          </w:tcPr>
          <w:p w14:paraId="492C0EF9" w14:textId="77777777" w:rsidR="005A6921" w:rsidRPr="00E4005D" w:rsidRDefault="005A6921" w:rsidP="00030675">
            <w:pPr>
              <w:pStyle w:val="Tabletext"/>
            </w:pPr>
            <w:r w:rsidRPr="00E4005D">
              <w:rPr>
                <w:lang w:val="en-GB"/>
              </w:rPr>
              <w:t>Heavy</w:t>
            </w:r>
          </w:p>
        </w:tc>
        <w:tc>
          <w:tcPr>
            <w:tcW w:w="720" w:type="dxa"/>
          </w:tcPr>
          <w:p w14:paraId="3A474F35" w14:textId="77777777" w:rsidR="005A6921" w:rsidRPr="00E4005D" w:rsidRDefault="005A6921" w:rsidP="00030675">
            <w:pPr>
              <w:pStyle w:val="Tabletext"/>
              <w:rPr>
                <w:lang w:val="en-GB"/>
              </w:rPr>
            </w:pPr>
          </w:p>
        </w:tc>
      </w:tr>
      <w:tr w:rsidR="005A6921" w:rsidRPr="00E4005D" w14:paraId="3935CC65" w14:textId="77777777" w:rsidTr="00DE3706">
        <w:tc>
          <w:tcPr>
            <w:tcW w:w="525" w:type="dxa"/>
            <w:vMerge/>
          </w:tcPr>
          <w:p w14:paraId="5FAE74C9" w14:textId="77777777" w:rsidR="005A6921" w:rsidRPr="00E4005D" w:rsidRDefault="005A6921" w:rsidP="00030675">
            <w:pPr>
              <w:pStyle w:val="Tabletext"/>
            </w:pPr>
          </w:p>
        </w:tc>
        <w:tc>
          <w:tcPr>
            <w:tcW w:w="3330" w:type="dxa"/>
          </w:tcPr>
          <w:p w14:paraId="42C3356F" w14:textId="77777777" w:rsidR="005A6921" w:rsidRPr="00E4005D" w:rsidRDefault="005A6921" w:rsidP="00030675">
            <w:pPr>
              <w:pStyle w:val="Tabletext"/>
              <w:rPr>
                <w:lang w:val="en-GB"/>
              </w:rPr>
            </w:pPr>
            <w:r w:rsidRPr="00E4005D">
              <w:rPr>
                <w:lang w:val="en-GB"/>
              </w:rPr>
              <w:t>RP10 / RP10Si + RP99Si + RP71Si</w:t>
            </w:r>
            <w:r w:rsidRPr="00E4005D">
              <w:rPr>
                <w:lang w:val="en-GB"/>
              </w:rPr>
              <w:t> </w:t>
            </w:r>
          </w:p>
        </w:tc>
        <w:tc>
          <w:tcPr>
            <w:tcW w:w="810" w:type="dxa"/>
          </w:tcPr>
          <w:p w14:paraId="55E5CB2C" w14:textId="77777777" w:rsidR="005A6921" w:rsidRPr="00E4005D" w:rsidRDefault="005A6921" w:rsidP="00030675">
            <w:pPr>
              <w:pStyle w:val="Tabletext"/>
              <w:rPr>
                <w:lang w:val="en-GB"/>
              </w:rPr>
            </w:pPr>
            <w:r w:rsidRPr="00E4005D">
              <w:rPr>
                <w:lang w:val="en-GB"/>
              </w:rPr>
              <w:t>Butt</w:t>
            </w:r>
          </w:p>
        </w:tc>
        <w:tc>
          <w:tcPr>
            <w:tcW w:w="1530" w:type="dxa"/>
          </w:tcPr>
          <w:p w14:paraId="6BB04DBE" w14:textId="77777777" w:rsidR="005A6921" w:rsidRPr="00E4005D" w:rsidRDefault="005A6921" w:rsidP="00030675">
            <w:pPr>
              <w:pStyle w:val="Tabletext"/>
              <w:rPr>
                <w:lang w:val="en-GB"/>
              </w:rPr>
            </w:pPr>
            <w:r w:rsidRPr="00E4005D">
              <w:rPr>
                <w:lang w:val="en-GB"/>
              </w:rPr>
              <w:t>Double</w:t>
            </w:r>
          </w:p>
        </w:tc>
        <w:tc>
          <w:tcPr>
            <w:tcW w:w="1260" w:type="dxa"/>
          </w:tcPr>
          <w:p w14:paraId="65A36E67" w14:textId="77777777" w:rsidR="005A6921" w:rsidRPr="00E4005D" w:rsidRDefault="005A6921" w:rsidP="00030675">
            <w:pPr>
              <w:pStyle w:val="Tabletext"/>
              <w:rPr>
                <w:lang w:val="en-GB"/>
              </w:rPr>
            </w:pPr>
            <w:r w:rsidRPr="00E4005D">
              <w:rPr>
                <w:lang w:val="en-GB"/>
              </w:rPr>
              <w:t>44</w:t>
            </w:r>
          </w:p>
        </w:tc>
        <w:tc>
          <w:tcPr>
            <w:tcW w:w="990" w:type="dxa"/>
          </w:tcPr>
          <w:p w14:paraId="49CF5356" w14:textId="77777777" w:rsidR="005A6921" w:rsidRPr="00E4005D" w:rsidRDefault="005A6921" w:rsidP="00030675">
            <w:pPr>
              <w:pStyle w:val="Tabletext"/>
            </w:pPr>
            <w:r w:rsidRPr="00E4005D">
              <w:rPr>
                <w:lang w:val="en-GB"/>
              </w:rPr>
              <w:t>Heavy</w:t>
            </w:r>
          </w:p>
        </w:tc>
        <w:tc>
          <w:tcPr>
            <w:tcW w:w="720" w:type="dxa"/>
          </w:tcPr>
          <w:p w14:paraId="31BCF5FE" w14:textId="77777777" w:rsidR="005A6921" w:rsidRPr="00E4005D" w:rsidRDefault="005A6921" w:rsidP="00030675">
            <w:pPr>
              <w:pStyle w:val="Tabletext"/>
              <w:rPr>
                <w:lang w:val="en-GB"/>
              </w:rPr>
            </w:pPr>
          </w:p>
        </w:tc>
      </w:tr>
      <w:tr w:rsidR="005A6921" w:rsidRPr="00E4005D" w14:paraId="332F0F7F" w14:textId="77777777" w:rsidTr="00DE3706">
        <w:tc>
          <w:tcPr>
            <w:tcW w:w="525" w:type="dxa"/>
            <w:vMerge/>
          </w:tcPr>
          <w:p w14:paraId="5FEEFE3B" w14:textId="77777777" w:rsidR="005A6921" w:rsidRPr="00E4005D" w:rsidRDefault="005A6921" w:rsidP="00030675">
            <w:pPr>
              <w:pStyle w:val="Tabletext"/>
            </w:pPr>
          </w:p>
        </w:tc>
        <w:tc>
          <w:tcPr>
            <w:tcW w:w="3330" w:type="dxa"/>
          </w:tcPr>
          <w:p w14:paraId="6E9BF878" w14:textId="77777777" w:rsidR="005A6921" w:rsidRPr="00E4005D" w:rsidRDefault="005A6921" w:rsidP="00030675">
            <w:pPr>
              <w:pStyle w:val="Tabletext"/>
              <w:rPr>
                <w:lang w:val="en-GB"/>
              </w:rPr>
            </w:pPr>
            <w:r w:rsidRPr="00E4005D">
              <w:rPr>
                <w:lang w:val="en-GB"/>
              </w:rPr>
              <w:t>RP10 / RP10Si + RP99Si + RP85</w:t>
            </w:r>
            <w:r w:rsidRPr="00E4005D">
              <w:rPr>
                <w:lang w:val="en-GB"/>
              </w:rPr>
              <w:t> </w:t>
            </w:r>
          </w:p>
        </w:tc>
        <w:tc>
          <w:tcPr>
            <w:tcW w:w="810" w:type="dxa"/>
          </w:tcPr>
          <w:p w14:paraId="70980808" w14:textId="77777777" w:rsidR="005A6921" w:rsidRPr="00E4005D" w:rsidRDefault="005A6921" w:rsidP="00030675">
            <w:pPr>
              <w:pStyle w:val="Tabletext"/>
              <w:rPr>
                <w:lang w:val="en-GB"/>
              </w:rPr>
            </w:pPr>
            <w:r w:rsidRPr="00E4005D">
              <w:rPr>
                <w:lang w:val="en-GB"/>
              </w:rPr>
              <w:t>Butt</w:t>
            </w:r>
          </w:p>
        </w:tc>
        <w:tc>
          <w:tcPr>
            <w:tcW w:w="1530" w:type="dxa"/>
          </w:tcPr>
          <w:p w14:paraId="1378FF3D" w14:textId="77777777" w:rsidR="005A6921" w:rsidRPr="00E4005D" w:rsidRDefault="005A6921" w:rsidP="00030675">
            <w:pPr>
              <w:pStyle w:val="Tabletext"/>
              <w:rPr>
                <w:lang w:val="en-GB"/>
              </w:rPr>
            </w:pPr>
            <w:r w:rsidRPr="00E4005D">
              <w:rPr>
                <w:lang w:val="en-GB"/>
              </w:rPr>
              <w:t>Double</w:t>
            </w:r>
          </w:p>
        </w:tc>
        <w:tc>
          <w:tcPr>
            <w:tcW w:w="1260" w:type="dxa"/>
          </w:tcPr>
          <w:p w14:paraId="23E48308" w14:textId="77777777" w:rsidR="005A6921" w:rsidRPr="00E4005D" w:rsidRDefault="005A6921" w:rsidP="00030675">
            <w:pPr>
              <w:pStyle w:val="Tabletext"/>
              <w:rPr>
                <w:lang w:val="en-GB"/>
              </w:rPr>
            </w:pPr>
            <w:r w:rsidRPr="00E4005D">
              <w:rPr>
                <w:lang w:val="en-GB"/>
              </w:rPr>
              <w:t>44</w:t>
            </w:r>
          </w:p>
        </w:tc>
        <w:tc>
          <w:tcPr>
            <w:tcW w:w="990" w:type="dxa"/>
          </w:tcPr>
          <w:p w14:paraId="10838268" w14:textId="77777777" w:rsidR="005A6921" w:rsidRPr="00E4005D" w:rsidRDefault="005A6921" w:rsidP="00030675">
            <w:pPr>
              <w:pStyle w:val="Tabletext"/>
            </w:pPr>
            <w:r w:rsidRPr="00E4005D">
              <w:rPr>
                <w:lang w:val="en-GB"/>
              </w:rPr>
              <w:t>Heavy</w:t>
            </w:r>
          </w:p>
        </w:tc>
        <w:tc>
          <w:tcPr>
            <w:tcW w:w="720" w:type="dxa"/>
          </w:tcPr>
          <w:p w14:paraId="202E819C" w14:textId="77777777" w:rsidR="005A6921" w:rsidRPr="00E4005D" w:rsidRDefault="005A6921" w:rsidP="00030675">
            <w:pPr>
              <w:pStyle w:val="Tabletext"/>
              <w:rPr>
                <w:lang w:val="en-GB"/>
              </w:rPr>
            </w:pPr>
          </w:p>
        </w:tc>
      </w:tr>
      <w:tr w:rsidR="005A6921" w:rsidRPr="00E4005D" w14:paraId="35360972" w14:textId="77777777" w:rsidTr="00DE3706">
        <w:tc>
          <w:tcPr>
            <w:tcW w:w="525" w:type="dxa"/>
            <w:vMerge/>
          </w:tcPr>
          <w:p w14:paraId="2F723C1A" w14:textId="77777777" w:rsidR="005A6921" w:rsidRPr="00E4005D" w:rsidRDefault="005A6921" w:rsidP="00030675">
            <w:pPr>
              <w:pStyle w:val="Tabletext"/>
            </w:pPr>
          </w:p>
        </w:tc>
        <w:tc>
          <w:tcPr>
            <w:tcW w:w="3330" w:type="dxa"/>
          </w:tcPr>
          <w:p w14:paraId="4C78776E" w14:textId="77777777" w:rsidR="005A6921" w:rsidRPr="00E4005D" w:rsidRDefault="005A6921" w:rsidP="00030675">
            <w:pPr>
              <w:pStyle w:val="Tabletext"/>
              <w:rPr>
                <w:lang w:val="en-GB"/>
              </w:rPr>
            </w:pPr>
            <w:r w:rsidRPr="00E4005D">
              <w:rPr>
                <w:lang w:val="en-GB"/>
              </w:rPr>
              <w:t>RP24 + RP38</w:t>
            </w:r>
            <w:r w:rsidRPr="00E4005D">
              <w:rPr>
                <w:lang w:val="en-GB"/>
              </w:rPr>
              <w:t> </w:t>
            </w:r>
          </w:p>
        </w:tc>
        <w:tc>
          <w:tcPr>
            <w:tcW w:w="810" w:type="dxa"/>
          </w:tcPr>
          <w:p w14:paraId="448A8376" w14:textId="77777777" w:rsidR="005A6921" w:rsidRPr="00E4005D" w:rsidRDefault="005A6921" w:rsidP="00030675">
            <w:pPr>
              <w:pStyle w:val="Tabletext"/>
              <w:rPr>
                <w:lang w:val="en-GB"/>
              </w:rPr>
            </w:pPr>
            <w:r w:rsidRPr="00E4005D">
              <w:rPr>
                <w:lang w:val="en-GB"/>
              </w:rPr>
              <w:t>Butt</w:t>
            </w:r>
          </w:p>
        </w:tc>
        <w:tc>
          <w:tcPr>
            <w:tcW w:w="1530" w:type="dxa"/>
          </w:tcPr>
          <w:p w14:paraId="10E2312B" w14:textId="77777777" w:rsidR="005A6921" w:rsidRPr="00E4005D" w:rsidRDefault="005A6921" w:rsidP="00030675">
            <w:pPr>
              <w:pStyle w:val="Tabletext"/>
              <w:rPr>
                <w:lang w:val="en-GB"/>
              </w:rPr>
            </w:pPr>
            <w:r w:rsidRPr="00E4005D">
              <w:rPr>
                <w:lang w:val="en-GB"/>
              </w:rPr>
              <w:t>Single</w:t>
            </w:r>
          </w:p>
        </w:tc>
        <w:tc>
          <w:tcPr>
            <w:tcW w:w="1260" w:type="dxa"/>
          </w:tcPr>
          <w:p w14:paraId="5084F64B" w14:textId="77777777" w:rsidR="005A6921" w:rsidRPr="00E4005D" w:rsidRDefault="005A6921" w:rsidP="00030675">
            <w:pPr>
              <w:pStyle w:val="Tabletext"/>
              <w:rPr>
                <w:lang w:val="en-GB"/>
              </w:rPr>
            </w:pPr>
            <w:r w:rsidRPr="00E4005D">
              <w:rPr>
                <w:lang w:val="en-GB"/>
              </w:rPr>
              <w:t>44</w:t>
            </w:r>
          </w:p>
        </w:tc>
        <w:tc>
          <w:tcPr>
            <w:tcW w:w="990" w:type="dxa"/>
          </w:tcPr>
          <w:p w14:paraId="17E97384" w14:textId="77777777" w:rsidR="005A6921" w:rsidRPr="00E4005D" w:rsidRDefault="005A6921" w:rsidP="00030675">
            <w:pPr>
              <w:pStyle w:val="Tabletext"/>
            </w:pPr>
            <w:r w:rsidRPr="00E4005D">
              <w:rPr>
                <w:lang w:val="en-GB"/>
              </w:rPr>
              <w:t>Heavy</w:t>
            </w:r>
          </w:p>
        </w:tc>
        <w:tc>
          <w:tcPr>
            <w:tcW w:w="720" w:type="dxa"/>
          </w:tcPr>
          <w:p w14:paraId="72014161" w14:textId="77777777" w:rsidR="005A6921" w:rsidRPr="00E4005D" w:rsidRDefault="005A6921" w:rsidP="00030675">
            <w:pPr>
              <w:pStyle w:val="Tabletext"/>
              <w:rPr>
                <w:lang w:val="en-GB"/>
              </w:rPr>
            </w:pPr>
          </w:p>
        </w:tc>
      </w:tr>
      <w:tr w:rsidR="005A6921" w:rsidRPr="00E4005D" w14:paraId="4C74D56F" w14:textId="77777777" w:rsidTr="00DE3706">
        <w:tc>
          <w:tcPr>
            <w:tcW w:w="525" w:type="dxa"/>
            <w:vMerge/>
          </w:tcPr>
          <w:p w14:paraId="751520C5" w14:textId="77777777" w:rsidR="005A6921" w:rsidRPr="00E4005D" w:rsidRDefault="005A6921" w:rsidP="00030675">
            <w:pPr>
              <w:pStyle w:val="Tabletext"/>
            </w:pPr>
          </w:p>
        </w:tc>
        <w:tc>
          <w:tcPr>
            <w:tcW w:w="3330" w:type="dxa"/>
          </w:tcPr>
          <w:p w14:paraId="469714E9" w14:textId="77777777" w:rsidR="005A6921" w:rsidRPr="00E4005D" w:rsidRDefault="005A6921" w:rsidP="00030675">
            <w:pPr>
              <w:pStyle w:val="Tabletext"/>
              <w:rPr>
                <w:lang w:val="en-GB"/>
              </w:rPr>
            </w:pPr>
            <w:r w:rsidRPr="00E4005D">
              <w:rPr>
                <w:lang w:val="en-GB"/>
              </w:rPr>
              <w:t>RP24 + RP70</w:t>
            </w:r>
            <w:r w:rsidRPr="00E4005D">
              <w:rPr>
                <w:lang w:val="en-GB"/>
              </w:rPr>
              <w:t> </w:t>
            </w:r>
          </w:p>
        </w:tc>
        <w:tc>
          <w:tcPr>
            <w:tcW w:w="810" w:type="dxa"/>
          </w:tcPr>
          <w:p w14:paraId="2D0A057D" w14:textId="77777777" w:rsidR="005A6921" w:rsidRPr="00E4005D" w:rsidRDefault="005A6921" w:rsidP="00030675">
            <w:pPr>
              <w:pStyle w:val="Tabletext"/>
              <w:rPr>
                <w:lang w:val="en-GB"/>
              </w:rPr>
            </w:pPr>
            <w:r w:rsidRPr="00E4005D">
              <w:rPr>
                <w:lang w:val="en-GB"/>
              </w:rPr>
              <w:t>Butt</w:t>
            </w:r>
          </w:p>
        </w:tc>
        <w:tc>
          <w:tcPr>
            <w:tcW w:w="1530" w:type="dxa"/>
          </w:tcPr>
          <w:p w14:paraId="748153E4" w14:textId="77777777" w:rsidR="005A6921" w:rsidRPr="00E4005D" w:rsidRDefault="005A6921" w:rsidP="00030675">
            <w:pPr>
              <w:pStyle w:val="Tabletext"/>
              <w:rPr>
                <w:lang w:val="en-GB"/>
              </w:rPr>
            </w:pPr>
            <w:r w:rsidRPr="00E4005D">
              <w:rPr>
                <w:lang w:val="en-GB"/>
              </w:rPr>
              <w:t>Single</w:t>
            </w:r>
          </w:p>
        </w:tc>
        <w:tc>
          <w:tcPr>
            <w:tcW w:w="1260" w:type="dxa"/>
          </w:tcPr>
          <w:p w14:paraId="207C369C" w14:textId="77777777" w:rsidR="005A6921" w:rsidRPr="00E4005D" w:rsidRDefault="005A6921" w:rsidP="00030675">
            <w:pPr>
              <w:pStyle w:val="Tabletext"/>
              <w:rPr>
                <w:lang w:val="en-GB"/>
              </w:rPr>
            </w:pPr>
            <w:r w:rsidRPr="00E4005D">
              <w:rPr>
                <w:lang w:val="en-GB"/>
              </w:rPr>
              <w:t>44</w:t>
            </w:r>
          </w:p>
        </w:tc>
        <w:tc>
          <w:tcPr>
            <w:tcW w:w="990" w:type="dxa"/>
          </w:tcPr>
          <w:p w14:paraId="5847BDFC" w14:textId="77777777" w:rsidR="005A6921" w:rsidRPr="00E4005D" w:rsidRDefault="005A6921" w:rsidP="00030675">
            <w:pPr>
              <w:pStyle w:val="Tabletext"/>
            </w:pPr>
            <w:r w:rsidRPr="00E4005D">
              <w:rPr>
                <w:lang w:val="en-GB"/>
              </w:rPr>
              <w:t>Heavy</w:t>
            </w:r>
          </w:p>
        </w:tc>
        <w:tc>
          <w:tcPr>
            <w:tcW w:w="720" w:type="dxa"/>
          </w:tcPr>
          <w:p w14:paraId="5350590B" w14:textId="77777777" w:rsidR="005A6921" w:rsidRPr="00E4005D" w:rsidRDefault="005A6921" w:rsidP="00030675">
            <w:pPr>
              <w:pStyle w:val="Tabletext"/>
              <w:rPr>
                <w:lang w:val="en-GB"/>
              </w:rPr>
            </w:pPr>
          </w:p>
        </w:tc>
      </w:tr>
      <w:tr w:rsidR="005A6921" w:rsidRPr="00E4005D" w14:paraId="42665D65" w14:textId="77777777" w:rsidTr="00DE3706">
        <w:tc>
          <w:tcPr>
            <w:tcW w:w="525" w:type="dxa"/>
            <w:vMerge/>
          </w:tcPr>
          <w:p w14:paraId="392CE661" w14:textId="77777777" w:rsidR="005A6921" w:rsidRPr="00E4005D" w:rsidRDefault="005A6921" w:rsidP="00030675">
            <w:pPr>
              <w:pStyle w:val="Tabletext"/>
            </w:pPr>
          </w:p>
        </w:tc>
        <w:tc>
          <w:tcPr>
            <w:tcW w:w="3330" w:type="dxa"/>
          </w:tcPr>
          <w:p w14:paraId="0A8EF607" w14:textId="77777777" w:rsidR="005A6921" w:rsidRPr="00E4005D" w:rsidRDefault="005A6921" w:rsidP="00030675">
            <w:pPr>
              <w:pStyle w:val="Tabletext"/>
              <w:rPr>
                <w:lang w:val="en-GB"/>
              </w:rPr>
            </w:pPr>
            <w:r w:rsidRPr="00E4005D">
              <w:rPr>
                <w:lang w:val="en-GB"/>
              </w:rPr>
              <w:t>RP47Si + RP38</w:t>
            </w:r>
            <w:r w:rsidRPr="00E4005D">
              <w:rPr>
                <w:lang w:val="en-GB"/>
              </w:rPr>
              <w:t> </w:t>
            </w:r>
          </w:p>
        </w:tc>
        <w:tc>
          <w:tcPr>
            <w:tcW w:w="810" w:type="dxa"/>
          </w:tcPr>
          <w:p w14:paraId="29811567" w14:textId="77777777" w:rsidR="005A6921" w:rsidRPr="00E4005D" w:rsidRDefault="005A6921" w:rsidP="00030675">
            <w:pPr>
              <w:pStyle w:val="Tabletext"/>
              <w:rPr>
                <w:lang w:val="en-GB"/>
              </w:rPr>
            </w:pPr>
            <w:r w:rsidRPr="00E4005D">
              <w:rPr>
                <w:lang w:val="en-GB"/>
              </w:rPr>
              <w:t>Butt</w:t>
            </w:r>
          </w:p>
        </w:tc>
        <w:tc>
          <w:tcPr>
            <w:tcW w:w="1530" w:type="dxa"/>
          </w:tcPr>
          <w:p w14:paraId="581EE65C" w14:textId="77777777" w:rsidR="005A6921" w:rsidRPr="00E4005D" w:rsidRDefault="005A6921" w:rsidP="00030675">
            <w:pPr>
              <w:pStyle w:val="Tabletext"/>
              <w:rPr>
                <w:lang w:val="en-GB"/>
              </w:rPr>
            </w:pPr>
            <w:r w:rsidRPr="00E4005D">
              <w:rPr>
                <w:lang w:val="en-GB"/>
              </w:rPr>
              <w:t>Single</w:t>
            </w:r>
          </w:p>
        </w:tc>
        <w:tc>
          <w:tcPr>
            <w:tcW w:w="1260" w:type="dxa"/>
          </w:tcPr>
          <w:p w14:paraId="34783E60" w14:textId="77777777" w:rsidR="005A6921" w:rsidRPr="00E4005D" w:rsidRDefault="005A6921" w:rsidP="00030675">
            <w:pPr>
              <w:pStyle w:val="Tabletext"/>
              <w:rPr>
                <w:lang w:val="en-GB"/>
              </w:rPr>
            </w:pPr>
            <w:r w:rsidRPr="00E4005D">
              <w:rPr>
                <w:lang w:val="en-GB"/>
              </w:rPr>
              <w:t>44</w:t>
            </w:r>
          </w:p>
        </w:tc>
        <w:tc>
          <w:tcPr>
            <w:tcW w:w="990" w:type="dxa"/>
          </w:tcPr>
          <w:p w14:paraId="03FDB262" w14:textId="77777777" w:rsidR="005A6921" w:rsidRPr="00E4005D" w:rsidRDefault="005A6921" w:rsidP="00030675">
            <w:pPr>
              <w:pStyle w:val="Tabletext"/>
            </w:pPr>
            <w:r w:rsidRPr="00E4005D">
              <w:rPr>
                <w:lang w:val="en-GB"/>
              </w:rPr>
              <w:t>Heavy</w:t>
            </w:r>
          </w:p>
        </w:tc>
        <w:tc>
          <w:tcPr>
            <w:tcW w:w="720" w:type="dxa"/>
          </w:tcPr>
          <w:p w14:paraId="36B11459" w14:textId="77777777" w:rsidR="005A6921" w:rsidRPr="00E4005D" w:rsidRDefault="005A6921" w:rsidP="00030675">
            <w:pPr>
              <w:pStyle w:val="Tabletext"/>
              <w:rPr>
                <w:lang w:val="en-GB"/>
              </w:rPr>
            </w:pPr>
          </w:p>
        </w:tc>
      </w:tr>
      <w:tr w:rsidR="005A6921" w:rsidRPr="00E4005D" w14:paraId="2226BE5B" w14:textId="77777777" w:rsidTr="00DE3706">
        <w:tc>
          <w:tcPr>
            <w:tcW w:w="525" w:type="dxa"/>
            <w:vMerge/>
          </w:tcPr>
          <w:p w14:paraId="6C19B4F8" w14:textId="77777777" w:rsidR="005A6921" w:rsidRPr="00E4005D" w:rsidRDefault="005A6921" w:rsidP="00030675">
            <w:pPr>
              <w:pStyle w:val="Tabletext"/>
            </w:pPr>
          </w:p>
        </w:tc>
        <w:tc>
          <w:tcPr>
            <w:tcW w:w="3330" w:type="dxa"/>
          </w:tcPr>
          <w:p w14:paraId="314080A9" w14:textId="77777777" w:rsidR="005A6921" w:rsidRPr="00E4005D" w:rsidRDefault="005A6921" w:rsidP="00030675">
            <w:pPr>
              <w:pStyle w:val="Tabletext"/>
              <w:rPr>
                <w:lang w:val="en-GB"/>
              </w:rPr>
            </w:pPr>
            <w:r w:rsidRPr="00E4005D">
              <w:rPr>
                <w:lang w:val="en-GB"/>
              </w:rPr>
              <w:t>RP47Si + RP70</w:t>
            </w:r>
            <w:r w:rsidRPr="00E4005D">
              <w:rPr>
                <w:lang w:val="en-GB"/>
              </w:rPr>
              <w:t> </w:t>
            </w:r>
          </w:p>
        </w:tc>
        <w:tc>
          <w:tcPr>
            <w:tcW w:w="810" w:type="dxa"/>
          </w:tcPr>
          <w:p w14:paraId="1294A2E6" w14:textId="77777777" w:rsidR="005A6921" w:rsidRPr="00E4005D" w:rsidRDefault="005A6921" w:rsidP="00030675">
            <w:pPr>
              <w:pStyle w:val="Tabletext"/>
              <w:rPr>
                <w:lang w:val="en-GB"/>
              </w:rPr>
            </w:pPr>
            <w:r w:rsidRPr="00E4005D">
              <w:rPr>
                <w:lang w:val="en-GB"/>
              </w:rPr>
              <w:t>Butt</w:t>
            </w:r>
          </w:p>
        </w:tc>
        <w:tc>
          <w:tcPr>
            <w:tcW w:w="1530" w:type="dxa"/>
          </w:tcPr>
          <w:p w14:paraId="6B39FA50" w14:textId="77777777" w:rsidR="005A6921" w:rsidRPr="00E4005D" w:rsidRDefault="005A6921" w:rsidP="00030675">
            <w:pPr>
              <w:pStyle w:val="Tabletext"/>
              <w:rPr>
                <w:lang w:val="en-GB"/>
              </w:rPr>
            </w:pPr>
            <w:r w:rsidRPr="00E4005D">
              <w:rPr>
                <w:lang w:val="en-GB"/>
              </w:rPr>
              <w:t>Single</w:t>
            </w:r>
          </w:p>
        </w:tc>
        <w:tc>
          <w:tcPr>
            <w:tcW w:w="1260" w:type="dxa"/>
          </w:tcPr>
          <w:p w14:paraId="2A44C813" w14:textId="77777777" w:rsidR="005A6921" w:rsidRPr="00E4005D" w:rsidRDefault="005A6921" w:rsidP="00030675">
            <w:pPr>
              <w:pStyle w:val="Tabletext"/>
              <w:rPr>
                <w:lang w:val="en-GB"/>
              </w:rPr>
            </w:pPr>
            <w:r w:rsidRPr="00E4005D">
              <w:rPr>
                <w:lang w:val="en-GB"/>
              </w:rPr>
              <w:t>44</w:t>
            </w:r>
          </w:p>
        </w:tc>
        <w:tc>
          <w:tcPr>
            <w:tcW w:w="990" w:type="dxa"/>
          </w:tcPr>
          <w:p w14:paraId="2BBC41DE" w14:textId="77777777" w:rsidR="005A6921" w:rsidRPr="00E4005D" w:rsidRDefault="005A6921" w:rsidP="00030675">
            <w:pPr>
              <w:pStyle w:val="Tabletext"/>
            </w:pPr>
            <w:r w:rsidRPr="00E4005D">
              <w:rPr>
                <w:lang w:val="en-GB"/>
              </w:rPr>
              <w:t>Heavy</w:t>
            </w:r>
          </w:p>
        </w:tc>
        <w:tc>
          <w:tcPr>
            <w:tcW w:w="720" w:type="dxa"/>
          </w:tcPr>
          <w:p w14:paraId="7037A7A1" w14:textId="77777777" w:rsidR="005A6921" w:rsidRPr="00E4005D" w:rsidRDefault="005A6921" w:rsidP="00030675">
            <w:pPr>
              <w:pStyle w:val="Tabletext"/>
              <w:rPr>
                <w:lang w:val="en-GB"/>
              </w:rPr>
            </w:pPr>
          </w:p>
        </w:tc>
      </w:tr>
      <w:tr w:rsidR="005A6921" w:rsidRPr="00E4005D" w14:paraId="2C95858B" w14:textId="77777777" w:rsidTr="00DE3706">
        <w:tc>
          <w:tcPr>
            <w:tcW w:w="525" w:type="dxa"/>
            <w:vMerge/>
          </w:tcPr>
          <w:p w14:paraId="43616E11" w14:textId="77777777" w:rsidR="005A6921" w:rsidRPr="00E4005D" w:rsidRDefault="005A6921" w:rsidP="00030675">
            <w:pPr>
              <w:pStyle w:val="Tabletext"/>
            </w:pPr>
          </w:p>
        </w:tc>
        <w:tc>
          <w:tcPr>
            <w:tcW w:w="3330" w:type="dxa"/>
          </w:tcPr>
          <w:p w14:paraId="0BC8672F" w14:textId="77777777" w:rsidR="005A6921" w:rsidRPr="00E4005D" w:rsidRDefault="005A6921" w:rsidP="00030675">
            <w:pPr>
              <w:pStyle w:val="Tabletext"/>
              <w:rPr>
                <w:lang w:val="en-GB"/>
              </w:rPr>
            </w:pPr>
            <w:r w:rsidRPr="00E4005D">
              <w:rPr>
                <w:lang w:val="en-GB"/>
              </w:rPr>
              <w:t>RP93Si + RP99Si</w:t>
            </w:r>
            <w:r w:rsidRPr="00E4005D">
              <w:rPr>
                <w:lang w:val="en-GB"/>
              </w:rPr>
              <w:t> </w:t>
            </w:r>
          </w:p>
        </w:tc>
        <w:tc>
          <w:tcPr>
            <w:tcW w:w="810" w:type="dxa"/>
          </w:tcPr>
          <w:p w14:paraId="222B23DC" w14:textId="77777777" w:rsidR="005A6921" w:rsidRPr="00E4005D" w:rsidRDefault="005A6921" w:rsidP="00030675">
            <w:pPr>
              <w:pStyle w:val="Tabletext"/>
              <w:rPr>
                <w:lang w:val="en-GB"/>
              </w:rPr>
            </w:pPr>
            <w:r w:rsidRPr="00E4005D">
              <w:rPr>
                <w:lang w:val="en-GB"/>
              </w:rPr>
              <w:t>Butt</w:t>
            </w:r>
          </w:p>
        </w:tc>
        <w:tc>
          <w:tcPr>
            <w:tcW w:w="1530" w:type="dxa"/>
          </w:tcPr>
          <w:p w14:paraId="6C0B61B9" w14:textId="77777777" w:rsidR="005A6921" w:rsidRPr="00E4005D" w:rsidRDefault="005A6921" w:rsidP="00030675">
            <w:pPr>
              <w:pStyle w:val="Tabletext"/>
              <w:rPr>
                <w:lang w:val="en-GB"/>
              </w:rPr>
            </w:pPr>
            <w:r w:rsidRPr="00E4005D">
              <w:rPr>
                <w:lang w:val="en-GB"/>
              </w:rPr>
              <w:t>Single</w:t>
            </w:r>
          </w:p>
        </w:tc>
        <w:tc>
          <w:tcPr>
            <w:tcW w:w="1260" w:type="dxa"/>
          </w:tcPr>
          <w:p w14:paraId="0BB0D5E5" w14:textId="77777777" w:rsidR="005A6921" w:rsidRPr="00E4005D" w:rsidRDefault="005A6921" w:rsidP="00030675">
            <w:pPr>
              <w:pStyle w:val="Tabletext"/>
              <w:rPr>
                <w:lang w:val="en-GB"/>
              </w:rPr>
            </w:pPr>
            <w:r w:rsidRPr="00E4005D">
              <w:rPr>
                <w:lang w:val="en-GB"/>
              </w:rPr>
              <w:t>44</w:t>
            </w:r>
          </w:p>
        </w:tc>
        <w:tc>
          <w:tcPr>
            <w:tcW w:w="990" w:type="dxa"/>
          </w:tcPr>
          <w:p w14:paraId="1A0A6405" w14:textId="77777777" w:rsidR="005A6921" w:rsidRPr="00E4005D" w:rsidRDefault="005A6921" w:rsidP="00030675">
            <w:pPr>
              <w:pStyle w:val="Tabletext"/>
              <w:rPr>
                <w:lang w:val="en-GB"/>
              </w:rPr>
            </w:pPr>
            <w:r w:rsidRPr="00E4005D">
              <w:rPr>
                <w:lang w:val="en-GB"/>
              </w:rPr>
              <w:t>Medium</w:t>
            </w:r>
          </w:p>
        </w:tc>
        <w:tc>
          <w:tcPr>
            <w:tcW w:w="720" w:type="dxa"/>
          </w:tcPr>
          <w:p w14:paraId="1BABE5A4" w14:textId="77777777" w:rsidR="005A6921" w:rsidRPr="00E4005D" w:rsidRDefault="005A6921" w:rsidP="00030675">
            <w:pPr>
              <w:pStyle w:val="Tabletext"/>
              <w:rPr>
                <w:lang w:val="en-GB"/>
              </w:rPr>
            </w:pPr>
          </w:p>
        </w:tc>
      </w:tr>
      <w:tr w:rsidR="005A6921" w:rsidRPr="00E4005D" w14:paraId="6DECEBBE" w14:textId="77777777" w:rsidTr="00DE3706">
        <w:tc>
          <w:tcPr>
            <w:tcW w:w="525" w:type="dxa"/>
            <w:vMerge/>
          </w:tcPr>
          <w:p w14:paraId="7F30EB7A" w14:textId="77777777" w:rsidR="005A6921" w:rsidRPr="00E4005D" w:rsidRDefault="005A6921" w:rsidP="00030675">
            <w:pPr>
              <w:pStyle w:val="Tabletext"/>
            </w:pPr>
          </w:p>
        </w:tc>
        <w:tc>
          <w:tcPr>
            <w:tcW w:w="3330" w:type="dxa"/>
          </w:tcPr>
          <w:p w14:paraId="12C69A30" w14:textId="77777777" w:rsidR="005A6921" w:rsidRPr="00E4005D" w:rsidRDefault="005A6921" w:rsidP="00030675">
            <w:pPr>
              <w:pStyle w:val="Tabletext"/>
              <w:rPr>
                <w:lang w:val="en-GB"/>
              </w:rPr>
            </w:pPr>
            <w:r w:rsidRPr="00E4005D">
              <w:rPr>
                <w:lang w:val="en-GB"/>
              </w:rPr>
              <w:t>RP120 + RP38</w:t>
            </w:r>
          </w:p>
        </w:tc>
        <w:tc>
          <w:tcPr>
            <w:tcW w:w="810" w:type="dxa"/>
          </w:tcPr>
          <w:p w14:paraId="6815E872" w14:textId="77777777" w:rsidR="005A6921" w:rsidRPr="00E4005D" w:rsidRDefault="005A6921" w:rsidP="00030675">
            <w:pPr>
              <w:pStyle w:val="Tabletext"/>
              <w:rPr>
                <w:lang w:val="en-GB"/>
              </w:rPr>
            </w:pPr>
            <w:r w:rsidRPr="00E4005D">
              <w:rPr>
                <w:lang w:val="en-GB"/>
              </w:rPr>
              <w:t>Butt</w:t>
            </w:r>
          </w:p>
        </w:tc>
        <w:tc>
          <w:tcPr>
            <w:tcW w:w="1530" w:type="dxa"/>
          </w:tcPr>
          <w:p w14:paraId="2B83426B" w14:textId="77777777" w:rsidR="005A6921" w:rsidRPr="00E4005D" w:rsidRDefault="005A6921" w:rsidP="00030675">
            <w:pPr>
              <w:pStyle w:val="Tabletext"/>
              <w:rPr>
                <w:lang w:val="en-GB"/>
              </w:rPr>
            </w:pPr>
            <w:r w:rsidRPr="00E4005D">
              <w:rPr>
                <w:lang w:val="en-GB"/>
              </w:rPr>
              <w:t>Single</w:t>
            </w:r>
          </w:p>
        </w:tc>
        <w:tc>
          <w:tcPr>
            <w:tcW w:w="1260" w:type="dxa"/>
          </w:tcPr>
          <w:p w14:paraId="6597D703" w14:textId="77777777" w:rsidR="005A6921" w:rsidRPr="00E4005D" w:rsidRDefault="005A6921" w:rsidP="00030675">
            <w:pPr>
              <w:pStyle w:val="Tabletext"/>
              <w:rPr>
                <w:lang w:val="en-GB"/>
              </w:rPr>
            </w:pPr>
            <w:r w:rsidRPr="00E4005D">
              <w:rPr>
                <w:lang w:val="en-GB"/>
              </w:rPr>
              <w:t>44</w:t>
            </w:r>
          </w:p>
        </w:tc>
        <w:tc>
          <w:tcPr>
            <w:tcW w:w="990" w:type="dxa"/>
          </w:tcPr>
          <w:p w14:paraId="0D208D9F" w14:textId="77777777" w:rsidR="005A6921" w:rsidRPr="00E4005D" w:rsidRDefault="005A6921" w:rsidP="00030675">
            <w:pPr>
              <w:pStyle w:val="Tabletext"/>
              <w:rPr>
                <w:lang w:val="en-GB"/>
              </w:rPr>
            </w:pPr>
            <w:r w:rsidRPr="00E4005D">
              <w:rPr>
                <w:lang w:val="en-GB"/>
              </w:rPr>
              <w:t>Medium</w:t>
            </w:r>
          </w:p>
        </w:tc>
        <w:tc>
          <w:tcPr>
            <w:tcW w:w="720" w:type="dxa"/>
          </w:tcPr>
          <w:p w14:paraId="34E5C615" w14:textId="77777777" w:rsidR="005A6921" w:rsidRPr="00E4005D" w:rsidRDefault="005A6921" w:rsidP="00030675">
            <w:pPr>
              <w:pStyle w:val="Tabletext"/>
              <w:rPr>
                <w:lang w:val="en-GB"/>
              </w:rPr>
            </w:pPr>
          </w:p>
        </w:tc>
      </w:tr>
      <w:tr w:rsidR="005A6921" w:rsidRPr="00E4005D" w14:paraId="59DD8EB3" w14:textId="77777777" w:rsidTr="00DE3706">
        <w:tc>
          <w:tcPr>
            <w:tcW w:w="525" w:type="dxa"/>
            <w:vMerge/>
          </w:tcPr>
          <w:p w14:paraId="351CC93E" w14:textId="77777777" w:rsidR="005A6921" w:rsidRPr="00E4005D" w:rsidRDefault="005A6921" w:rsidP="00030675">
            <w:pPr>
              <w:pStyle w:val="Tabletext"/>
            </w:pPr>
          </w:p>
        </w:tc>
        <w:tc>
          <w:tcPr>
            <w:tcW w:w="3330" w:type="dxa"/>
          </w:tcPr>
          <w:p w14:paraId="2C6114AF" w14:textId="77777777" w:rsidR="005A6921" w:rsidRPr="00E4005D" w:rsidRDefault="005A6921" w:rsidP="00030675">
            <w:pPr>
              <w:pStyle w:val="Tabletext"/>
              <w:rPr>
                <w:lang w:val="en-GB"/>
              </w:rPr>
            </w:pPr>
            <w:r w:rsidRPr="00E4005D">
              <w:rPr>
                <w:lang w:val="en-GB"/>
              </w:rPr>
              <w:t>RP10Si + RP127Si</w:t>
            </w:r>
            <w:r w:rsidRPr="00E4005D">
              <w:rPr>
                <w:lang w:val="en-GB"/>
              </w:rPr>
              <w:t> </w:t>
            </w:r>
          </w:p>
        </w:tc>
        <w:tc>
          <w:tcPr>
            <w:tcW w:w="810" w:type="dxa"/>
          </w:tcPr>
          <w:p w14:paraId="23634A27" w14:textId="77777777" w:rsidR="005A6921" w:rsidRPr="00E4005D" w:rsidRDefault="005A6921" w:rsidP="00030675">
            <w:pPr>
              <w:pStyle w:val="Tabletext"/>
              <w:rPr>
                <w:lang w:val="en-GB"/>
              </w:rPr>
            </w:pPr>
            <w:r w:rsidRPr="00E4005D">
              <w:rPr>
                <w:lang w:val="en-GB"/>
              </w:rPr>
              <w:t>Butt</w:t>
            </w:r>
          </w:p>
        </w:tc>
        <w:tc>
          <w:tcPr>
            <w:tcW w:w="1530" w:type="dxa"/>
          </w:tcPr>
          <w:p w14:paraId="33208612" w14:textId="77777777" w:rsidR="005A6921" w:rsidRPr="00E4005D" w:rsidRDefault="005A6921" w:rsidP="00030675">
            <w:pPr>
              <w:pStyle w:val="Tabletext"/>
              <w:rPr>
                <w:lang w:val="en-GB"/>
              </w:rPr>
            </w:pPr>
            <w:r w:rsidRPr="00E4005D">
              <w:rPr>
                <w:lang w:val="en-GB"/>
              </w:rPr>
              <w:t>Single</w:t>
            </w:r>
          </w:p>
        </w:tc>
        <w:tc>
          <w:tcPr>
            <w:tcW w:w="1260" w:type="dxa"/>
          </w:tcPr>
          <w:p w14:paraId="01C43A75" w14:textId="77777777" w:rsidR="005A6921" w:rsidRPr="00E4005D" w:rsidRDefault="005A6921" w:rsidP="00030675">
            <w:pPr>
              <w:pStyle w:val="Tabletext"/>
              <w:rPr>
                <w:lang w:val="en-GB"/>
              </w:rPr>
            </w:pPr>
            <w:r w:rsidRPr="00E4005D">
              <w:rPr>
                <w:lang w:val="en-GB"/>
              </w:rPr>
              <w:t>48</w:t>
            </w:r>
          </w:p>
        </w:tc>
        <w:tc>
          <w:tcPr>
            <w:tcW w:w="990" w:type="dxa"/>
          </w:tcPr>
          <w:p w14:paraId="60034CC7" w14:textId="77777777" w:rsidR="005A6921" w:rsidRPr="00E4005D" w:rsidRDefault="005A6921" w:rsidP="00030675">
            <w:pPr>
              <w:pStyle w:val="Tabletext"/>
              <w:rPr>
                <w:lang w:val="en-GB"/>
              </w:rPr>
            </w:pPr>
            <w:r w:rsidRPr="00E4005D">
              <w:rPr>
                <w:lang w:val="en-GB"/>
              </w:rPr>
              <w:t>Heavy</w:t>
            </w:r>
          </w:p>
        </w:tc>
        <w:tc>
          <w:tcPr>
            <w:tcW w:w="720" w:type="dxa"/>
          </w:tcPr>
          <w:p w14:paraId="79A569EC" w14:textId="77777777" w:rsidR="005A6921" w:rsidRPr="00E4005D" w:rsidRDefault="005A6921" w:rsidP="00030675">
            <w:pPr>
              <w:pStyle w:val="Tabletext"/>
              <w:rPr>
                <w:lang w:val="en-GB"/>
              </w:rPr>
            </w:pPr>
          </w:p>
        </w:tc>
      </w:tr>
      <w:tr w:rsidR="005A6921" w:rsidRPr="00E4005D" w14:paraId="65DE62FD" w14:textId="77777777" w:rsidTr="00DE3706">
        <w:tc>
          <w:tcPr>
            <w:tcW w:w="525" w:type="dxa"/>
            <w:vMerge w:val="restart"/>
          </w:tcPr>
          <w:p w14:paraId="23B84E8F" w14:textId="77777777" w:rsidR="005A6921" w:rsidRPr="00E4005D" w:rsidRDefault="005A6921" w:rsidP="00030675">
            <w:pPr>
              <w:pStyle w:val="Tabletext"/>
              <w:rPr>
                <w:lang w:val="en-GB"/>
              </w:rPr>
            </w:pPr>
            <w:r w:rsidRPr="00E4005D">
              <w:rPr>
                <w:bCs/>
                <w:lang w:val="en-GB"/>
              </w:rPr>
              <w:lastRenderedPageBreak/>
              <w:t>33</w:t>
            </w:r>
          </w:p>
        </w:tc>
        <w:tc>
          <w:tcPr>
            <w:tcW w:w="3330" w:type="dxa"/>
          </w:tcPr>
          <w:p w14:paraId="70AA7C25" w14:textId="77777777" w:rsidR="005A6921" w:rsidRPr="00E4005D" w:rsidRDefault="005A6921" w:rsidP="00030675">
            <w:pPr>
              <w:pStyle w:val="Tabletext"/>
              <w:rPr>
                <w:lang w:val="en-GB"/>
              </w:rPr>
            </w:pPr>
            <w:r w:rsidRPr="00E4005D">
              <w:rPr>
                <w:lang w:val="en-GB"/>
              </w:rPr>
              <w:t>RP78Si + RP8Si</w:t>
            </w:r>
            <w:r w:rsidRPr="00E4005D">
              <w:rPr>
                <w:lang w:val="en-GB"/>
              </w:rPr>
              <w:t> </w:t>
            </w:r>
          </w:p>
        </w:tc>
        <w:tc>
          <w:tcPr>
            <w:tcW w:w="810" w:type="dxa"/>
          </w:tcPr>
          <w:p w14:paraId="57697A1F" w14:textId="77777777" w:rsidR="005A6921" w:rsidRPr="00E4005D" w:rsidRDefault="005A6921" w:rsidP="00030675">
            <w:pPr>
              <w:pStyle w:val="Tabletext"/>
              <w:rPr>
                <w:lang w:val="en-GB"/>
              </w:rPr>
            </w:pPr>
            <w:r w:rsidRPr="00E4005D">
              <w:rPr>
                <w:lang w:val="en-GB"/>
              </w:rPr>
              <w:t>Butt</w:t>
            </w:r>
          </w:p>
        </w:tc>
        <w:tc>
          <w:tcPr>
            <w:tcW w:w="1530" w:type="dxa"/>
          </w:tcPr>
          <w:p w14:paraId="047ED9A6" w14:textId="77777777" w:rsidR="005A6921" w:rsidRPr="00E4005D" w:rsidRDefault="005A6921" w:rsidP="00030675">
            <w:pPr>
              <w:pStyle w:val="Tabletext"/>
              <w:rPr>
                <w:lang w:val="en-GB"/>
              </w:rPr>
            </w:pPr>
            <w:r w:rsidRPr="00E4005D">
              <w:rPr>
                <w:lang w:val="en-GB"/>
              </w:rPr>
              <w:t>Single</w:t>
            </w:r>
          </w:p>
        </w:tc>
        <w:tc>
          <w:tcPr>
            <w:tcW w:w="1260" w:type="dxa"/>
          </w:tcPr>
          <w:p w14:paraId="11705561" w14:textId="77777777" w:rsidR="005A6921" w:rsidRPr="00E4005D" w:rsidRDefault="005A6921" w:rsidP="00030675">
            <w:pPr>
              <w:pStyle w:val="Tabletext"/>
              <w:rPr>
                <w:lang w:val="en-GB"/>
              </w:rPr>
            </w:pPr>
            <w:r w:rsidRPr="00E4005D">
              <w:rPr>
                <w:lang w:val="en-GB"/>
              </w:rPr>
              <w:t>40</w:t>
            </w:r>
          </w:p>
        </w:tc>
        <w:tc>
          <w:tcPr>
            <w:tcW w:w="990" w:type="dxa"/>
          </w:tcPr>
          <w:p w14:paraId="1D8813D3" w14:textId="77777777" w:rsidR="005A6921" w:rsidRPr="00E4005D" w:rsidRDefault="005A6921" w:rsidP="00030675">
            <w:pPr>
              <w:pStyle w:val="Tabletext"/>
              <w:rPr>
                <w:lang w:val="en-GB"/>
              </w:rPr>
            </w:pPr>
            <w:r w:rsidRPr="00E4005D">
              <w:rPr>
                <w:lang w:val="en-GB"/>
              </w:rPr>
              <w:t>Medium</w:t>
            </w:r>
          </w:p>
        </w:tc>
        <w:tc>
          <w:tcPr>
            <w:tcW w:w="720" w:type="dxa"/>
          </w:tcPr>
          <w:p w14:paraId="086D583A" w14:textId="77777777" w:rsidR="005A6921" w:rsidRPr="00E4005D" w:rsidRDefault="005A6921" w:rsidP="00030675">
            <w:pPr>
              <w:pStyle w:val="Tabletext"/>
              <w:rPr>
                <w:lang w:val="en-GB"/>
              </w:rPr>
            </w:pPr>
          </w:p>
        </w:tc>
      </w:tr>
      <w:tr w:rsidR="005A6921" w:rsidRPr="00E4005D" w14:paraId="5E6D052D" w14:textId="77777777" w:rsidTr="00DE3706">
        <w:tc>
          <w:tcPr>
            <w:tcW w:w="525" w:type="dxa"/>
            <w:vMerge/>
          </w:tcPr>
          <w:p w14:paraId="1F886D69" w14:textId="77777777" w:rsidR="005A6921" w:rsidRPr="00E4005D" w:rsidRDefault="005A6921" w:rsidP="00030675">
            <w:pPr>
              <w:pStyle w:val="Tabletext"/>
            </w:pPr>
          </w:p>
        </w:tc>
        <w:tc>
          <w:tcPr>
            <w:tcW w:w="3330" w:type="dxa"/>
          </w:tcPr>
          <w:p w14:paraId="4FDA2564" w14:textId="77777777" w:rsidR="005A6921" w:rsidRPr="00E4005D" w:rsidRDefault="005A6921" w:rsidP="00030675">
            <w:pPr>
              <w:pStyle w:val="Tabletext"/>
              <w:rPr>
                <w:lang w:val="en-GB"/>
              </w:rPr>
            </w:pPr>
            <w:r w:rsidRPr="00E4005D">
              <w:rPr>
                <w:lang w:val="en-GB"/>
              </w:rPr>
              <w:t>RP530 + RP38</w:t>
            </w:r>
          </w:p>
        </w:tc>
        <w:tc>
          <w:tcPr>
            <w:tcW w:w="810" w:type="dxa"/>
          </w:tcPr>
          <w:p w14:paraId="7ED95BC5" w14:textId="77777777" w:rsidR="005A6921" w:rsidRPr="00E4005D" w:rsidRDefault="005A6921" w:rsidP="00030675">
            <w:pPr>
              <w:pStyle w:val="Tabletext"/>
              <w:rPr>
                <w:lang w:val="en-GB"/>
              </w:rPr>
            </w:pPr>
            <w:r w:rsidRPr="00E4005D">
              <w:rPr>
                <w:lang w:val="en-GB"/>
              </w:rPr>
              <w:t>Butt</w:t>
            </w:r>
          </w:p>
        </w:tc>
        <w:tc>
          <w:tcPr>
            <w:tcW w:w="1530" w:type="dxa"/>
          </w:tcPr>
          <w:p w14:paraId="73A28ABA" w14:textId="77777777" w:rsidR="005A6921" w:rsidRPr="00E4005D" w:rsidRDefault="005A6921" w:rsidP="00030675">
            <w:pPr>
              <w:pStyle w:val="Tabletext"/>
              <w:rPr>
                <w:lang w:val="en-GB"/>
              </w:rPr>
            </w:pPr>
            <w:r w:rsidRPr="00E4005D">
              <w:rPr>
                <w:lang w:val="en-GB"/>
              </w:rPr>
              <w:t>Single</w:t>
            </w:r>
          </w:p>
        </w:tc>
        <w:tc>
          <w:tcPr>
            <w:tcW w:w="1260" w:type="dxa"/>
          </w:tcPr>
          <w:p w14:paraId="3DB0ECA5" w14:textId="77777777" w:rsidR="005A6921" w:rsidRPr="00E4005D" w:rsidRDefault="005A6921" w:rsidP="00030675">
            <w:pPr>
              <w:pStyle w:val="Tabletext"/>
              <w:rPr>
                <w:lang w:val="en-GB"/>
              </w:rPr>
            </w:pPr>
            <w:r w:rsidRPr="00E4005D">
              <w:rPr>
                <w:lang w:val="en-GB"/>
              </w:rPr>
              <w:t>50</w:t>
            </w:r>
          </w:p>
        </w:tc>
        <w:tc>
          <w:tcPr>
            <w:tcW w:w="990" w:type="dxa"/>
          </w:tcPr>
          <w:p w14:paraId="47733F25" w14:textId="77777777" w:rsidR="005A6921" w:rsidRPr="00E4005D" w:rsidRDefault="005A6921" w:rsidP="00030675">
            <w:pPr>
              <w:pStyle w:val="Tabletext"/>
              <w:rPr>
                <w:lang w:val="en-GB"/>
              </w:rPr>
            </w:pPr>
            <w:r w:rsidRPr="00E4005D">
              <w:rPr>
                <w:lang w:val="en-GB"/>
              </w:rPr>
              <w:t>Medium</w:t>
            </w:r>
          </w:p>
        </w:tc>
        <w:tc>
          <w:tcPr>
            <w:tcW w:w="720" w:type="dxa"/>
          </w:tcPr>
          <w:p w14:paraId="2B4A5A0A" w14:textId="77777777" w:rsidR="005A6921" w:rsidRPr="00E4005D" w:rsidRDefault="005A6921" w:rsidP="00030675">
            <w:pPr>
              <w:pStyle w:val="Tabletext"/>
              <w:rPr>
                <w:lang w:val="en-GB"/>
              </w:rPr>
            </w:pPr>
          </w:p>
        </w:tc>
      </w:tr>
      <w:tr w:rsidR="005A6921" w:rsidRPr="00E4005D" w14:paraId="697566BF" w14:textId="77777777" w:rsidTr="00DE3706">
        <w:tc>
          <w:tcPr>
            <w:tcW w:w="525" w:type="dxa"/>
            <w:vMerge/>
          </w:tcPr>
          <w:p w14:paraId="176C7D7F" w14:textId="77777777" w:rsidR="005A6921" w:rsidRPr="00E4005D" w:rsidRDefault="005A6921" w:rsidP="00030675">
            <w:pPr>
              <w:pStyle w:val="Tabletext"/>
            </w:pPr>
          </w:p>
        </w:tc>
        <w:tc>
          <w:tcPr>
            <w:tcW w:w="3330" w:type="dxa"/>
          </w:tcPr>
          <w:p w14:paraId="38172510" w14:textId="77777777" w:rsidR="005A6921" w:rsidRPr="00E4005D" w:rsidRDefault="005A6921" w:rsidP="00030675">
            <w:pPr>
              <w:pStyle w:val="Tabletext"/>
              <w:rPr>
                <w:lang w:val="en-GB"/>
              </w:rPr>
            </w:pPr>
            <w:r w:rsidRPr="00E4005D">
              <w:rPr>
                <w:lang w:val="en-GB"/>
              </w:rPr>
              <w:t>RP530 + RP70</w:t>
            </w:r>
          </w:p>
        </w:tc>
        <w:tc>
          <w:tcPr>
            <w:tcW w:w="810" w:type="dxa"/>
          </w:tcPr>
          <w:p w14:paraId="6AF5ABEE" w14:textId="77777777" w:rsidR="005A6921" w:rsidRPr="00E4005D" w:rsidRDefault="005A6921" w:rsidP="00030675">
            <w:pPr>
              <w:pStyle w:val="Tabletext"/>
              <w:rPr>
                <w:lang w:val="en-GB"/>
              </w:rPr>
            </w:pPr>
            <w:r w:rsidRPr="00E4005D">
              <w:rPr>
                <w:lang w:val="en-GB"/>
              </w:rPr>
              <w:t>Butt</w:t>
            </w:r>
          </w:p>
        </w:tc>
        <w:tc>
          <w:tcPr>
            <w:tcW w:w="1530" w:type="dxa"/>
          </w:tcPr>
          <w:p w14:paraId="6DD1B07C" w14:textId="77777777" w:rsidR="005A6921" w:rsidRPr="00E4005D" w:rsidRDefault="005A6921" w:rsidP="00030675">
            <w:pPr>
              <w:pStyle w:val="Tabletext"/>
              <w:rPr>
                <w:lang w:val="en-GB"/>
              </w:rPr>
            </w:pPr>
            <w:r w:rsidRPr="00E4005D">
              <w:rPr>
                <w:lang w:val="en-GB"/>
              </w:rPr>
              <w:t>Single</w:t>
            </w:r>
          </w:p>
        </w:tc>
        <w:tc>
          <w:tcPr>
            <w:tcW w:w="1260" w:type="dxa"/>
          </w:tcPr>
          <w:p w14:paraId="206C7BF6" w14:textId="77777777" w:rsidR="005A6921" w:rsidRPr="00E4005D" w:rsidRDefault="005A6921" w:rsidP="00030675">
            <w:pPr>
              <w:pStyle w:val="Tabletext"/>
              <w:rPr>
                <w:lang w:val="en-GB"/>
              </w:rPr>
            </w:pPr>
            <w:r w:rsidRPr="00E4005D">
              <w:rPr>
                <w:lang w:val="en-GB"/>
              </w:rPr>
              <w:t>50</w:t>
            </w:r>
          </w:p>
        </w:tc>
        <w:tc>
          <w:tcPr>
            <w:tcW w:w="990" w:type="dxa"/>
          </w:tcPr>
          <w:p w14:paraId="7CDC4A08" w14:textId="77777777" w:rsidR="005A6921" w:rsidRPr="00E4005D" w:rsidRDefault="005A6921" w:rsidP="00030675">
            <w:pPr>
              <w:pStyle w:val="Tabletext"/>
              <w:rPr>
                <w:lang w:val="en-GB"/>
              </w:rPr>
            </w:pPr>
            <w:r w:rsidRPr="00E4005D">
              <w:rPr>
                <w:lang w:val="en-GB"/>
              </w:rPr>
              <w:t>Medium</w:t>
            </w:r>
          </w:p>
        </w:tc>
        <w:tc>
          <w:tcPr>
            <w:tcW w:w="720" w:type="dxa"/>
          </w:tcPr>
          <w:p w14:paraId="2A11018E" w14:textId="77777777" w:rsidR="005A6921" w:rsidRPr="00E4005D" w:rsidRDefault="005A6921" w:rsidP="00030675">
            <w:pPr>
              <w:pStyle w:val="Tabletext"/>
              <w:rPr>
                <w:lang w:val="en-GB"/>
              </w:rPr>
            </w:pPr>
          </w:p>
        </w:tc>
      </w:tr>
    </w:tbl>
    <w:p w14:paraId="57F39623" w14:textId="77777777" w:rsidR="00030675" w:rsidRPr="00E4005D" w:rsidRDefault="00030675" w:rsidP="00030675"/>
    <w:p w14:paraId="36D39402" w14:textId="72035993" w:rsidR="005A6921" w:rsidRPr="00E4005D" w:rsidRDefault="005A6921" w:rsidP="005A6921">
      <w:pPr>
        <w:pStyle w:val="Heading4"/>
      </w:pPr>
      <w:r w:rsidRPr="00E4005D">
        <w:t>Rw3</w:t>
      </w:r>
      <w:r w:rsidR="00C820E6" w:rsidRPr="00E4005D">
        <w:t>4</w:t>
      </w:r>
      <w:r w:rsidRPr="00E4005D">
        <w:t xml:space="preserve"> to Rw</w:t>
      </w:r>
      <w:r w:rsidR="00C820E6" w:rsidRPr="00E4005D">
        <w:t>40</w:t>
      </w:r>
      <w:r w:rsidRPr="00E4005D">
        <w:t xml:space="preserve"> acoustic sealing system schedule</w:t>
      </w:r>
    </w:p>
    <w:tbl>
      <w:tblPr>
        <w:tblStyle w:val="TableGrid"/>
        <w:tblW w:w="9180" w:type="dxa"/>
        <w:tblInd w:w="-15" w:type="dxa"/>
        <w:tblLayout w:type="fixed"/>
        <w:tblCellMar>
          <w:top w:w="28" w:type="dxa"/>
          <w:left w:w="28" w:type="dxa"/>
          <w:bottom w:w="28" w:type="dxa"/>
          <w:right w:w="28" w:type="dxa"/>
        </w:tblCellMar>
        <w:tblLook w:val="04A0" w:firstRow="1" w:lastRow="0" w:firstColumn="1" w:lastColumn="0" w:noHBand="0" w:noVBand="1"/>
      </w:tblPr>
      <w:tblGrid>
        <w:gridCol w:w="540"/>
        <w:gridCol w:w="3330"/>
        <w:gridCol w:w="810"/>
        <w:gridCol w:w="1530"/>
        <w:gridCol w:w="1260"/>
        <w:gridCol w:w="990"/>
        <w:gridCol w:w="720"/>
      </w:tblGrid>
      <w:tr w:rsidR="00DE3706" w:rsidRPr="00E4005D" w14:paraId="7B20E710" w14:textId="77777777" w:rsidTr="00DE3706">
        <w:trPr>
          <w:tblHeader/>
        </w:trPr>
        <w:tc>
          <w:tcPr>
            <w:tcW w:w="540" w:type="dxa"/>
            <w:vMerge w:val="restart"/>
          </w:tcPr>
          <w:p w14:paraId="6DE1DBA7" w14:textId="73395E4A" w:rsidR="00DE3706" w:rsidRPr="00E4005D" w:rsidRDefault="00DE3706" w:rsidP="00DE3706">
            <w:pPr>
              <w:pStyle w:val="Tabletitle"/>
            </w:pPr>
            <w:proofErr w:type="spellStart"/>
            <w:r w:rsidRPr="00E4005D">
              <w:rPr>
                <w:lang w:val="en-GB"/>
              </w:rPr>
              <w:t>R</w:t>
            </w:r>
            <w:r w:rsidRPr="00E4005D">
              <w:rPr>
                <w:vertAlign w:val="subscript"/>
                <w:lang w:val="en-GB"/>
              </w:rPr>
              <w:t>w</w:t>
            </w:r>
            <w:proofErr w:type="spellEnd"/>
          </w:p>
        </w:tc>
        <w:tc>
          <w:tcPr>
            <w:tcW w:w="3330" w:type="dxa"/>
            <w:vMerge w:val="restart"/>
          </w:tcPr>
          <w:p w14:paraId="0CB48816" w14:textId="77777777" w:rsidR="00DE3706" w:rsidRPr="00E4005D" w:rsidRDefault="00DE3706" w:rsidP="00DE3706">
            <w:pPr>
              <w:pStyle w:val="Tabletitle"/>
              <w:rPr>
                <w:lang w:val="en-GB"/>
              </w:rPr>
            </w:pPr>
            <w:r w:rsidRPr="00E4005D">
              <w:rPr>
                <w:lang w:val="en-GB"/>
              </w:rPr>
              <w:t>Raven acoustic sealing systems</w:t>
            </w:r>
          </w:p>
        </w:tc>
        <w:tc>
          <w:tcPr>
            <w:tcW w:w="3600" w:type="dxa"/>
            <w:gridSpan w:val="3"/>
          </w:tcPr>
          <w:p w14:paraId="04D5758F" w14:textId="77777777" w:rsidR="00DE3706" w:rsidRPr="00E4005D" w:rsidRDefault="00DE3706" w:rsidP="00DE3706">
            <w:pPr>
              <w:pStyle w:val="Tabletitle"/>
            </w:pPr>
            <w:r w:rsidRPr="00E4005D">
              <w:rPr>
                <w:lang w:val="en-GB"/>
              </w:rPr>
              <w:t>Door</w:t>
            </w:r>
          </w:p>
        </w:tc>
        <w:tc>
          <w:tcPr>
            <w:tcW w:w="990" w:type="dxa"/>
            <w:vMerge w:val="restart"/>
          </w:tcPr>
          <w:p w14:paraId="0C0B9FF5" w14:textId="190620F5" w:rsidR="00DE3706" w:rsidRPr="00E4005D" w:rsidRDefault="00DE3706" w:rsidP="00DE3706">
            <w:pPr>
              <w:pStyle w:val="Tabletitle"/>
            </w:pPr>
            <w:r w:rsidRPr="00E4005D">
              <w:rPr>
                <w:lang w:val="en-GB"/>
              </w:rPr>
              <w:t>Duty level</w:t>
            </w:r>
          </w:p>
        </w:tc>
        <w:tc>
          <w:tcPr>
            <w:tcW w:w="720" w:type="dxa"/>
            <w:vMerge w:val="restart"/>
          </w:tcPr>
          <w:p w14:paraId="3504258A" w14:textId="77777777" w:rsidR="00DE3706" w:rsidRPr="00E4005D" w:rsidRDefault="00DE3706" w:rsidP="00DE3706">
            <w:pPr>
              <w:pStyle w:val="Tabletitle"/>
              <w:rPr>
                <w:lang w:val="en-GB"/>
              </w:rPr>
            </w:pPr>
            <w:r w:rsidRPr="00E4005D">
              <w:rPr>
                <w:lang w:val="en-GB"/>
              </w:rPr>
              <w:t>Door No.</w:t>
            </w:r>
          </w:p>
        </w:tc>
      </w:tr>
      <w:tr w:rsidR="00DE3706" w:rsidRPr="00E4005D" w14:paraId="7EA0EF72" w14:textId="77777777" w:rsidTr="00DE3706">
        <w:trPr>
          <w:tblHeader/>
        </w:trPr>
        <w:tc>
          <w:tcPr>
            <w:tcW w:w="540" w:type="dxa"/>
            <w:vMerge/>
          </w:tcPr>
          <w:p w14:paraId="384D390A" w14:textId="77777777" w:rsidR="00DE3706" w:rsidRPr="00E4005D" w:rsidRDefault="00DE3706" w:rsidP="00DE3706">
            <w:pPr>
              <w:pStyle w:val="Tabletitle"/>
            </w:pPr>
          </w:p>
        </w:tc>
        <w:tc>
          <w:tcPr>
            <w:tcW w:w="3330" w:type="dxa"/>
            <w:vMerge/>
          </w:tcPr>
          <w:p w14:paraId="05920197" w14:textId="77777777" w:rsidR="00DE3706" w:rsidRPr="00E4005D" w:rsidRDefault="00DE3706" w:rsidP="00DE3706">
            <w:pPr>
              <w:pStyle w:val="Tabletitle"/>
            </w:pPr>
          </w:p>
        </w:tc>
        <w:tc>
          <w:tcPr>
            <w:tcW w:w="810" w:type="dxa"/>
          </w:tcPr>
          <w:p w14:paraId="4D539FDF" w14:textId="77777777" w:rsidR="00DE3706" w:rsidRPr="00E4005D" w:rsidRDefault="00DE3706" w:rsidP="00DE3706">
            <w:pPr>
              <w:pStyle w:val="Tabletitle"/>
              <w:rPr>
                <w:lang w:val="en-GB"/>
              </w:rPr>
            </w:pPr>
            <w:r w:rsidRPr="00E4005D">
              <w:rPr>
                <w:lang w:val="en-GB"/>
              </w:rPr>
              <w:t>Hinge</w:t>
            </w:r>
          </w:p>
        </w:tc>
        <w:tc>
          <w:tcPr>
            <w:tcW w:w="1530" w:type="dxa"/>
          </w:tcPr>
          <w:p w14:paraId="1C2919B0" w14:textId="77777777" w:rsidR="00DE3706" w:rsidRPr="00E4005D" w:rsidRDefault="00DE3706" w:rsidP="00DE3706">
            <w:pPr>
              <w:pStyle w:val="Tabletitle"/>
              <w:rPr>
                <w:lang w:val="en-GB"/>
              </w:rPr>
            </w:pPr>
            <w:r w:rsidRPr="00E4005D">
              <w:rPr>
                <w:lang w:val="en-GB"/>
              </w:rPr>
              <w:t>Configuration</w:t>
            </w:r>
          </w:p>
        </w:tc>
        <w:tc>
          <w:tcPr>
            <w:tcW w:w="1260" w:type="dxa"/>
          </w:tcPr>
          <w:p w14:paraId="6FCB2916" w14:textId="77777777" w:rsidR="00DE3706" w:rsidRPr="00E4005D" w:rsidRDefault="00DE3706" w:rsidP="00DE3706">
            <w:pPr>
              <w:pStyle w:val="Tabletitle"/>
              <w:rPr>
                <w:lang w:val="en-GB"/>
              </w:rPr>
            </w:pPr>
            <w:r w:rsidRPr="00E4005D">
              <w:rPr>
                <w:lang w:val="en-GB"/>
              </w:rPr>
              <w:t>Thickness</w:t>
            </w:r>
          </w:p>
          <w:p w14:paraId="5FF41B04" w14:textId="77777777" w:rsidR="00DE3706" w:rsidRPr="00E4005D" w:rsidRDefault="00DE3706" w:rsidP="00DE3706">
            <w:pPr>
              <w:pStyle w:val="Tabletitle"/>
              <w:rPr>
                <w:lang w:val="en-GB"/>
              </w:rPr>
            </w:pPr>
            <w:r w:rsidRPr="00E4005D">
              <w:rPr>
                <w:lang w:val="en-GB"/>
              </w:rPr>
              <w:t>(mm)</w:t>
            </w:r>
          </w:p>
        </w:tc>
        <w:tc>
          <w:tcPr>
            <w:tcW w:w="990" w:type="dxa"/>
            <w:vMerge/>
          </w:tcPr>
          <w:p w14:paraId="32BD4331" w14:textId="77777777" w:rsidR="00DE3706" w:rsidRPr="00E4005D" w:rsidRDefault="00DE3706" w:rsidP="00DE3706">
            <w:pPr>
              <w:pStyle w:val="Tabletitle"/>
              <w:rPr>
                <w:lang w:val="en-GB"/>
              </w:rPr>
            </w:pPr>
          </w:p>
        </w:tc>
        <w:tc>
          <w:tcPr>
            <w:tcW w:w="720" w:type="dxa"/>
            <w:vMerge/>
          </w:tcPr>
          <w:p w14:paraId="21C7875E" w14:textId="77777777" w:rsidR="00DE3706" w:rsidRPr="00E4005D" w:rsidRDefault="00DE3706" w:rsidP="00DE3706">
            <w:pPr>
              <w:pStyle w:val="Tabletitle"/>
              <w:rPr>
                <w:lang w:val="en-GB"/>
              </w:rPr>
            </w:pPr>
          </w:p>
        </w:tc>
      </w:tr>
      <w:tr w:rsidR="00C820E6" w:rsidRPr="00E4005D" w14:paraId="7127F2F2" w14:textId="77777777" w:rsidTr="00DE3706">
        <w:tc>
          <w:tcPr>
            <w:tcW w:w="540" w:type="dxa"/>
          </w:tcPr>
          <w:p w14:paraId="7F0EE17F" w14:textId="77777777" w:rsidR="00C820E6" w:rsidRPr="00E4005D" w:rsidRDefault="00C820E6" w:rsidP="00C820E6">
            <w:pPr>
              <w:pStyle w:val="Tabletext"/>
              <w:rPr>
                <w:lang w:val="en-GB"/>
              </w:rPr>
            </w:pPr>
            <w:r w:rsidRPr="00E4005D">
              <w:rPr>
                <w:lang w:val="en-GB"/>
              </w:rPr>
              <w:t>34</w:t>
            </w:r>
          </w:p>
        </w:tc>
        <w:tc>
          <w:tcPr>
            <w:tcW w:w="3330" w:type="dxa"/>
          </w:tcPr>
          <w:p w14:paraId="78EDB35A" w14:textId="77777777" w:rsidR="00C820E6" w:rsidRPr="00E4005D" w:rsidRDefault="00C820E6" w:rsidP="00C820E6">
            <w:pPr>
              <w:pStyle w:val="Tabletext"/>
              <w:rPr>
                <w:lang w:val="en-GB"/>
              </w:rPr>
            </w:pPr>
            <w:r w:rsidRPr="00E4005D">
              <w:rPr>
                <w:lang w:val="en-GB"/>
              </w:rPr>
              <w:t>RP78Si + RP530 + RP70</w:t>
            </w:r>
          </w:p>
        </w:tc>
        <w:tc>
          <w:tcPr>
            <w:tcW w:w="810" w:type="dxa"/>
          </w:tcPr>
          <w:p w14:paraId="52068B64" w14:textId="77777777" w:rsidR="00C820E6" w:rsidRPr="00E4005D" w:rsidRDefault="00C820E6" w:rsidP="00C820E6">
            <w:pPr>
              <w:pStyle w:val="Tabletext"/>
              <w:rPr>
                <w:lang w:val="en-GB"/>
              </w:rPr>
            </w:pPr>
            <w:r w:rsidRPr="00E4005D">
              <w:rPr>
                <w:lang w:val="en-GB"/>
              </w:rPr>
              <w:t>Butt</w:t>
            </w:r>
          </w:p>
        </w:tc>
        <w:tc>
          <w:tcPr>
            <w:tcW w:w="1530" w:type="dxa"/>
          </w:tcPr>
          <w:p w14:paraId="601E535E" w14:textId="77777777" w:rsidR="00C820E6" w:rsidRPr="00E4005D" w:rsidRDefault="00C820E6" w:rsidP="00C820E6">
            <w:pPr>
              <w:pStyle w:val="Tabletext"/>
              <w:rPr>
                <w:lang w:val="en-GB"/>
              </w:rPr>
            </w:pPr>
            <w:r w:rsidRPr="00E4005D">
              <w:rPr>
                <w:lang w:val="en-GB"/>
              </w:rPr>
              <w:t>Single</w:t>
            </w:r>
          </w:p>
        </w:tc>
        <w:tc>
          <w:tcPr>
            <w:tcW w:w="1260" w:type="dxa"/>
          </w:tcPr>
          <w:p w14:paraId="06712767" w14:textId="77777777" w:rsidR="00C820E6" w:rsidRPr="00E4005D" w:rsidRDefault="00C820E6" w:rsidP="00C820E6">
            <w:pPr>
              <w:pStyle w:val="Tabletext"/>
              <w:rPr>
                <w:lang w:val="en-GB"/>
              </w:rPr>
            </w:pPr>
            <w:r w:rsidRPr="00E4005D">
              <w:rPr>
                <w:lang w:val="en-GB"/>
              </w:rPr>
              <w:t>50</w:t>
            </w:r>
          </w:p>
        </w:tc>
        <w:tc>
          <w:tcPr>
            <w:tcW w:w="990" w:type="dxa"/>
          </w:tcPr>
          <w:p w14:paraId="3E013D43" w14:textId="77777777" w:rsidR="00C820E6" w:rsidRPr="00E4005D" w:rsidRDefault="00C820E6" w:rsidP="00C820E6">
            <w:pPr>
              <w:pStyle w:val="Tabletext"/>
              <w:rPr>
                <w:lang w:val="en-GB"/>
              </w:rPr>
            </w:pPr>
            <w:r w:rsidRPr="00E4005D">
              <w:rPr>
                <w:lang w:val="en-GB"/>
              </w:rPr>
              <w:t>Medium</w:t>
            </w:r>
          </w:p>
        </w:tc>
        <w:tc>
          <w:tcPr>
            <w:tcW w:w="720" w:type="dxa"/>
          </w:tcPr>
          <w:p w14:paraId="5097F893" w14:textId="77777777" w:rsidR="00C820E6" w:rsidRPr="00E4005D" w:rsidRDefault="00C820E6" w:rsidP="00C820E6">
            <w:pPr>
              <w:pStyle w:val="Tabletext"/>
              <w:rPr>
                <w:lang w:val="en-GB"/>
              </w:rPr>
            </w:pPr>
          </w:p>
        </w:tc>
      </w:tr>
      <w:tr w:rsidR="00C820E6" w:rsidRPr="00E4005D" w14:paraId="72B6EDB4" w14:textId="77777777" w:rsidTr="00DE3706">
        <w:tc>
          <w:tcPr>
            <w:tcW w:w="540" w:type="dxa"/>
            <w:vMerge w:val="restart"/>
          </w:tcPr>
          <w:p w14:paraId="24A01C10" w14:textId="77777777" w:rsidR="00C820E6" w:rsidRPr="00E4005D" w:rsidRDefault="00C820E6" w:rsidP="00C820E6">
            <w:pPr>
              <w:pStyle w:val="Tabletext"/>
              <w:rPr>
                <w:lang w:val="en-GB"/>
              </w:rPr>
            </w:pPr>
            <w:r w:rsidRPr="00E4005D">
              <w:rPr>
                <w:lang w:val="en-GB"/>
              </w:rPr>
              <w:t>36</w:t>
            </w:r>
          </w:p>
        </w:tc>
        <w:tc>
          <w:tcPr>
            <w:tcW w:w="3330" w:type="dxa"/>
          </w:tcPr>
          <w:p w14:paraId="2D6145E4" w14:textId="77777777" w:rsidR="00C820E6" w:rsidRPr="00E4005D" w:rsidRDefault="00C820E6" w:rsidP="00C820E6">
            <w:pPr>
              <w:pStyle w:val="Tabletext"/>
              <w:rPr>
                <w:lang w:val="en-GB"/>
              </w:rPr>
            </w:pPr>
            <w:r w:rsidRPr="00E4005D">
              <w:rPr>
                <w:lang w:val="en-GB"/>
              </w:rPr>
              <w:t>RP78Si + RP124 + RP8Si</w:t>
            </w:r>
          </w:p>
        </w:tc>
        <w:tc>
          <w:tcPr>
            <w:tcW w:w="810" w:type="dxa"/>
          </w:tcPr>
          <w:p w14:paraId="07C2F886" w14:textId="77777777" w:rsidR="00C820E6" w:rsidRPr="00E4005D" w:rsidRDefault="00C820E6" w:rsidP="00C820E6">
            <w:pPr>
              <w:pStyle w:val="Tabletext"/>
              <w:rPr>
                <w:lang w:val="en-GB"/>
              </w:rPr>
            </w:pPr>
            <w:r w:rsidRPr="00E4005D">
              <w:rPr>
                <w:lang w:val="en-GB"/>
              </w:rPr>
              <w:t>Butt</w:t>
            </w:r>
          </w:p>
        </w:tc>
        <w:tc>
          <w:tcPr>
            <w:tcW w:w="1530" w:type="dxa"/>
          </w:tcPr>
          <w:p w14:paraId="5DC4E519" w14:textId="77777777" w:rsidR="00C820E6" w:rsidRPr="00E4005D" w:rsidRDefault="00C820E6" w:rsidP="00C820E6">
            <w:pPr>
              <w:pStyle w:val="Tabletext"/>
              <w:rPr>
                <w:lang w:val="en-GB"/>
              </w:rPr>
            </w:pPr>
            <w:r w:rsidRPr="00E4005D">
              <w:rPr>
                <w:lang w:val="en-GB"/>
              </w:rPr>
              <w:t>Single</w:t>
            </w:r>
          </w:p>
        </w:tc>
        <w:tc>
          <w:tcPr>
            <w:tcW w:w="1260" w:type="dxa"/>
          </w:tcPr>
          <w:p w14:paraId="6595E7AA" w14:textId="77777777" w:rsidR="00C820E6" w:rsidRPr="00E4005D" w:rsidRDefault="00C820E6" w:rsidP="00C820E6">
            <w:pPr>
              <w:pStyle w:val="Tabletext"/>
              <w:rPr>
                <w:lang w:val="en-GB"/>
              </w:rPr>
            </w:pPr>
            <w:r w:rsidRPr="00E4005D">
              <w:rPr>
                <w:lang w:val="en-GB"/>
              </w:rPr>
              <w:t>35</w:t>
            </w:r>
          </w:p>
        </w:tc>
        <w:tc>
          <w:tcPr>
            <w:tcW w:w="990" w:type="dxa"/>
          </w:tcPr>
          <w:p w14:paraId="42E56110" w14:textId="77777777" w:rsidR="00C820E6" w:rsidRPr="00E4005D" w:rsidRDefault="00C820E6" w:rsidP="00C820E6">
            <w:pPr>
              <w:pStyle w:val="Tabletext"/>
              <w:rPr>
                <w:lang w:val="en-GB"/>
              </w:rPr>
            </w:pPr>
            <w:r w:rsidRPr="00E4005D">
              <w:rPr>
                <w:lang w:val="en-GB"/>
              </w:rPr>
              <w:t>Medium</w:t>
            </w:r>
          </w:p>
        </w:tc>
        <w:tc>
          <w:tcPr>
            <w:tcW w:w="720" w:type="dxa"/>
          </w:tcPr>
          <w:p w14:paraId="74C989C3" w14:textId="77777777" w:rsidR="00C820E6" w:rsidRPr="00E4005D" w:rsidRDefault="00C820E6" w:rsidP="00C820E6">
            <w:pPr>
              <w:pStyle w:val="Tabletext"/>
              <w:rPr>
                <w:lang w:val="en-GB"/>
              </w:rPr>
            </w:pPr>
          </w:p>
        </w:tc>
      </w:tr>
      <w:tr w:rsidR="00C820E6" w:rsidRPr="00E4005D" w14:paraId="6FBBD166" w14:textId="77777777" w:rsidTr="00DE3706">
        <w:tc>
          <w:tcPr>
            <w:tcW w:w="540" w:type="dxa"/>
            <w:vMerge/>
          </w:tcPr>
          <w:p w14:paraId="6ECA19EF" w14:textId="77777777" w:rsidR="00C820E6" w:rsidRPr="00E4005D" w:rsidRDefault="00C820E6" w:rsidP="00C820E6">
            <w:pPr>
              <w:pStyle w:val="Tabletext"/>
            </w:pPr>
          </w:p>
        </w:tc>
        <w:tc>
          <w:tcPr>
            <w:tcW w:w="3330" w:type="dxa"/>
          </w:tcPr>
          <w:p w14:paraId="5A51D64A" w14:textId="77777777" w:rsidR="00C820E6" w:rsidRPr="00E4005D" w:rsidRDefault="00C820E6" w:rsidP="00C820E6">
            <w:pPr>
              <w:pStyle w:val="Tabletext"/>
              <w:rPr>
                <w:lang w:val="en-GB"/>
              </w:rPr>
            </w:pPr>
            <w:r w:rsidRPr="00E4005D">
              <w:rPr>
                <w:lang w:val="en-GB"/>
              </w:rPr>
              <w:t>RP120 + RP520 + RP8Si + RP99Si</w:t>
            </w:r>
          </w:p>
        </w:tc>
        <w:tc>
          <w:tcPr>
            <w:tcW w:w="810" w:type="dxa"/>
          </w:tcPr>
          <w:p w14:paraId="1096C774" w14:textId="77777777" w:rsidR="00C820E6" w:rsidRPr="00E4005D" w:rsidRDefault="00C820E6" w:rsidP="00C820E6">
            <w:pPr>
              <w:pStyle w:val="Tabletext"/>
              <w:rPr>
                <w:lang w:val="en-GB"/>
              </w:rPr>
            </w:pPr>
            <w:r w:rsidRPr="00E4005D">
              <w:rPr>
                <w:lang w:val="en-GB"/>
              </w:rPr>
              <w:t>Butt</w:t>
            </w:r>
          </w:p>
        </w:tc>
        <w:tc>
          <w:tcPr>
            <w:tcW w:w="1530" w:type="dxa"/>
          </w:tcPr>
          <w:p w14:paraId="036E5635" w14:textId="77777777" w:rsidR="00C820E6" w:rsidRPr="00E4005D" w:rsidRDefault="00C820E6" w:rsidP="00C820E6">
            <w:pPr>
              <w:pStyle w:val="Tabletext"/>
              <w:rPr>
                <w:lang w:val="en-GB"/>
              </w:rPr>
            </w:pPr>
            <w:r w:rsidRPr="00E4005D">
              <w:rPr>
                <w:lang w:val="en-GB"/>
              </w:rPr>
              <w:t>Single</w:t>
            </w:r>
          </w:p>
        </w:tc>
        <w:tc>
          <w:tcPr>
            <w:tcW w:w="1260" w:type="dxa"/>
          </w:tcPr>
          <w:p w14:paraId="3AEDD10C" w14:textId="77777777" w:rsidR="00C820E6" w:rsidRPr="00E4005D" w:rsidRDefault="00C820E6" w:rsidP="00C820E6">
            <w:pPr>
              <w:pStyle w:val="Tabletext"/>
              <w:rPr>
                <w:lang w:val="en-GB"/>
              </w:rPr>
            </w:pPr>
            <w:r w:rsidRPr="00E4005D">
              <w:rPr>
                <w:lang w:val="en-GB"/>
              </w:rPr>
              <w:t>44</w:t>
            </w:r>
          </w:p>
        </w:tc>
        <w:tc>
          <w:tcPr>
            <w:tcW w:w="990" w:type="dxa"/>
          </w:tcPr>
          <w:p w14:paraId="50799020" w14:textId="77777777" w:rsidR="00C820E6" w:rsidRPr="00E4005D" w:rsidRDefault="00C820E6" w:rsidP="00C820E6">
            <w:pPr>
              <w:pStyle w:val="Tabletext"/>
              <w:rPr>
                <w:lang w:val="en-GB"/>
              </w:rPr>
            </w:pPr>
            <w:r w:rsidRPr="00E4005D">
              <w:rPr>
                <w:lang w:val="en-GB"/>
              </w:rPr>
              <w:t>Medium</w:t>
            </w:r>
          </w:p>
        </w:tc>
        <w:tc>
          <w:tcPr>
            <w:tcW w:w="720" w:type="dxa"/>
          </w:tcPr>
          <w:p w14:paraId="629B0280" w14:textId="77777777" w:rsidR="00C820E6" w:rsidRPr="00E4005D" w:rsidRDefault="00C820E6" w:rsidP="00C820E6">
            <w:pPr>
              <w:pStyle w:val="Tabletext"/>
              <w:rPr>
                <w:lang w:val="en-GB"/>
              </w:rPr>
            </w:pPr>
          </w:p>
        </w:tc>
      </w:tr>
      <w:tr w:rsidR="00C820E6" w:rsidRPr="00E4005D" w14:paraId="619F4165" w14:textId="77777777" w:rsidTr="00DE3706">
        <w:tc>
          <w:tcPr>
            <w:tcW w:w="540" w:type="dxa"/>
            <w:vMerge/>
          </w:tcPr>
          <w:p w14:paraId="135D1B49" w14:textId="77777777" w:rsidR="00C820E6" w:rsidRPr="00E4005D" w:rsidRDefault="00C820E6" w:rsidP="00C820E6">
            <w:pPr>
              <w:pStyle w:val="Tabletext"/>
            </w:pPr>
          </w:p>
        </w:tc>
        <w:tc>
          <w:tcPr>
            <w:tcW w:w="3330" w:type="dxa"/>
          </w:tcPr>
          <w:p w14:paraId="75EC8247" w14:textId="77777777" w:rsidR="00C820E6" w:rsidRPr="00E4005D" w:rsidRDefault="00C820E6" w:rsidP="00C820E6">
            <w:pPr>
              <w:pStyle w:val="Tabletext"/>
              <w:rPr>
                <w:lang w:val="en-GB"/>
              </w:rPr>
            </w:pPr>
            <w:r w:rsidRPr="00E4005D">
              <w:rPr>
                <w:lang w:val="en-GB"/>
              </w:rPr>
              <w:t>RP10Si + RP127Si</w:t>
            </w:r>
          </w:p>
        </w:tc>
        <w:tc>
          <w:tcPr>
            <w:tcW w:w="810" w:type="dxa"/>
          </w:tcPr>
          <w:p w14:paraId="0D4ED7EE" w14:textId="77777777" w:rsidR="00C820E6" w:rsidRPr="00E4005D" w:rsidRDefault="00C820E6" w:rsidP="00C820E6">
            <w:pPr>
              <w:pStyle w:val="Tabletext"/>
              <w:rPr>
                <w:lang w:val="en-GB"/>
              </w:rPr>
            </w:pPr>
            <w:r w:rsidRPr="00E4005D">
              <w:rPr>
                <w:lang w:val="en-GB"/>
              </w:rPr>
              <w:t>Butt</w:t>
            </w:r>
          </w:p>
        </w:tc>
        <w:tc>
          <w:tcPr>
            <w:tcW w:w="1530" w:type="dxa"/>
          </w:tcPr>
          <w:p w14:paraId="24BE7BF0" w14:textId="77777777" w:rsidR="00C820E6" w:rsidRPr="00E4005D" w:rsidRDefault="00C820E6" w:rsidP="00C820E6">
            <w:pPr>
              <w:pStyle w:val="Tabletext"/>
              <w:rPr>
                <w:lang w:val="en-GB"/>
              </w:rPr>
            </w:pPr>
            <w:r w:rsidRPr="00E4005D">
              <w:rPr>
                <w:lang w:val="en-GB"/>
              </w:rPr>
              <w:t>Single</w:t>
            </w:r>
          </w:p>
        </w:tc>
        <w:tc>
          <w:tcPr>
            <w:tcW w:w="1260" w:type="dxa"/>
          </w:tcPr>
          <w:p w14:paraId="3AA55BB0" w14:textId="77777777" w:rsidR="00C820E6" w:rsidRPr="00E4005D" w:rsidRDefault="00C820E6" w:rsidP="00C820E6">
            <w:pPr>
              <w:pStyle w:val="Tabletext"/>
              <w:rPr>
                <w:lang w:val="en-GB"/>
              </w:rPr>
            </w:pPr>
            <w:r w:rsidRPr="00E4005D">
              <w:rPr>
                <w:lang w:val="en-GB"/>
              </w:rPr>
              <w:t>68</w:t>
            </w:r>
          </w:p>
        </w:tc>
        <w:tc>
          <w:tcPr>
            <w:tcW w:w="990" w:type="dxa"/>
          </w:tcPr>
          <w:p w14:paraId="74BB3CEF" w14:textId="77777777" w:rsidR="00C820E6" w:rsidRPr="00E4005D" w:rsidRDefault="00C820E6" w:rsidP="00C820E6">
            <w:pPr>
              <w:pStyle w:val="Tabletext"/>
              <w:rPr>
                <w:lang w:val="en-GB"/>
              </w:rPr>
            </w:pPr>
            <w:r w:rsidRPr="00E4005D">
              <w:rPr>
                <w:lang w:val="en-GB"/>
              </w:rPr>
              <w:t>Heavy</w:t>
            </w:r>
          </w:p>
        </w:tc>
        <w:tc>
          <w:tcPr>
            <w:tcW w:w="720" w:type="dxa"/>
          </w:tcPr>
          <w:p w14:paraId="4E1DA066" w14:textId="77777777" w:rsidR="00C820E6" w:rsidRPr="00E4005D" w:rsidRDefault="00C820E6" w:rsidP="00C820E6">
            <w:pPr>
              <w:pStyle w:val="Tabletext"/>
              <w:rPr>
                <w:lang w:val="en-GB"/>
              </w:rPr>
            </w:pPr>
          </w:p>
        </w:tc>
      </w:tr>
      <w:tr w:rsidR="00C820E6" w:rsidRPr="00E4005D" w14:paraId="49001A7D" w14:textId="77777777" w:rsidTr="00DE3706">
        <w:tc>
          <w:tcPr>
            <w:tcW w:w="540" w:type="dxa"/>
            <w:vMerge w:val="restart"/>
          </w:tcPr>
          <w:p w14:paraId="359C9F73" w14:textId="77777777" w:rsidR="00C820E6" w:rsidRPr="00E4005D" w:rsidRDefault="00C820E6" w:rsidP="00C820E6">
            <w:pPr>
              <w:pStyle w:val="Tabletext"/>
              <w:rPr>
                <w:lang w:val="en-GB"/>
              </w:rPr>
            </w:pPr>
            <w:r w:rsidRPr="00E4005D">
              <w:rPr>
                <w:lang w:val="en-GB"/>
              </w:rPr>
              <w:t>37</w:t>
            </w:r>
          </w:p>
        </w:tc>
        <w:tc>
          <w:tcPr>
            <w:tcW w:w="3330" w:type="dxa"/>
          </w:tcPr>
          <w:p w14:paraId="549DDDDC" w14:textId="77777777" w:rsidR="00C820E6" w:rsidRPr="00E4005D" w:rsidRDefault="00C820E6" w:rsidP="00C820E6">
            <w:pPr>
              <w:pStyle w:val="Tabletext"/>
              <w:rPr>
                <w:lang w:val="en-GB"/>
              </w:rPr>
            </w:pPr>
            <w:r w:rsidRPr="00E4005D">
              <w:rPr>
                <w:lang w:val="en-GB"/>
              </w:rPr>
              <w:t>RP78Si + RP8Si</w:t>
            </w:r>
          </w:p>
        </w:tc>
        <w:tc>
          <w:tcPr>
            <w:tcW w:w="810" w:type="dxa"/>
          </w:tcPr>
          <w:p w14:paraId="47552E04" w14:textId="77777777" w:rsidR="00C820E6" w:rsidRPr="00E4005D" w:rsidRDefault="00C820E6" w:rsidP="00C820E6">
            <w:pPr>
              <w:pStyle w:val="Tabletext"/>
              <w:rPr>
                <w:lang w:val="en-GB"/>
              </w:rPr>
            </w:pPr>
            <w:r w:rsidRPr="00E4005D">
              <w:rPr>
                <w:lang w:val="en-GB"/>
              </w:rPr>
              <w:t>Butt</w:t>
            </w:r>
          </w:p>
        </w:tc>
        <w:tc>
          <w:tcPr>
            <w:tcW w:w="1530" w:type="dxa"/>
          </w:tcPr>
          <w:p w14:paraId="29D33B47" w14:textId="77777777" w:rsidR="00C820E6" w:rsidRPr="00E4005D" w:rsidRDefault="00C820E6" w:rsidP="00C820E6">
            <w:pPr>
              <w:pStyle w:val="Tabletext"/>
              <w:rPr>
                <w:lang w:val="en-GB"/>
              </w:rPr>
            </w:pPr>
            <w:r w:rsidRPr="00E4005D">
              <w:rPr>
                <w:lang w:val="en-GB"/>
              </w:rPr>
              <w:t>Single</w:t>
            </w:r>
          </w:p>
        </w:tc>
        <w:tc>
          <w:tcPr>
            <w:tcW w:w="1260" w:type="dxa"/>
          </w:tcPr>
          <w:p w14:paraId="2795D4E2" w14:textId="77777777" w:rsidR="00C820E6" w:rsidRPr="00E4005D" w:rsidRDefault="00C820E6" w:rsidP="00C820E6">
            <w:pPr>
              <w:pStyle w:val="Tabletext"/>
              <w:rPr>
                <w:lang w:val="en-GB"/>
              </w:rPr>
            </w:pPr>
            <w:r w:rsidRPr="00E4005D">
              <w:rPr>
                <w:lang w:val="en-GB"/>
              </w:rPr>
              <w:t>35</w:t>
            </w:r>
          </w:p>
        </w:tc>
        <w:tc>
          <w:tcPr>
            <w:tcW w:w="990" w:type="dxa"/>
          </w:tcPr>
          <w:p w14:paraId="3A149D85" w14:textId="77777777" w:rsidR="00C820E6" w:rsidRPr="00E4005D" w:rsidRDefault="00C820E6" w:rsidP="00C820E6">
            <w:pPr>
              <w:pStyle w:val="Tabletext"/>
              <w:rPr>
                <w:lang w:val="en-GB"/>
              </w:rPr>
            </w:pPr>
            <w:r w:rsidRPr="00E4005D">
              <w:rPr>
                <w:lang w:val="en-GB"/>
              </w:rPr>
              <w:t>Medium</w:t>
            </w:r>
          </w:p>
        </w:tc>
        <w:tc>
          <w:tcPr>
            <w:tcW w:w="720" w:type="dxa"/>
          </w:tcPr>
          <w:p w14:paraId="43EBD2BB" w14:textId="77777777" w:rsidR="00C820E6" w:rsidRPr="00E4005D" w:rsidRDefault="00C820E6" w:rsidP="00C820E6">
            <w:pPr>
              <w:pStyle w:val="Tabletext"/>
              <w:rPr>
                <w:lang w:val="en-GB"/>
              </w:rPr>
            </w:pPr>
          </w:p>
        </w:tc>
      </w:tr>
      <w:tr w:rsidR="00C820E6" w:rsidRPr="00E4005D" w14:paraId="137F4B66" w14:textId="77777777" w:rsidTr="00DE3706">
        <w:tc>
          <w:tcPr>
            <w:tcW w:w="540" w:type="dxa"/>
            <w:vMerge/>
          </w:tcPr>
          <w:p w14:paraId="2404FCFC" w14:textId="77777777" w:rsidR="00C820E6" w:rsidRPr="00E4005D" w:rsidRDefault="00C820E6" w:rsidP="00C820E6">
            <w:pPr>
              <w:pStyle w:val="Tabletext"/>
              <w:rPr>
                <w:lang w:val="en-GB"/>
              </w:rPr>
            </w:pPr>
          </w:p>
        </w:tc>
        <w:tc>
          <w:tcPr>
            <w:tcW w:w="3330" w:type="dxa"/>
          </w:tcPr>
          <w:p w14:paraId="6E6A25A3" w14:textId="77777777" w:rsidR="00C820E6" w:rsidRPr="00E4005D" w:rsidRDefault="00C820E6" w:rsidP="00C820E6">
            <w:pPr>
              <w:pStyle w:val="Tabletext"/>
              <w:rPr>
                <w:lang w:val="en-GB"/>
              </w:rPr>
            </w:pPr>
            <w:r w:rsidRPr="00E4005D">
              <w:rPr>
                <w:lang w:val="en-GB"/>
              </w:rPr>
              <w:t>RP10Si + RP128Si</w:t>
            </w:r>
          </w:p>
        </w:tc>
        <w:tc>
          <w:tcPr>
            <w:tcW w:w="810" w:type="dxa"/>
          </w:tcPr>
          <w:p w14:paraId="7932D31A" w14:textId="77777777" w:rsidR="00C820E6" w:rsidRPr="00E4005D" w:rsidRDefault="00C820E6" w:rsidP="00C820E6">
            <w:pPr>
              <w:pStyle w:val="Tabletext"/>
              <w:rPr>
                <w:lang w:val="en-GB"/>
              </w:rPr>
            </w:pPr>
            <w:r w:rsidRPr="00E4005D">
              <w:rPr>
                <w:lang w:val="en-GB"/>
              </w:rPr>
              <w:t>Butt</w:t>
            </w:r>
          </w:p>
        </w:tc>
        <w:tc>
          <w:tcPr>
            <w:tcW w:w="1530" w:type="dxa"/>
          </w:tcPr>
          <w:p w14:paraId="2DD97413" w14:textId="77777777" w:rsidR="00C820E6" w:rsidRPr="00E4005D" w:rsidRDefault="00C820E6" w:rsidP="00C820E6">
            <w:pPr>
              <w:pStyle w:val="Tabletext"/>
              <w:rPr>
                <w:lang w:val="en-GB"/>
              </w:rPr>
            </w:pPr>
            <w:r w:rsidRPr="00E4005D">
              <w:rPr>
                <w:lang w:val="en-GB"/>
              </w:rPr>
              <w:t>Single</w:t>
            </w:r>
          </w:p>
        </w:tc>
        <w:tc>
          <w:tcPr>
            <w:tcW w:w="1260" w:type="dxa"/>
          </w:tcPr>
          <w:p w14:paraId="0A46B879" w14:textId="77777777" w:rsidR="00C820E6" w:rsidRPr="00E4005D" w:rsidRDefault="00C820E6" w:rsidP="00C820E6">
            <w:pPr>
              <w:pStyle w:val="Tabletext"/>
              <w:rPr>
                <w:lang w:val="en-GB"/>
              </w:rPr>
            </w:pPr>
            <w:r w:rsidRPr="00E4005D">
              <w:rPr>
                <w:lang w:val="en-GB"/>
              </w:rPr>
              <w:t>35</w:t>
            </w:r>
          </w:p>
        </w:tc>
        <w:tc>
          <w:tcPr>
            <w:tcW w:w="990" w:type="dxa"/>
          </w:tcPr>
          <w:p w14:paraId="561FBCF1" w14:textId="77777777" w:rsidR="00C820E6" w:rsidRPr="00E4005D" w:rsidRDefault="00C820E6" w:rsidP="00C820E6">
            <w:pPr>
              <w:pStyle w:val="Tabletext"/>
              <w:rPr>
                <w:lang w:val="en-GB"/>
              </w:rPr>
            </w:pPr>
            <w:r w:rsidRPr="00E4005D">
              <w:rPr>
                <w:lang w:val="en-GB"/>
              </w:rPr>
              <w:t>Heavy</w:t>
            </w:r>
          </w:p>
        </w:tc>
        <w:tc>
          <w:tcPr>
            <w:tcW w:w="720" w:type="dxa"/>
          </w:tcPr>
          <w:p w14:paraId="1AA0523A" w14:textId="77777777" w:rsidR="00C820E6" w:rsidRPr="00E4005D" w:rsidRDefault="00C820E6" w:rsidP="00C820E6">
            <w:pPr>
              <w:pStyle w:val="Tabletext"/>
              <w:rPr>
                <w:lang w:val="en-GB"/>
              </w:rPr>
            </w:pPr>
          </w:p>
        </w:tc>
      </w:tr>
      <w:tr w:rsidR="00C820E6" w:rsidRPr="00E4005D" w14:paraId="46AEC2A3" w14:textId="77777777" w:rsidTr="00DE3706">
        <w:tc>
          <w:tcPr>
            <w:tcW w:w="540" w:type="dxa"/>
            <w:vMerge/>
          </w:tcPr>
          <w:p w14:paraId="157C30BE" w14:textId="77777777" w:rsidR="00C820E6" w:rsidRPr="00E4005D" w:rsidRDefault="00C820E6" w:rsidP="00C820E6">
            <w:pPr>
              <w:pStyle w:val="Tabletext"/>
            </w:pPr>
          </w:p>
        </w:tc>
        <w:tc>
          <w:tcPr>
            <w:tcW w:w="3330" w:type="dxa"/>
          </w:tcPr>
          <w:p w14:paraId="5866B4B3" w14:textId="77777777" w:rsidR="00C820E6" w:rsidRPr="00E4005D" w:rsidRDefault="00C820E6" w:rsidP="00C820E6">
            <w:pPr>
              <w:pStyle w:val="Tabletext"/>
              <w:rPr>
                <w:lang w:val="en-GB"/>
              </w:rPr>
            </w:pPr>
            <w:r w:rsidRPr="00E4005D">
              <w:rPr>
                <w:lang w:val="en-GB"/>
              </w:rPr>
              <w:t>RP24Si + RP38Si</w:t>
            </w:r>
          </w:p>
        </w:tc>
        <w:tc>
          <w:tcPr>
            <w:tcW w:w="810" w:type="dxa"/>
          </w:tcPr>
          <w:p w14:paraId="772F2266" w14:textId="77777777" w:rsidR="00C820E6" w:rsidRPr="00E4005D" w:rsidRDefault="00C820E6" w:rsidP="00C820E6">
            <w:pPr>
              <w:pStyle w:val="Tabletext"/>
              <w:rPr>
                <w:lang w:val="en-GB"/>
              </w:rPr>
            </w:pPr>
            <w:r w:rsidRPr="00E4005D">
              <w:rPr>
                <w:lang w:val="en-GB"/>
              </w:rPr>
              <w:t>Butt</w:t>
            </w:r>
          </w:p>
        </w:tc>
        <w:tc>
          <w:tcPr>
            <w:tcW w:w="1530" w:type="dxa"/>
          </w:tcPr>
          <w:p w14:paraId="6647880E" w14:textId="77777777" w:rsidR="00C820E6" w:rsidRPr="00E4005D" w:rsidRDefault="00C820E6" w:rsidP="00C820E6">
            <w:pPr>
              <w:pStyle w:val="Tabletext"/>
              <w:rPr>
                <w:lang w:val="en-GB"/>
              </w:rPr>
            </w:pPr>
            <w:r w:rsidRPr="00E4005D">
              <w:rPr>
                <w:lang w:val="en-GB"/>
              </w:rPr>
              <w:t>Single</w:t>
            </w:r>
          </w:p>
        </w:tc>
        <w:tc>
          <w:tcPr>
            <w:tcW w:w="1260" w:type="dxa"/>
          </w:tcPr>
          <w:p w14:paraId="613B7B98" w14:textId="77777777" w:rsidR="00C820E6" w:rsidRPr="00E4005D" w:rsidRDefault="00C820E6" w:rsidP="00C820E6">
            <w:pPr>
              <w:pStyle w:val="Tabletext"/>
              <w:rPr>
                <w:lang w:val="en-GB"/>
              </w:rPr>
            </w:pPr>
            <w:r w:rsidRPr="00E4005D">
              <w:rPr>
                <w:lang w:val="en-GB"/>
              </w:rPr>
              <w:t>35</w:t>
            </w:r>
          </w:p>
        </w:tc>
        <w:tc>
          <w:tcPr>
            <w:tcW w:w="990" w:type="dxa"/>
          </w:tcPr>
          <w:p w14:paraId="42014F62" w14:textId="77777777" w:rsidR="00C820E6" w:rsidRPr="00E4005D" w:rsidRDefault="00C820E6" w:rsidP="00C820E6">
            <w:pPr>
              <w:pStyle w:val="Tabletext"/>
              <w:rPr>
                <w:lang w:val="en-GB"/>
              </w:rPr>
            </w:pPr>
            <w:r w:rsidRPr="00E4005D">
              <w:rPr>
                <w:lang w:val="en-GB"/>
              </w:rPr>
              <w:t>Heavy</w:t>
            </w:r>
          </w:p>
        </w:tc>
        <w:tc>
          <w:tcPr>
            <w:tcW w:w="720" w:type="dxa"/>
          </w:tcPr>
          <w:p w14:paraId="474F4249" w14:textId="77777777" w:rsidR="00C820E6" w:rsidRPr="00E4005D" w:rsidRDefault="00C820E6" w:rsidP="00C820E6">
            <w:pPr>
              <w:pStyle w:val="Tabletext"/>
              <w:rPr>
                <w:lang w:val="en-GB"/>
              </w:rPr>
            </w:pPr>
          </w:p>
        </w:tc>
      </w:tr>
      <w:tr w:rsidR="00C820E6" w:rsidRPr="00E4005D" w14:paraId="0F4AFCAE" w14:textId="77777777" w:rsidTr="00DE3706">
        <w:tc>
          <w:tcPr>
            <w:tcW w:w="540" w:type="dxa"/>
            <w:vMerge/>
          </w:tcPr>
          <w:p w14:paraId="396DB212" w14:textId="77777777" w:rsidR="00C820E6" w:rsidRPr="00E4005D" w:rsidRDefault="00C820E6" w:rsidP="00C820E6">
            <w:pPr>
              <w:pStyle w:val="Tabletext"/>
            </w:pPr>
          </w:p>
        </w:tc>
        <w:tc>
          <w:tcPr>
            <w:tcW w:w="3330" w:type="dxa"/>
          </w:tcPr>
          <w:p w14:paraId="405521A0" w14:textId="77777777" w:rsidR="00C820E6" w:rsidRPr="00E4005D" w:rsidRDefault="00C820E6" w:rsidP="00C820E6">
            <w:pPr>
              <w:pStyle w:val="Tabletext"/>
              <w:rPr>
                <w:lang w:val="en-GB"/>
              </w:rPr>
            </w:pPr>
            <w:r w:rsidRPr="00E4005D">
              <w:rPr>
                <w:lang w:val="en-GB"/>
              </w:rPr>
              <w:t>RP120 + RP520 + RP38 + RP99Si</w:t>
            </w:r>
          </w:p>
        </w:tc>
        <w:tc>
          <w:tcPr>
            <w:tcW w:w="810" w:type="dxa"/>
          </w:tcPr>
          <w:p w14:paraId="1CF7BCBC" w14:textId="77777777" w:rsidR="00C820E6" w:rsidRPr="00E4005D" w:rsidRDefault="00C820E6" w:rsidP="00C820E6">
            <w:pPr>
              <w:pStyle w:val="Tabletext"/>
              <w:rPr>
                <w:lang w:val="en-GB"/>
              </w:rPr>
            </w:pPr>
            <w:r w:rsidRPr="00E4005D">
              <w:rPr>
                <w:lang w:val="en-GB"/>
              </w:rPr>
              <w:t>Butt</w:t>
            </w:r>
          </w:p>
        </w:tc>
        <w:tc>
          <w:tcPr>
            <w:tcW w:w="1530" w:type="dxa"/>
          </w:tcPr>
          <w:p w14:paraId="67104851" w14:textId="77777777" w:rsidR="00C820E6" w:rsidRPr="00E4005D" w:rsidRDefault="00C820E6" w:rsidP="00C820E6">
            <w:pPr>
              <w:pStyle w:val="Tabletext"/>
              <w:rPr>
                <w:lang w:val="en-GB"/>
              </w:rPr>
            </w:pPr>
            <w:r w:rsidRPr="00E4005D">
              <w:rPr>
                <w:lang w:val="en-GB"/>
              </w:rPr>
              <w:t>Single</w:t>
            </w:r>
          </w:p>
        </w:tc>
        <w:tc>
          <w:tcPr>
            <w:tcW w:w="1260" w:type="dxa"/>
          </w:tcPr>
          <w:p w14:paraId="76B34B53" w14:textId="77777777" w:rsidR="00C820E6" w:rsidRPr="00E4005D" w:rsidRDefault="00C820E6" w:rsidP="00C820E6">
            <w:pPr>
              <w:pStyle w:val="Tabletext"/>
              <w:rPr>
                <w:lang w:val="en-GB"/>
              </w:rPr>
            </w:pPr>
            <w:r w:rsidRPr="00E4005D">
              <w:rPr>
                <w:lang w:val="en-GB"/>
              </w:rPr>
              <w:t>44</w:t>
            </w:r>
          </w:p>
        </w:tc>
        <w:tc>
          <w:tcPr>
            <w:tcW w:w="990" w:type="dxa"/>
          </w:tcPr>
          <w:p w14:paraId="575DB1AD" w14:textId="77777777" w:rsidR="00C820E6" w:rsidRPr="00E4005D" w:rsidRDefault="00C820E6" w:rsidP="00C820E6">
            <w:pPr>
              <w:pStyle w:val="Tabletext"/>
              <w:rPr>
                <w:lang w:val="en-GB"/>
              </w:rPr>
            </w:pPr>
            <w:r w:rsidRPr="00E4005D">
              <w:rPr>
                <w:lang w:val="en-GB"/>
              </w:rPr>
              <w:t>Medium</w:t>
            </w:r>
          </w:p>
        </w:tc>
        <w:tc>
          <w:tcPr>
            <w:tcW w:w="720" w:type="dxa"/>
          </w:tcPr>
          <w:p w14:paraId="407623DF" w14:textId="77777777" w:rsidR="00C820E6" w:rsidRPr="00E4005D" w:rsidRDefault="00C820E6" w:rsidP="00C820E6">
            <w:pPr>
              <w:pStyle w:val="Tabletext"/>
              <w:rPr>
                <w:lang w:val="en-GB"/>
              </w:rPr>
            </w:pPr>
          </w:p>
        </w:tc>
      </w:tr>
      <w:tr w:rsidR="00C820E6" w:rsidRPr="00E4005D" w14:paraId="517AF860" w14:textId="77777777" w:rsidTr="00DE3706">
        <w:tc>
          <w:tcPr>
            <w:tcW w:w="540" w:type="dxa"/>
            <w:vMerge/>
          </w:tcPr>
          <w:p w14:paraId="4ACC4A72" w14:textId="77777777" w:rsidR="00C820E6" w:rsidRPr="00E4005D" w:rsidRDefault="00C820E6" w:rsidP="00C820E6">
            <w:pPr>
              <w:pStyle w:val="Tabletext"/>
            </w:pPr>
          </w:p>
        </w:tc>
        <w:tc>
          <w:tcPr>
            <w:tcW w:w="3330" w:type="dxa"/>
          </w:tcPr>
          <w:p w14:paraId="1A50C9D6" w14:textId="77777777" w:rsidR="00C820E6" w:rsidRPr="00E4005D" w:rsidRDefault="00C820E6" w:rsidP="00C820E6">
            <w:pPr>
              <w:pStyle w:val="Tabletext"/>
              <w:rPr>
                <w:lang w:val="en-GB"/>
              </w:rPr>
            </w:pPr>
            <w:r w:rsidRPr="00E4005D">
              <w:rPr>
                <w:lang w:val="en-GB"/>
              </w:rPr>
              <w:t>RP24Si + RP127Si + RP126Si</w:t>
            </w:r>
          </w:p>
        </w:tc>
        <w:tc>
          <w:tcPr>
            <w:tcW w:w="810" w:type="dxa"/>
          </w:tcPr>
          <w:p w14:paraId="285BE917" w14:textId="77777777" w:rsidR="00C820E6" w:rsidRPr="00E4005D" w:rsidRDefault="00C820E6" w:rsidP="00C820E6">
            <w:pPr>
              <w:pStyle w:val="Tabletext"/>
              <w:rPr>
                <w:lang w:val="en-GB"/>
              </w:rPr>
            </w:pPr>
            <w:r w:rsidRPr="00E4005D">
              <w:rPr>
                <w:lang w:val="en-GB"/>
              </w:rPr>
              <w:t>Butt</w:t>
            </w:r>
          </w:p>
        </w:tc>
        <w:tc>
          <w:tcPr>
            <w:tcW w:w="1530" w:type="dxa"/>
          </w:tcPr>
          <w:p w14:paraId="6909E2BB" w14:textId="77777777" w:rsidR="00C820E6" w:rsidRPr="00E4005D" w:rsidRDefault="00C820E6" w:rsidP="00C820E6">
            <w:pPr>
              <w:pStyle w:val="Tabletext"/>
              <w:rPr>
                <w:lang w:val="en-GB"/>
              </w:rPr>
            </w:pPr>
            <w:r w:rsidRPr="00E4005D">
              <w:rPr>
                <w:lang w:val="en-GB"/>
              </w:rPr>
              <w:t>Single</w:t>
            </w:r>
          </w:p>
        </w:tc>
        <w:tc>
          <w:tcPr>
            <w:tcW w:w="1260" w:type="dxa"/>
          </w:tcPr>
          <w:p w14:paraId="3B4C15CC" w14:textId="77777777" w:rsidR="00C820E6" w:rsidRPr="00E4005D" w:rsidRDefault="00C820E6" w:rsidP="00C820E6">
            <w:pPr>
              <w:pStyle w:val="Tabletext"/>
              <w:rPr>
                <w:lang w:val="en-GB"/>
              </w:rPr>
            </w:pPr>
            <w:r w:rsidRPr="00E4005D">
              <w:rPr>
                <w:lang w:val="en-GB"/>
              </w:rPr>
              <w:t>48</w:t>
            </w:r>
          </w:p>
        </w:tc>
        <w:tc>
          <w:tcPr>
            <w:tcW w:w="990" w:type="dxa"/>
          </w:tcPr>
          <w:p w14:paraId="70ED023B" w14:textId="77777777" w:rsidR="00C820E6" w:rsidRPr="00E4005D" w:rsidRDefault="00C820E6" w:rsidP="00C820E6">
            <w:pPr>
              <w:pStyle w:val="Tabletext"/>
              <w:rPr>
                <w:lang w:val="en-GB"/>
              </w:rPr>
            </w:pPr>
            <w:r w:rsidRPr="00E4005D">
              <w:rPr>
                <w:lang w:val="en-GB"/>
              </w:rPr>
              <w:t>Heavy</w:t>
            </w:r>
          </w:p>
        </w:tc>
        <w:tc>
          <w:tcPr>
            <w:tcW w:w="720" w:type="dxa"/>
          </w:tcPr>
          <w:p w14:paraId="4F7B8A71" w14:textId="77777777" w:rsidR="00C820E6" w:rsidRPr="00E4005D" w:rsidRDefault="00C820E6" w:rsidP="00C820E6">
            <w:pPr>
              <w:pStyle w:val="Tabletext"/>
              <w:rPr>
                <w:lang w:val="en-GB"/>
              </w:rPr>
            </w:pPr>
          </w:p>
        </w:tc>
      </w:tr>
      <w:tr w:rsidR="00C820E6" w:rsidRPr="00E4005D" w14:paraId="7FCDFE17" w14:textId="77777777" w:rsidTr="00DE3706">
        <w:tc>
          <w:tcPr>
            <w:tcW w:w="540" w:type="dxa"/>
            <w:vMerge w:val="restart"/>
          </w:tcPr>
          <w:p w14:paraId="75976738" w14:textId="77777777" w:rsidR="00C820E6" w:rsidRPr="00E4005D" w:rsidRDefault="00C820E6" w:rsidP="00C820E6">
            <w:pPr>
              <w:pStyle w:val="Tabletext"/>
              <w:rPr>
                <w:lang w:val="en-GB"/>
              </w:rPr>
            </w:pPr>
            <w:r w:rsidRPr="00E4005D">
              <w:rPr>
                <w:lang w:val="en-GB"/>
              </w:rPr>
              <w:t>38</w:t>
            </w:r>
          </w:p>
        </w:tc>
        <w:tc>
          <w:tcPr>
            <w:tcW w:w="3330" w:type="dxa"/>
          </w:tcPr>
          <w:p w14:paraId="4C5FC235" w14:textId="77777777" w:rsidR="00C820E6" w:rsidRPr="00E4005D" w:rsidRDefault="00C820E6" w:rsidP="00C820E6">
            <w:pPr>
              <w:pStyle w:val="Tabletext"/>
              <w:rPr>
                <w:lang w:val="en-GB"/>
              </w:rPr>
            </w:pPr>
            <w:r w:rsidRPr="00E4005D">
              <w:rPr>
                <w:lang w:val="en-GB"/>
              </w:rPr>
              <w:t>RP120 + RP127Si</w:t>
            </w:r>
          </w:p>
        </w:tc>
        <w:tc>
          <w:tcPr>
            <w:tcW w:w="810" w:type="dxa"/>
          </w:tcPr>
          <w:p w14:paraId="10AA56A1" w14:textId="77777777" w:rsidR="00C820E6" w:rsidRPr="00E4005D" w:rsidRDefault="00C820E6" w:rsidP="00C820E6">
            <w:pPr>
              <w:pStyle w:val="Tabletext"/>
              <w:rPr>
                <w:lang w:val="en-GB"/>
              </w:rPr>
            </w:pPr>
            <w:r w:rsidRPr="00E4005D">
              <w:rPr>
                <w:lang w:val="en-GB"/>
              </w:rPr>
              <w:t>Butt</w:t>
            </w:r>
          </w:p>
        </w:tc>
        <w:tc>
          <w:tcPr>
            <w:tcW w:w="1530" w:type="dxa"/>
          </w:tcPr>
          <w:p w14:paraId="71CA1D20" w14:textId="77777777" w:rsidR="00C820E6" w:rsidRPr="00E4005D" w:rsidRDefault="00C820E6" w:rsidP="00C820E6">
            <w:pPr>
              <w:pStyle w:val="Tabletext"/>
              <w:rPr>
                <w:lang w:val="en-GB"/>
              </w:rPr>
            </w:pPr>
            <w:r w:rsidRPr="00E4005D">
              <w:rPr>
                <w:lang w:val="en-GB"/>
              </w:rPr>
              <w:t>Single</w:t>
            </w:r>
          </w:p>
        </w:tc>
        <w:tc>
          <w:tcPr>
            <w:tcW w:w="1260" w:type="dxa"/>
          </w:tcPr>
          <w:p w14:paraId="71CC4F21" w14:textId="77777777" w:rsidR="00C820E6" w:rsidRPr="00E4005D" w:rsidRDefault="00C820E6" w:rsidP="00C820E6">
            <w:pPr>
              <w:pStyle w:val="Tabletext"/>
              <w:rPr>
                <w:lang w:val="en-GB"/>
              </w:rPr>
            </w:pPr>
            <w:r w:rsidRPr="00E4005D">
              <w:rPr>
                <w:lang w:val="en-GB"/>
              </w:rPr>
              <w:t>48</w:t>
            </w:r>
          </w:p>
        </w:tc>
        <w:tc>
          <w:tcPr>
            <w:tcW w:w="990" w:type="dxa"/>
          </w:tcPr>
          <w:p w14:paraId="4604A497" w14:textId="77777777" w:rsidR="00C820E6" w:rsidRPr="00E4005D" w:rsidRDefault="00C820E6" w:rsidP="00C820E6">
            <w:pPr>
              <w:pStyle w:val="Tabletext"/>
              <w:rPr>
                <w:lang w:val="en-GB"/>
              </w:rPr>
            </w:pPr>
            <w:r w:rsidRPr="00E4005D">
              <w:rPr>
                <w:lang w:val="en-GB"/>
              </w:rPr>
              <w:t>Medium</w:t>
            </w:r>
          </w:p>
        </w:tc>
        <w:tc>
          <w:tcPr>
            <w:tcW w:w="720" w:type="dxa"/>
          </w:tcPr>
          <w:p w14:paraId="3B2B1B95" w14:textId="77777777" w:rsidR="00C820E6" w:rsidRPr="00E4005D" w:rsidRDefault="00C820E6" w:rsidP="00C820E6">
            <w:pPr>
              <w:pStyle w:val="Tabletext"/>
              <w:rPr>
                <w:lang w:val="en-GB"/>
              </w:rPr>
            </w:pPr>
          </w:p>
        </w:tc>
      </w:tr>
      <w:tr w:rsidR="00C820E6" w:rsidRPr="00E4005D" w14:paraId="7EC65383" w14:textId="77777777" w:rsidTr="00DE3706">
        <w:tc>
          <w:tcPr>
            <w:tcW w:w="540" w:type="dxa"/>
            <w:vMerge/>
          </w:tcPr>
          <w:p w14:paraId="1C99A5D4" w14:textId="77777777" w:rsidR="00C820E6" w:rsidRPr="00E4005D" w:rsidRDefault="00C820E6" w:rsidP="00C820E6">
            <w:pPr>
              <w:pStyle w:val="Tabletext"/>
            </w:pPr>
          </w:p>
        </w:tc>
        <w:tc>
          <w:tcPr>
            <w:tcW w:w="3330" w:type="dxa"/>
          </w:tcPr>
          <w:p w14:paraId="4D7B7807" w14:textId="77777777" w:rsidR="00C820E6" w:rsidRPr="00E4005D" w:rsidRDefault="00C820E6" w:rsidP="00C820E6">
            <w:pPr>
              <w:pStyle w:val="Tabletext"/>
              <w:rPr>
                <w:lang w:val="en-GB"/>
              </w:rPr>
            </w:pPr>
            <w:r w:rsidRPr="00E4005D">
              <w:rPr>
                <w:i/>
                <w:lang w:val="en-GB"/>
              </w:rPr>
              <w:t>RP78Si</w:t>
            </w:r>
            <w:r w:rsidRPr="00E4005D">
              <w:rPr>
                <w:lang w:val="en-GB"/>
              </w:rPr>
              <w:t xml:space="preserve"> + RP530 + RP70</w:t>
            </w:r>
            <w:r w:rsidRPr="00E4005D">
              <w:rPr>
                <w:lang w:val="en-GB"/>
              </w:rPr>
              <w:t> </w:t>
            </w:r>
            <w:r w:rsidRPr="00E4005D">
              <w:rPr>
                <w:lang w:val="en-GB"/>
              </w:rPr>
              <w:t>+ RP117Si</w:t>
            </w:r>
          </w:p>
        </w:tc>
        <w:tc>
          <w:tcPr>
            <w:tcW w:w="810" w:type="dxa"/>
          </w:tcPr>
          <w:p w14:paraId="14B87F5C" w14:textId="77777777" w:rsidR="00C820E6" w:rsidRPr="00E4005D" w:rsidRDefault="00C820E6" w:rsidP="00C820E6">
            <w:pPr>
              <w:pStyle w:val="Tabletext"/>
              <w:rPr>
                <w:lang w:val="en-GB"/>
              </w:rPr>
            </w:pPr>
            <w:r w:rsidRPr="00E4005D">
              <w:rPr>
                <w:lang w:val="en-GB"/>
              </w:rPr>
              <w:t>Butt</w:t>
            </w:r>
          </w:p>
        </w:tc>
        <w:tc>
          <w:tcPr>
            <w:tcW w:w="1530" w:type="dxa"/>
          </w:tcPr>
          <w:p w14:paraId="04FAA599" w14:textId="77777777" w:rsidR="00C820E6" w:rsidRPr="00E4005D" w:rsidRDefault="00C820E6" w:rsidP="00C820E6">
            <w:pPr>
              <w:pStyle w:val="Tabletext"/>
              <w:rPr>
                <w:lang w:val="en-GB"/>
              </w:rPr>
            </w:pPr>
            <w:r w:rsidRPr="00E4005D">
              <w:rPr>
                <w:lang w:val="en-GB"/>
              </w:rPr>
              <w:t>Single</w:t>
            </w:r>
          </w:p>
        </w:tc>
        <w:tc>
          <w:tcPr>
            <w:tcW w:w="1260" w:type="dxa"/>
          </w:tcPr>
          <w:p w14:paraId="1EAF8266" w14:textId="77777777" w:rsidR="00C820E6" w:rsidRPr="00E4005D" w:rsidRDefault="00C820E6" w:rsidP="00C820E6">
            <w:pPr>
              <w:pStyle w:val="Tabletext"/>
              <w:rPr>
                <w:lang w:val="en-GB"/>
              </w:rPr>
            </w:pPr>
            <w:r w:rsidRPr="00E4005D">
              <w:rPr>
                <w:lang w:val="en-GB"/>
              </w:rPr>
              <w:t>53</w:t>
            </w:r>
          </w:p>
        </w:tc>
        <w:tc>
          <w:tcPr>
            <w:tcW w:w="990" w:type="dxa"/>
          </w:tcPr>
          <w:p w14:paraId="4E2A5626" w14:textId="77777777" w:rsidR="00C820E6" w:rsidRPr="00E4005D" w:rsidRDefault="00C820E6" w:rsidP="00C820E6">
            <w:pPr>
              <w:pStyle w:val="Tabletext"/>
              <w:rPr>
                <w:lang w:val="en-GB"/>
              </w:rPr>
            </w:pPr>
            <w:r w:rsidRPr="00E4005D">
              <w:rPr>
                <w:lang w:val="en-GB"/>
              </w:rPr>
              <w:t>Medium</w:t>
            </w:r>
          </w:p>
        </w:tc>
        <w:tc>
          <w:tcPr>
            <w:tcW w:w="720" w:type="dxa"/>
          </w:tcPr>
          <w:p w14:paraId="4937DA81" w14:textId="77777777" w:rsidR="00C820E6" w:rsidRPr="00E4005D" w:rsidRDefault="00C820E6" w:rsidP="00C820E6">
            <w:pPr>
              <w:pStyle w:val="Tabletext"/>
              <w:rPr>
                <w:lang w:val="en-GB"/>
              </w:rPr>
            </w:pPr>
          </w:p>
        </w:tc>
      </w:tr>
      <w:tr w:rsidR="00C820E6" w:rsidRPr="00E4005D" w14:paraId="2B44F985" w14:textId="77777777" w:rsidTr="00DE3706">
        <w:tc>
          <w:tcPr>
            <w:tcW w:w="540" w:type="dxa"/>
          </w:tcPr>
          <w:p w14:paraId="197EC1D4" w14:textId="77777777" w:rsidR="00C820E6" w:rsidRPr="00E4005D" w:rsidRDefault="00C820E6" w:rsidP="00C820E6">
            <w:pPr>
              <w:pStyle w:val="Tabletext"/>
              <w:rPr>
                <w:lang w:val="en-GB"/>
              </w:rPr>
            </w:pPr>
            <w:r w:rsidRPr="00E4005D">
              <w:rPr>
                <w:lang w:val="en-GB"/>
              </w:rPr>
              <w:t>39</w:t>
            </w:r>
          </w:p>
        </w:tc>
        <w:tc>
          <w:tcPr>
            <w:tcW w:w="3330" w:type="dxa"/>
          </w:tcPr>
          <w:p w14:paraId="2EDE9199" w14:textId="77777777" w:rsidR="00C820E6" w:rsidRPr="00E4005D" w:rsidRDefault="00C820E6" w:rsidP="00C820E6">
            <w:pPr>
              <w:pStyle w:val="Tabletext"/>
              <w:rPr>
                <w:lang w:val="en-GB"/>
              </w:rPr>
            </w:pPr>
            <w:r w:rsidRPr="00E4005D">
              <w:rPr>
                <w:lang w:val="en-GB"/>
              </w:rPr>
              <w:t>RP78Si + RP120 + RP70</w:t>
            </w:r>
          </w:p>
        </w:tc>
        <w:tc>
          <w:tcPr>
            <w:tcW w:w="810" w:type="dxa"/>
          </w:tcPr>
          <w:p w14:paraId="2B845B2C" w14:textId="77777777" w:rsidR="00C820E6" w:rsidRPr="00E4005D" w:rsidRDefault="00C820E6" w:rsidP="00C820E6">
            <w:pPr>
              <w:pStyle w:val="Tabletext"/>
              <w:rPr>
                <w:lang w:val="en-GB"/>
              </w:rPr>
            </w:pPr>
            <w:r w:rsidRPr="00E4005D">
              <w:rPr>
                <w:lang w:val="en-GB"/>
              </w:rPr>
              <w:t>Butt</w:t>
            </w:r>
          </w:p>
        </w:tc>
        <w:tc>
          <w:tcPr>
            <w:tcW w:w="1530" w:type="dxa"/>
          </w:tcPr>
          <w:p w14:paraId="0FAA707E" w14:textId="77777777" w:rsidR="00C820E6" w:rsidRPr="00E4005D" w:rsidRDefault="00C820E6" w:rsidP="00C820E6">
            <w:pPr>
              <w:pStyle w:val="Tabletext"/>
              <w:rPr>
                <w:lang w:val="en-GB"/>
              </w:rPr>
            </w:pPr>
            <w:r w:rsidRPr="00E4005D">
              <w:rPr>
                <w:lang w:val="en-GB"/>
              </w:rPr>
              <w:t>Single</w:t>
            </w:r>
          </w:p>
        </w:tc>
        <w:tc>
          <w:tcPr>
            <w:tcW w:w="1260" w:type="dxa"/>
          </w:tcPr>
          <w:p w14:paraId="18AA4C85" w14:textId="77777777" w:rsidR="00C820E6" w:rsidRPr="00E4005D" w:rsidRDefault="00C820E6" w:rsidP="00C820E6">
            <w:pPr>
              <w:pStyle w:val="Tabletext"/>
              <w:rPr>
                <w:lang w:val="en-GB"/>
              </w:rPr>
            </w:pPr>
            <w:r w:rsidRPr="00E4005D">
              <w:rPr>
                <w:lang w:val="en-GB"/>
              </w:rPr>
              <w:t>53</w:t>
            </w:r>
          </w:p>
        </w:tc>
        <w:tc>
          <w:tcPr>
            <w:tcW w:w="990" w:type="dxa"/>
          </w:tcPr>
          <w:p w14:paraId="58464D60" w14:textId="77777777" w:rsidR="00C820E6" w:rsidRPr="00E4005D" w:rsidRDefault="00C820E6" w:rsidP="00C820E6">
            <w:pPr>
              <w:pStyle w:val="Tabletext"/>
              <w:rPr>
                <w:lang w:val="en-GB"/>
              </w:rPr>
            </w:pPr>
            <w:r w:rsidRPr="00E4005D">
              <w:rPr>
                <w:lang w:val="en-GB"/>
              </w:rPr>
              <w:t>Medium</w:t>
            </w:r>
          </w:p>
        </w:tc>
        <w:tc>
          <w:tcPr>
            <w:tcW w:w="720" w:type="dxa"/>
          </w:tcPr>
          <w:p w14:paraId="1C134B85" w14:textId="77777777" w:rsidR="00C820E6" w:rsidRPr="00E4005D" w:rsidRDefault="00C820E6" w:rsidP="00C820E6">
            <w:pPr>
              <w:pStyle w:val="Tabletext"/>
              <w:rPr>
                <w:lang w:val="en-GB"/>
              </w:rPr>
            </w:pPr>
          </w:p>
        </w:tc>
      </w:tr>
      <w:tr w:rsidR="00C820E6" w:rsidRPr="00E4005D" w14:paraId="729C541C" w14:textId="77777777" w:rsidTr="00DE3706">
        <w:tc>
          <w:tcPr>
            <w:tcW w:w="540" w:type="dxa"/>
          </w:tcPr>
          <w:p w14:paraId="102532BE" w14:textId="77777777" w:rsidR="00C820E6" w:rsidRPr="00E4005D" w:rsidRDefault="00C820E6" w:rsidP="00C820E6">
            <w:pPr>
              <w:pStyle w:val="Tabletext"/>
              <w:rPr>
                <w:lang w:val="en-GB"/>
              </w:rPr>
            </w:pPr>
            <w:r w:rsidRPr="00E4005D">
              <w:rPr>
                <w:lang w:val="en-GB"/>
              </w:rPr>
              <w:t>40</w:t>
            </w:r>
          </w:p>
        </w:tc>
        <w:tc>
          <w:tcPr>
            <w:tcW w:w="3330" w:type="dxa"/>
          </w:tcPr>
          <w:p w14:paraId="7E186B2D" w14:textId="77777777" w:rsidR="00C820E6" w:rsidRPr="00E4005D" w:rsidRDefault="00C820E6" w:rsidP="00C820E6">
            <w:pPr>
              <w:pStyle w:val="Tabletext"/>
              <w:rPr>
                <w:lang w:val="en-GB"/>
              </w:rPr>
            </w:pPr>
            <w:r w:rsidRPr="00E4005D">
              <w:rPr>
                <w:lang w:val="en-GB"/>
              </w:rPr>
              <w:t>RP124 + RP127Si</w:t>
            </w:r>
          </w:p>
        </w:tc>
        <w:tc>
          <w:tcPr>
            <w:tcW w:w="810" w:type="dxa"/>
          </w:tcPr>
          <w:p w14:paraId="09D49A7B" w14:textId="77777777" w:rsidR="00C820E6" w:rsidRPr="00E4005D" w:rsidRDefault="00C820E6" w:rsidP="00C820E6">
            <w:pPr>
              <w:pStyle w:val="Tabletext"/>
              <w:rPr>
                <w:lang w:val="en-GB"/>
              </w:rPr>
            </w:pPr>
            <w:r w:rsidRPr="00E4005D">
              <w:rPr>
                <w:lang w:val="en-GB"/>
              </w:rPr>
              <w:t>Butt</w:t>
            </w:r>
          </w:p>
        </w:tc>
        <w:tc>
          <w:tcPr>
            <w:tcW w:w="1530" w:type="dxa"/>
          </w:tcPr>
          <w:p w14:paraId="3C372159" w14:textId="77777777" w:rsidR="00C820E6" w:rsidRPr="00E4005D" w:rsidRDefault="00C820E6" w:rsidP="00C820E6">
            <w:pPr>
              <w:pStyle w:val="Tabletext"/>
              <w:rPr>
                <w:lang w:val="en-GB"/>
              </w:rPr>
            </w:pPr>
            <w:r w:rsidRPr="00E4005D">
              <w:rPr>
                <w:lang w:val="en-GB"/>
              </w:rPr>
              <w:t>Single</w:t>
            </w:r>
          </w:p>
        </w:tc>
        <w:tc>
          <w:tcPr>
            <w:tcW w:w="1260" w:type="dxa"/>
          </w:tcPr>
          <w:p w14:paraId="2A0723CF" w14:textId="77777777" w:rsidR="00C820E6" w:rsidRPr="00E4005D" w:rsidRDefault="00C820E6" w:rsidP="00C820E6">
            <w:pPr>
              <w:pStyle w:val="Tabletext"/>
              <w:rPr>
                <w:lang w:val="en-GB"/>
              </w:rPr>
            </w:pPr>
            <w:r w:rsidRPr="00E4005D">
              <w:rPr>
                <w:lang w:val="en-GB"/>
              </w:rPr>
              <w:t>48</w:t>
            </w:r>
          </w:p>
        </w:tc>
        <w:tc>
          <w:tcPr>
            <w:tcW w:w="990" w:type="dxa"/>
          </w:tcPr>
          <w:p w14:paraId="6EF572D2" w14:textId="77777777" w:rsidR="00C820E6" w:rsidRPr="00E4005D" w:rsidRDefault="00C820E6" w:rsidP="00C820E6">
            <w:pPr>
              <w:pStyle w:val="Tabletext"/>
              <w:rPr>
                <w:lang w:val="en-GB"/>
              </w:rPr>
            </w:pPr>
            <w:r w:rsidRPr="00E4005D">
              <w:rPr>
                <w:lang w:val="en-GB"/>
              </w:rPr>
              <w:t>Medium</w:t>
            </w:r>
          </w:p>
        </w:tc>
        <w:tc>
          <w:tcPr>
            <w:tcW w:w="720" w:type="dxa"/>
          </w:tcPr>
          <w:p w14:paraId="5942CC16" w14:textId="77777777" w:rsidR="00C820E6" w:rsidRPr="00E4005D" w:rsidRDefault="00C820E6" w:rsidP="00C820E6">
            <w:pPr>
              <w:pStyle w:val="Tabletext"/>
              <w:rPr>
                <w:lang w:val="en-GB"/>
              </w:rPr>
            </w:pPr>
          </w:p>
        </w:tc>
      </w:tr>
    </w:tbl>
    <w:p w14:paraId="7253BA7E" w14:textId="77777777" w:rsidR="005A6921" w:rsidRPr="00E4005D" w:rsidRDefault="005A6921" w:rsidP="00030675"/>
    <w:p w14:paraId="11266B96" w14:textId="5F2B00C9" w:rsidR="00D65049" w:rsidRPr="00E4005D" w:rsidRDefault="00D65049" w:rsidP="00D65049">
      <w:pPr>
        <w:pStyle w:val="Heading4"/>
      </w:pPr>
      <w:bookmarkStart w:id="135" w:name="f-118979-1"/>
      <w:bookmarkStart w:id="136" w:name="f-118979"/>
      <w:bookmarkEnd w:id="133"/>
      <w:bookmarkEnd w:id="134"/>
      <w:r w:rsidRPr="00E4005D">
        <w:t>R</w:t>
      </w:r>
      <w:r w:rsidRPr="00E4005D">
        <w:rPr>
          <w:vertAlign w:val="subscript"/>
        </w:rPr>
        <w:t>w</w:t>
      </w:r>
      <w:r w:rsidRPr="00E4005D">
        <w:t>41 to R</w:t>
      </w:r>
      <w:r w:rsidRPr="00E4005D">
        <w:rPr>
          <w:vertAlign w:val="subscript"/>
        </w:rPr>
        <w:t>w</w:t>
      </w:r>
      <w:r w:rsidRPr="00E4005D">
        <w:t>50 acoustic sealing system schedule</w:t>
      </w:r>
    </w:p>
    <w:tbl>
      <w:tblPr>
        <w:tblStyle w:val="TableGrid"/>
        <w:tblW w:w="5000" w:type="pct"/>
        <w:tblLayout w:type="fixed"/>
        <w:tblCellMar>
          <w:top w:w="28" w:type="dxa"/>
          <w:left w:w="28" w:type="dxa"/>
          <w:bottom w:w="28" w:type="dxa"/>
          <w:right w:w="28" w:type="dxa"/>
        </w:tblCellMar>
        <w:tblLook w:val="04A0" w:firstRow="1" w:lastRow="0" w:firstColumn="1" w:lastColumn="0" w:noHBand="0" w:noVBand="1"/>
      </w:tblPr>
      <w:tblGrid>
        <w:gridCol w:w="523"/>
        <w:gridCol w:w="3315"/>
        <w:gridCol w:w="807"/>
        <w:gridCol w:w="1434"/>
        <w:gridCol w:w="90"/>
        <w:gridCol w:w="1255"/>
        <w:gridCol w:w="986"/>
        <w:gridCol w:w="717"/>
      </w:tblGrid>
      <w:tr w:rsidR="00DE3706" w:rsidRPr="00E4005D" w14:paraId="4E8D67FA" w14:textId="77777777" w:rsidTr="00DE3706">
        <w:tc>
          <w:tcPr>
            <w:tcW w:w="519" w:type="dxa"/>
            <w:vMerge w:val="restart"/>
          </w:tcPr>
          <w:p w14:paraId="09FA1E0E" w14:textId="7E4BCD2B" w:rsidR="00DE3706" w:rsidRPr="00E4005D" w:rsidRDefault="00DE3706" w:rsidP="00DE3706">
            <w:pPr>
              <w:pStyle w:val="Tabletitle"/>
            </w:pPr>
            <w:proofErr w:type="spellStart"/>
            <w:r w:rsidRPr="00E4005D">
              <w:t>R</w:t>
            </w:r>
            <w:r w:rsidRPr="00E4005D">
              <w:rPr>
                <w:vertAlign w:val="subscript"/>
              </w:rPr>
              <w:t>w</w:t>
            </w:r>
            <w:proofErr w:type="spellEnd"/>
          </w:p>
        </w:tc>
        <w:tc>
          <w:tcPr>
            <w:tcW w:w="3291" w:type="dxa"/>
            <w:vMerge w:val="restart"/>
          </w:tcPr>
          <w:p w14:paraId="5B5FBA47" w14:textId="77777777" w:rsidR="00DE3706" w:rsidRPr="00E4005D" w:rsidRDefault="00DE3706" w:rsidP="00DE3706">
            <w:pPr>
              <w:pStyle w:val="Tabletitle"/>
            </w:pPr>
            <w:r w:rsidRPr="00E4005D">
              <w:t>Raven acoustic sealing systems</w:t>
            </w:r>
          </w:p>
        </w:tc>
        <w:tc>
          <w:tcPr>
            <w:tcW w:w="3560" w:type="dxa"/>
            <w:gridSpan w:val="4"/>
          </w:tcPr>
          <w:p w14:paraId="027A22AB" w14:textId="77777777" w:rsidR="00DE3706" w:rsidRPr="00E4005D" w:rsidRDefault="00DE3706" w:rsidP="00DE3706">
            <w:pPr>
              <w:pStyle w:val="Tabletitle"/>
            </w:pPr>
            <w:r w:rsidRPr="00E4005D">
              <w:t>Door</w:t>
            </w:r>
          </w:p>
        </w:tc>
        <w:tc>
          <w:tcPr>
            <w:tcW w:w="979" w:type="dxa"/>
            <w:vMerge w:val="restart"/>
          </w:tcPr>
          <w:p w14:paraId="22F07D4D" w14:textId="0753CE75" w:rsidR="00DE3706" w:rsidRPr="00E4005D" w:rsidRDefault="00DE3706" w:rsidP="00DE3706">
            <w:pPr>
              <w:pStyle w:val="Tabletitle"/>
            </w:pPr>
            <w:r w:rsidRPr="00E4005D">
              <w:t>Duty level</w:t>
            </w:r>
          </w:p>
        </w:tc>
        <w:tc>
          <w:tcPr>
            <w:tcW w:w="712" w:type="dxa"/>
            <w:vMerge w:val="restart"/>
          </w:tcPr>
          <w:p w14:paraId="7F03C444" w14:textId="77777777" w:rsidR="00DE3706" w:rsidRPr="00E4005D" w:rsidRDefault="00DE3706" w:rsidP="00DE3706">
            <w:pPr>
              <w:pStyle w:val="Tabletitle"/>
            </w:pPr>
            <w:r w:rsidRPr="00E4005D">
              <w:t>Door No.</w:t>
            </w:r>
          </w:p>
        </w:tc>
      </w:tr>
      <w:tr w:rsidR="00DE3706" w:rsidRPr="00E4005D" w14:paraId="6AB091BE" w14:textId="77777777" w:rsidTr="00DE3706">
        <w:tc>
          <w:tcPr>
            <w:tcW w:w="519" w:type="dxa"/>
            <w:vMerge/>
          </w:tcPr>
          <w:p w14:paraId="21DAC4A7" w14:textId="77777777" w:rsidR="00DE3706" w:rsidRPr="00E4005D" w:rsidRDefault="00DE3706" w:rsidP="000333D7">
            <w:pPr>
              <w:pStyle w:val="Tabletext"/>
            </w:pPr>
          </w:p>
        </w:tc>
        <w:tc>
          <w:tcPr>
            <w:tcW w:w="3291" w:type="dxa"/>
            <w:vMerge/>
          </w:tcPr>
          <w:p w14:paraId="60B7048C" w14:textId="77777777" w:rsidR="00DE3706" w:rsidRPr="00E4005D" w:rsidRDefault="00DE3706" w:rsidP="000333D7">
            <w:pPr>
              <w:pStyle w:val="Tabletext"/>
            </w:pPr>
          </w:p>
        </w:tc>
        <w:tc>
          <w:tcPr>
            <w:tcW w:w="801" w:type="dxa"/>
          </w:tcPr>
          <w:p w14:paraId="68364C71" w14:textId="77777777" w:rsidR="00DE3706" w:rsidRPr="00E4005D" w:rsidRDefault="00DE3706" w:rsidP="000333D7">
            <w:pPr>
              <w:pStyle w:val="Tabletitle"/>
              <w:rPr>
                <w:lang w:val="en-GB"/>
              </w:rPr>
            </w:pPr>
            <w:r w:rsidRPr="00E4005D">
              <w:rPr>
                <w:lang w:val="en-GB"/>
              </w:rPr>
              <w:t>Hinge</w:t>
            </w:r>
          </w:p>
        </w:tc>
        <w:tc>
          <w:tcPr>
            <w:tcW w:w="1513" w:type="dxa"/>
            <w:gridSpan w:val="2"/>
          </w:tcPr>
          <w:p w14:paraId="061F863D" w14:textId="77777777" w:rsidR="00DE3706" w:rsidRPr="00E4005D" w:rsidRDefault="00DE3706" w:rsidP="000333D7">
            <w:pPr>
              <w:pStyle w:val="Tabletitle"/>
              <w:rPr>
                <w:lang w:val="en-GB"/>
              </w:rPr>
            </w:pPr>
            <w:r w:rsidRPr="00E4005D">
              <w:rPr>
                <w:lang w:val="en-GB"/>
              </w:rPr>
              <w:t>Configuration</w:t>
            </w:r>
          </w:p>
        </w:tc>
        <w:tc>
          <w:tcPr>
            <w:tcW w:w="1246" w:type="dxa"/>
          </w:tcPr>
          <w:p w14:paraId="026D76F4" w14:textId="77777777" w:rsidR="00DE3706" w:rsidRPr="00E4005D" w:rsidRDefault="00DE3706" w:rsidP="000333D7">
            <w:pPr>
              <w:pStyle w:val="Tabletitle"/>
              <w:rPr>
                <w:lang w:val="en-GB"/>
              </w:rPr>
            </w:pPr>
            <w:r w:rsidRPr="00E4005D">
              <w:rPr>
                <w:lang w:val="en-GB"/>
              </w:rPr>
              <w:t>Thickness</w:t>
            </w:r>
          </w:p>
          <w:p w14:paraId="3C79293C" w14:textId="77777777" w:rsidR="00DE3706" w:rsidRPr="00E4005D" w:rsidRDefault="00DE3706" w:rsidP="000333D7">
            <w:pPr>
              <w:pStyle w:val="Tabletitle"/>
              <w:rPr>
                <w:lang w:val="en-GB"/>
              </w:rPr>
            </w:pPr>
            <w:r w:rsidRPr="00E4005D">
              <w:rPr>
                <w:lang w:val="en-GB"/>
              </w:rPr>
              <w:t>(mm)</w:t>
            </w:r>
          </w:p>
        </w:tc>
        <w:tc>
          <w:tcPr>
            <w:tcW w:w="979" w:type="dxa"/>
            <w:vMerge/>
          </w:tcPr>
          <w:p w14:paraId="0F2FBE4A" w14:textId="77777777" w:rsidR="00DE3706" w:rsidRPr="00E4005D" w:rsidRDefault="00DE3706" w:rsidP="000333D7">
            <w:pPr>
              <w:pStyle w:val="Tabletext"/>
              <w:rPr>
                <w:lang w:val="en-GB"/>
              </w:rPr>
            </w:pPr>
          </w:p>
        </w:tc>
        <w:tc>
          <w:tcPr>
            <w:tcW w:w="712" w:type="dxa"/>
            <w:vMerge/>
          </w:tcPr>
          <w:p w14:paraId="35A3DF0C" w14:textId="77777777" w:rsidR="00DE3706" w:rsidRPr="00E4005D" w:rsidRDefault="00DE3706" w:rsidP="000333D7">
            <w:pPr>
              <w:pStyle w:val="Tabletext"/>
              <w:rPr>
                <w:lang w:val="en-GB"/>
              </w:rPr>
            </w:pPr>
          </w:p>
        </w:tc>
      </w:tr>
      <w:tr w:rsidR="00975C3F" w:rsidRPr="00E4005D" w14:paraId="52AF1625" w14:textId="77777777" w:rsidTr="00DE3706">
        <w:tc>
          <w:tcPr>
            <w:tcW w:w="519" w:type="dxa"/>
          </w:tcPr>
          <w:p w14:paraId="12D423AE" w14:textId="77777777" w:rsidR="00975C3F" w:rsidRPr="00E4005D" w:rsidRDefault="00975C3F" w:rsidP="00975C3F">
            <w:pPr>
              <w:pStyle w:val="Tabletext"/>
              <w:rPr>
                <w:lang w:val="en-GB"/>
              </w:rPr>
            </w:pPr>
            <w:r w:rsidRPr="00E4005D">
              <w:rPr>
                <w:lang w:val="en-GB"/>
              </w:rPr>
              <w:t>41</w:t>
            </w:r>
          </w:p>
        </w:tc>
        <w:tc>
          <w:tcPr>
            <w:tcW w:w="3291" w:type="dxa"/>
          </w:tcPr>
          <w:p w14:paraId="6F699523" w14:textId="77777777" w:rsidR="00975C3F" w:rsidRPr="00E4005D" w:rsidRDefault="00975C3F" w:rsidP="00975C3F">
            <w:pPr>
              <w:pStyle w:val="Tabletext"/>
              <w:rPr>
                <w:lang w:val="en-GB"/>
              </w:rPr>
            </w:pPr>
            <w:r w:rsidRPr="00E4005D">
              <w:rPr>
                <w:lang w:val="en-GB"/>
              </w:rPr>
              <w:t>RP78Si + RP530 + RP38 + RP16Si</w:t>
            </w:r>
          </w:p>
        </w:tc>
        <w:tc>
          <w:tcPr>
            <w:tcW w:w="801" w:type="dxa"/>
          </w:tcPr>
          <w:p w14:paraId="408B5221" w14:textId="77777777" w:rsidR="00975C3F" w:rsidRPr="00E4005D" w:rsidRDefault="00975C3F" w:rsidP="00975C3F">
            <w:pPr>
              <w:pStyle w:val="Tabletext"/>
              <w:rPr>
                <w:lang w:val="en-GB"/>
              </w:rPr>
            </w:pPr>
            <w:r w:rsidRPr="00E4005D">
              <w:rPr>
                <w:lang w:val="en-GB"/>
              </w:rPr>
              <w:t>Butt</w:t>
            </w:r>
          </w:p>
        </w:tc>
        <w:tc>
          <w:tcPr>
            <w:tcW w:w="1424" w:type="dxa"/>
          </w:tcPr>
          <w:p w14:paraId="3BDAA3EA" w14:textId="77777777" w:rsidR="00975C3F" w:rsidRPr="00E4005D" w:rsidRDefault="00975C3F" w:rsidP="00975C3F">
            <w:pPr>
              <w:pStyle w:val="Tabletext"/>
              <w:rPr>
                <w:lang w:val="en-GB"/>
              </w:rPr>
            </w:pPr>
            <w:r w:rsidRPr="00E4005D">
              <w:rPr>
                <w:lang w:val="en-GB"/>
              </w:rPr>
              <w:t>Double</w:t>
            </w:r>
          </w:p>
        </w:tc>
        <w:tc>
          <w:tcPr>
            <w:tcW w:w="1335" w:type="dxa"/>
            <w:gridSpan w:val="2"/>
          </w:tcPr>
          <w:p w14:paraId="4DCF1F60" w14:textId="77777777" w:rsidR="00975C3F" w:rsidRPr="00E4005D" w:rsidRDefault="00975C3F" w:rsidP="00975C3F">
            <w:pPr>
              <w:pStyle w:val="Tabletext"/>
              <w:rPr>
                <w:lang w:val="en-GB"/>
              </w:rPr>
            </w:pPr>
            <w:r w:rsidRPr="00E4005D">
              <w:rPr>
                <w:lang w:val="en-GB"/>
              </w:rPr>
              <w:t>54</w:t>
            </w:r>
          </w:p>
        </w:tc>
        <w:tc>
          <w:tcPr>
            <w:tcW w:w="979" w:type="dxa"/>
          </w:tcPr>
          <w:p w14:paraId="1DF377C6" w14:textId="77777777" w:rsidR="00975C3F" w:rsidRPr="00E4005D" w:rsidRDefault="00975C3F" w:rsidP="00975C3F">
            <w:pPr>
              <w:pStyle w:val="Tabletext"/>
              <w:rPr>
                <w:lang w:val="en-GB"/>
              </w:rPr>
            </w:pPr>
            <w:r w:rsidRPr="00E4005D">
              <w:rPr>
                <w:lang w:val="en-GB"/>
              </w:rPr>
              <w:t>Medium</w:t>
            </w:r>
          </w:p>
        </w:tc>
        <w:tc>
          <w:tcPr>
            <w:tcW w:w="712" w:type="dxa"/>
          </w:tcPr>
          <w:p w14:paraId="2046AEDD" w14:textId="77777777" w:rsidR="00975C3F" w:rsidRPr="00E4005D" w:rsidRDefault="00975C3F" w:rsidP="00975C3F">
            <w:pPr>
              <w:pStyle w:val="Tabletext"/>
              <w:rPr>
                <w:lang w:val="en-GB"/>
              </w:rPr>
            </w:pPr>
          </w:p>
        </w:tc>
      </w:tr>
      <w:tr w:rsidR="00975C3F" w:rsidRPr="00E4005D" w14:paraId="3222873F" w14:textId="77777777" w:rsidTr="00DE3706">
        <w:tc>
          <w:tcPr>
            <w:tcW w:w="519" w:type="dxa"/>
            <w:vMerge w:val="restart"/>
          </w:tcPr>
          <w:p w14:paraId="21F17CAF" w14:textId="77777777" w:rsidR="00975C3F" w:rsidRPr="00E4005D" w:rsidRDefault="00975C3F" w:rsidP="00975C3F">
            <w:pPr>
              <w:pStyle w:val="Tabletext"/>
              <w:rPr>
                <w:lang w:val="en-GB"/>
              </w:rPr>
            </w:pPr>
            <w:r w:rsidRPr="00E4005D">
              <w:rPr>
                <w:lang w:val="en-GB"/>
              </w:rPr>
              <w:t>42</w:t>
            </w:r>
          </w:p>
        </w:tc>
        <w:tc>
          <w:tcPr>
            <w:tcW w:w="3291" w:type="dxa"/>
          </w:tcPr>
          <w:p w14:paraId="484906FD" w14:textId="77777777" w:rsidR="00975C3F" w:rsidRPr="00E4005D" w:rsidRDefault="00975C3F" w:rsidP="00975C3F">
            <w:pPr>
              <w:pStyle w:val="Tabletext"/>
              <w:rPr>
                <w:lang w:val="en-GB"/>
              </w:rPr>
            </w:pPr>
            <w:r w:rsidRPr="00E4005D">
              <w:rPr>
                <w:lang w:val="en-GB"/>
              </w:rPr>
              <w:t>RP10Si + RP124 + RP8Si + RP128Si</w:t>
            </w:r>
          </w:p>
        </w:tc>
        <w:tc>
          <w:tcPr>
            <w:tcW w:w="801" w:type="dxa"/>
          </w:tcPr>
          <w:p w14:paraId="349DE157" w14:textId="77777777" w:rsidR="00975C3F" w:rsidRPr="00E4005D" w:rsidRDefault="00975C3F" w:rsidP="00975C3F">
            <w:pPr>
              <w:pStyle w:val="Tabletext"/>
              <w:rPr>
                <w:lang w:val="en-GB"/>
              </w:rPr>
            </w:pPr>
            <w:r w:rsidRPr="00E4005D">
              <w:rPr>
                <w:lang w:val="en-GB"/>
              </w:rPr>
              <w:t>Butt</w:t>
            </w:r>
          </w:p>
        </w:tc>
        <w:tc>
          <w:tcPr>
            <w:tcW w:w="1424" w:type="dxa"/>
          </w:tcPr>
          <w:p w14:paraId="27DAA0BF" w14:textId="77777777" w:rsidR="00975C3F" w:rsidRPr="00E4005D" w:rsidRDefault="00975C3F" w:rsidP="00975C3F">
            <w:pPr>
              <w:pStyle w:val="Tabletext"/>
              <w:rPr>
                <w:lang w:val="en-GB"/>
              </w:rPr>
            </w:pPr>
            <w:r w:rsidRPr="00E4005D">
              <w:rPr>
                <w:lang w:val="en-GB"/>
              </w:rPr>
              <w:t>Single</w:t>
            </w:r>
          </w:p>
        </w:tc>
        <w:tc>
          <w:tcPr>
            <w:tcW w:w="1335" w:type="dxa"/>
            <w:gridSpan w:val="2"/>
          </w:tcPr>
          <w:p w14:paraId="09558692" w14:textId="77777777" w:rsidR="00975C3F" w:rsidRPr="00E4005D" w:rsidRDefault="00975C3F" w:rsidP="00975C3F">
            <w:pPr>
              <w:pStyle w:val="Tabletext"/>
              <w:rPr>
                <w:lang w:val="en-GB"/>
              </w:rPr>
            </w:pPr>
            <w:r w:rsidRPr="00E4005D">
              <w:rPr>
                <w:lang w:val="en-GB"/>
              </w:rPr>
              <w:t>35</w:t>
            </w:r>
          </w:p>
        </w:tc>
        <w:tc>
          <w:tcPr>
            <w:tcW w:w="979" w:type="dxa"/>
          </w:tcPr>
          <w:p w14:paraId="311857F2" w14:textId="77777777" w:rsidR="00975C3F" w:rsidRPr="00E4005D" w:rsidRDefault="00975C3F" w:rsidP="00975C3F">
            <w:pPr>
              <w:pStyle w:val="Tabletext"/>
              <w:rPr>
                <w:lang w:val="en-GB"/>
              </w:rPr>
            </w:pPr>
            <w:r w:rsidRPr="00E4005D">
              <w:rPr>
                <w:lang w:val="en-GB"/>
              </w:rPr>
              <w:t>Heavy</w:t>
            </w:r>
          </w:p>
        </w:tc>
        <w:tc>
          <w:tcPr>
            <w:tcW w:w="712" w:type="dxa"/>
          </w:tcPr>
          <w:p w14:paraId="0DF2AEA4" w14:textId="77777777" w:rsidR="00975C3F" w:rsidRPr="00E4005D" w:rsidRDefault="00975C3F" w:rsidP="00975C3F">
            <w:pPr>
              <w:pStyle w:val="Tabletext"/>
              <w:rPr>
                <w:lang w:val="en-GB"/>
              </w:rPr>
            </w:pPr>
          </w:p>
        </w:tc>
      </w:tr>
      <w:tr w:rsidR="00975C3F" w:rsidRPr="00E4005D" w14:paraId="6323FB87" w14:textId="77777777" w:rsidTr="00DE3706">
        <w:tc>
          <w:tcPr>
            <w:tcW w:w="519" w:type="dxa"/>
            <w:vMerge/>
          </w:tcPr>
          <w:p w14:paraId="71AB422B" w14:textId="77777777" w:rsidR="00975C3F" w:rsidRPr="00E4005D" w:rsidRDefault="00975C3F" w:rsidP="00975C3F">
            <w:pPr>
              <w:pStyle w:val="Tabletext"/>
            </w:pPr>
          </w:p>
        </w:tc>
        <w:tc>
          <w:tcPr>
            <w:tcW w:w="3291" w:type="dxa"/>
          </w:tcPr>
          <w:p w14:paraId="521653FF" w14:textId="77777777" w:rsidR="00975C3F" w:rsidRPr="00E4005D" w:rsidRDefault="00975C3F" w:rsidP="00975C3F">
            <w:pPr>
              <w:pStyle w:val="Tabletext"/>
              <w:rPr>
                <w:lang w:val="en-GB"/>
              </w:rPr>
            </w:pPr>
            <w:r w:rsidRPr="00E4005D">
              <w:rPr>
                <w:lang w:val="en-GB"/>
              </w:rPr>
              <w:t>RP24Si + RP124 + RP8Si + RP38Si</w:t>
            </w:r>
          </w:p>
        </w:tc>
        <w:tc>
          <w:tcPr>
            <w:tcW w:w="801" w:type="dxa"/>
          </w:tcPr>
          <w:p w14:paraId="3DA13886" w14:textId="77777777" w:rsidR="00975C3F" w:rsidRPr="00E4005D" w:rsidRDefault="00975C3F" w:rsidP="00975C3F">
            <w:pPr>
              <w:pStyle w:val="Tabletext"/>
              <w:rPr>
                <w:lang w:val="en-GB"/>
              </w:rPr>
            </w:pPr>
            <w:r w:rsidRPr="00E4005D">
              <w:rPr>
                <w:lang w:val="en-GB"/>
              </w:rPr>
              <w:t>Butt</w:t>
            </w:r>
          </w:p>
        </w:tc>
        <w:tc>
          <w:tcPr>
            <w:tcW w:w="1424" w:type="dxa"/>
          </w:tcPr>
          <w:p w14:paraId="6D02532E" w14:textId="77777777" w:rsidR="00975C3F" w:rsidRPr="00E4005D" w:rsidRDefault="00975C3F" w:rsidP="00975C3F">
            <w:pPr>
              <w:pStyle w:val="Tabletext"/>
              <w:rPr>
                <w:lang w:val="en-GB"/>
              </w:rPr>
            </w:pPr>
            <w:r w:rsidRPr="00E4005D">
              <w:rPr>
                <w:lang w:val="en-GB"/>
              </w:rPr>
              <w:t>Single</w:t>
            </w:r>
          </w:p>
        </w:tc>
        <w:tc>
          <w:tcPr>
            <w:tcW w:w="1335" w:type="dxa"/>
            <w:gridSpan w:val="2"/>
          </w:tcPr>
          <w:p w14:paraId="0D3DF823" w14:textId="77777777" w:rsidR="00975C3F" w:rsidRPr="00E4005D" w:rsidRDefault="00975C3F" w:rsidP="00975C3F">
            <w:pPr>
              <w:pStyle w:val="Tabletext"/>
              <w:rPr>
                <w:lang w:val="en-GB"/>
              </w:rPr>
            </w:pPr>
            <w:r w:rsidRPr="00E4005D">
              <w:rPr>
                <w:lang w:val="en-GB"/>
              </w:rPr>
              <w:t>35</w:t>
            </w:r>
          </w:p>
        </w:tc>
        <w:tc>
          <w:tcPr>
            <w:tcW w:w="979" w:type="dxa"/>
          </w:tcPr>
          <w:p w14:paraId="1D6503E6" w14:textId="77777777" w:rsidR="00975C3F" w:rsidRPr="00E4005D" w:rsidRDefault="00975C3F" w:rsidP="00975C3F">
            <w:pPr>
              <w:pStyle w:val="Tabletext"/>
              <w:rPr>
                <w:lang w:val="en-GB"/>
              </w:rPr>
            </w:pPr>
            <w:r w:rsidRPr="00E4005D">
              <w:rPr>
                <w:lang w:val="en-GB"/>
              </w:rPr>
              <w:t>Heavy</w:t>
            </w:r>
          </w:p>
        </w:tc>
        <w:tc>
          <w:tcPr>
            <w:tcW w:w="712" w:type="dxa"/>
          </w:tcPr>
          <w:p w14:paraId="47535656" w14:textId="77777777" w:rsidR="00975C3F" w:rsidRPr="00E4005D" w:rsidRDefault="00975C3F" w:rsidP="00975C3F">
            <w:pPr>
              <w:pStyle w:val="Tabletext"/>
              <w:rPr>
                <w:lang w:val="en-GB"/>
              </w:rPr>
            </w:pPr>
          </w:p>
        </w:tc>
      </w:tr>
      <w:tr w:rsidR="00975C3F" w:rsidRPr="00E4005D" w14:paraId="53660A53" w14:textId="77777777" w:rsidTr="00DE3706">
        <w:tc>
          <w:tcPr>
            <w:tcW w:w="519" w:type="dxa"/>
            <w:vMerge/>
          </w:tcPr>
          <w:p w14:paraId="76756586" w14:textId="77777777" w:rsidR="00975C3F" w:rsidRPr="00E4005D" w:rsidRDefault="00975C3F" w:rsidP="00975C3F">
            <w:pPr>
              <w:pStyle w:val="Tabletext"/>
            </w:pPr>
          </w:p>
        </w:tc>
        <w:tc>
          <w:tcPr>
            <w:tcW w:w="3291" w:type="dxa"/>
          </w:tcPr>
          <w:p w14:paraId="10C4ACB6" w14:textId="77777777" w:rsidR="00975C3F" w:rsidRPr="00E4005D" w:rsidRDefault="00975C3F" w:rsidP="00975C3F">
            <w:pPr>
              <w:pStyle w:val="Tabletext"/>
              <w:rPr>
                <w:lang w:val="en-GB"/>
              </w:rPr>
            </w:pPr>
            <w:r w:rsidRPr="00E4005D">
              <w:rPr>
                <w:lang w:val="en-GB"/>
              </w:rPr>
              <w:t>RP87Si + RP124 + RP8Si + RP128Si</w:t>
            </w:r>
          </w:p>
        </w:tc>
        <w:tc>
          <w:tcPr>
            <w:tcW w:w="801" w:type="dxa"/>
          </w:tcPr>
          <w:p w14:paraId="64226C4D" w14:textId="77777777" w:rsidR="00975C3F" w:rsidRPr="00E4005D" w:rsidRDefault="00975C3F" w:rsidP="00975C3F">
            <w:pPr>
              <w:pStyle w:val="Tabletext"/>
              <w:rPr>
                <w:lang w:val="en-GB"/>
              </w:rPr>
            </w:pPr>
            <w:r w:rsidRPr="00E4005D">
              <w:rPr>
                <w:lang w:val="en-GB"/>
              </w:rPr>
              <w:t>Butt</w:t>
            </w:r>
          </w:p>
        </w:tc>
        <w:tc>
          <w:tcPr>
            <w:tcW w:w="1424" w:type="dxa"/>
          </w:tcPr>
          <w:p w14:paraId="17A1A9EE" w14:textId="77777777" w:rsidR="00975C3F" w:rsidRPr="00E4005D" w:rsidRDefault="00975C3F" w:rsidP="00975C3F">
            <w:pPr>
              <w:pStyle w:val="Tabletext"/>
              <w:rPr>
                <w:lang w:val="en-GB"/>
              </w:rPr>
            </w:pPr>
            <w:r w:rsidRPr="00E4005D">
              <w:rPr>
                <w:lang w:val="en-GB"/>
              </w:rPr>
              <w:t>Single</w:t>
            </w:r>
          </w:p>
        </w:tc>
        <w:tc>
          <w:tcPr>
            <w:tcW w:w="1335" w:type="dxa"/>
            <w:gridSpan w:val="2"/>
          </w:tcPr>
          <w:p w14:paraId="3000CEC7" w14:textId="77777777" w:rsidR="00975C3F" w:rsidRPr="00E4005D" w:rsidRDefault="00975C3F" w:rsidP="00975C3F">
            <w:pPr>
              <w:pStyle w:val="Tabletext"/>
              <w:rPr>
                <w:lang w:val="en-GB"/>
              </w:rPr>
            </w:pPr>
            <w:r w:rsidRPr="00E4005D">
              <w:rPr>
                <w:lang w:val="en-GB"/>
              </w:rPr>
              <w:t>35</w:t>
            </w:r>
          </w:p>
        </w:tc>
        <w:tc>
          <w:tcPr>
            <w:tcW w:w="979" w:type="dxa"/>
          </w:tcPr>
          <w:p w14:paraId="2A096E6D" w14:textId="77777777" w:rsidR="00975C3F" w:rsidRPr="00E4005D" w:rsidRDefault="00975C3F" w:rsidP="00975C3F">
            <w:pPr>
              <w:pStyle w:val="Tabletext"/>
              <w:rPr>
                <w:lang w:val="en-GB"/>
              </w:rPr>
            </w:pPr>
            <w:r w:rsidRPr="00E4005D">
              <w:rPr>
                <w:lang w:val="en-GB"/>
              </w:rPr>
              <w:t>Heavy</w:t>
            </w:r>
          </w:p>
        </w:tc>
        <w:tc>
          <w:tcPr>
            <w:tcW w:w="712" w:type="dxa"/>
          </w:tcPr>
          <w:p w14:paraId="46DE2609" w14:textId="77777777" w:rsidR="00975C3F" w:rsidRPr="00E4005D" w:rsidRDefault="00975C3F" w:rsidP="00975C3F">
            <w:pPr>
              <w:pStyle w:val="Tabletext"/>
              <w:rPr>
                <w:lang w:val="en-GB"/>
              </w:rPr>
            </w:pPr>
          </w:p>
        </w:tc>
      </w:tr>
      <w:tr w:rsidR="00975C3F" w:rsidRPr="00E4005D" w14:paraId="776CA7BC" w14:textId="77777777" w:rsidTr="00DE3706">
        <w:tc>
          <w:tcPr>
            <w:tcW w:w="519" w:type="dxa"/>
            <w:vMerge/>
          </w:tcPr>
          <w:p w14:paraId="0CA6F0F1" w14:textId="77777777" w:rsidR="00975C3F" w:rsidRPr="00E4005D" w:rsidRDefault="00975C3F" w:rsidP="00975C3F">
            <w:pPr>
              <w:pStyle w:val="Tabletext"/>
            </w:pPr>
          </w:p>
        </w:tc>
        <w:tc>
          <w:tcPr>
            <w:tcW w:w="3291" w:type="dxa"/>
          </w:tcPr>
          <w:p w14:paraId="7B75F868" w14:textId="77777777" w:rsidR="00975C3F" w:rsidRPr="00E4005D" w:rsidRDefault="00975C3F" w:rsidP="00975C3F">
            <w:pPr>
              <w:pStyle w:val="Tabletext"/>
              <w:rPr>
                <w:lang w:val="en-GB"/>
              </w:rPr>
            </w:pPr>
            <w:r w:rsidRPr="00E4005D">
              <w:rPr>
                <w:lang w:val="en-GB"/>
              </w:rPr>
              <w:t>RP10Si + RP124 + RP127Si</w:t>
            </w:r>
          </w:p>
        </w:tc>
        <w:tc>
          <w:tcPr>
            <w:tcW w:w="801" w:type="dxa"/>
          </w:tcPr>
          <w:p w14:paraId="77C7AA16" w14:textId="77777777" w:rsidR="00975C3F" w:rsidRPr="00E4005D" w:rsidRDefault="00975C3F" w:rsidP="00975C3F">
            <w:pPr>
              <w:pStyle w:val="Tabletext"/>
              <w:rPr>
                <w:lang w:val="en-GB"/>
              </w:rPr>
            </w:pPr>
            <w:r w:rsidRPr="00E4005D">
              <w:rPr>
                <w:lang w:val="en-GB"/>
              </w:rPr>
              <w:t>Butt</w:t>
            </w:r>
          </w:p>
        </w:tc>
        <w:tc>
          <w:tcPr>
            <w:tcW w:w="1424" w:type="dxa"/>
          </w:tcPr>
          <w:p w14:paraId="41D4F505" w14:textId="77777777" w:rsidR="00975C3F" w:rsidRPr="00E4005D" w:rsidRDefault="00975C3F" w:rsidP="00975C3F">
            <w:pPr>
              <w:pStyle w:val="Tabletext"/>
              <w:rPr>
                <w:lang w:val="en-GB"/>
              </w:rPr>
            </w:pPr>
            <w:r w:rsidRPr="00E4005D">
              <w:rPr>
                <w:lang w:val="en-GB"/>
              </w:rPr>
              <w:t>Single</w:t>
            </w:r>
          </w:p>
        </w:tc>
        <w:tc>
          <w:tcPr>
            <w:tcW w:w="1335" w:type="dxa"/>
            <w:gridSpan w:val="2"/>
          </w:tcPr>
          <w:p w14:paraId="21C8915E" w14:textId="77777777" w:rsidR="00975C3F" w:rsidRPr="00E4005D" w:rsidRDefault="00975C3F" w:rsidP="00975C3F">
            <w:pPr>
              <w:pStyle w:val="Tabletext"/>
              <w:rPr>
                <w:lang w:val="en-GB"/>
              </w:rPr>
            </w:pPr>
            <w:r w:rsidRPr="00E4005D">
              <w:rPr>
                <w:lang w:val="en-GB"/>
              </w:rPr>
              <w:t>68</w:t>
            </w:r>
          </w:p>
        </w:tc>
        <w:tc>
          <w:tcPr>
            <w:tcW w:w="979" w:type="dxa"/>
          </w:tcPr>
          <w:p w14:paraId="267D80BE" w14:textId="77777777" w:rsidR="00975C3F" w:rsidRPr="00E4005D" w:rsidRDefault="00975C3F" w:rsidP="00975C3F">
            <w:pPr>
              <w:pStyle w:val="Tabletext"/>
              <w:rPr>
                <w:lang w:val="en-GB"/>
              </w:rPr>
            </w:pPr>
            <w:r w:rsidRPr="00E4005D">
              <w:rPr>
                <w:lang w:val="en-GB"/>
              </w:rPr>
              <w:t>Heavy</w:t>
            </w:r>
          </w:p>
        </w:tc>
        <w:tc>
          <w:tcPr>
            <w:tcW w:w="712" w:type="dxa"/>
          </w:tcPr>
          <w:p w14:paraId="37C0B857" w14:textId="77777777" w:rsidR="00975C3F" w:rsidRPr="00E4005D" w:rsidRDefault="00975C3F" w:rsidP="00975C3F">
            <w:pPr>
              <w:pStyle w:val="Tabletext"/>
              <w:rPr>
                <w:lang w:val="en-GB"/>
              </w:rPr>
            </w:pPr>
          </w:p>
        </w:tc>
      </w:tr>
      <w:tr w:rsidR="00975C3F" w:rsidRPr="00E4005D" w14:paraId="33DB8299" w14:textId="77777777" w:rsidTr="00DE3706">
        <w:tc>
          <w:tcPr>
            <w:tcW w:w="519" w:type="dxa"/>
            <w:vMerge/>
          </w:tcPr>
          <w:p w14:paraId="1E6BD81A" w14:textId="77777777" w:rsidR="00975C3F" w:rsidRPr="00E4005D" w:rsidRDefault="00975C3F" w:rsidP="00975C3F">
            <w:pPr>
              <w:pStyle w:val="Tabletext"/>
            </w:pPr>
          </w:p>
        </w:tc>
        <w:tc>
          <w:tcPr>
            <w:tcW w:w="3291" w:type="dxa"/>
          </w:tcPr>
          <w:p w14:paraId="2A4E1A37" w14:textId="77777777" w:rsidR="00975C3F" w:rsidRPr="00E4005D" w:rsidRDefault="00975C3F" w:rsidP="00975C3F">
            <w:pPr>
              <w:pStyle w:val="Tabletext"/>
              <w:rPr>
                <w:lang w:val="en-GB"/>
              </w:rPr>
            </w:pPr>
            <w:r w:rsidRPr="00E4005D">
              <w:rPr>
                <w:lang w:val="en-GB"/>
              </w:rPr>
              <w:t>RP24Si + RP127Si + RP126Si</w:t>
            </w:r>
          </w:p>
        </w:tc>
        <w:tc>
          <w:tcPr>
            <w:tcW w:w="801" w:type="dxa"/>
          </w:tcPr>
          <w:p w14:paraId="11506F5F" w14:textId="77777777" w:rsidR="00975C3F" w:rsidRPr="00E4005D" w:rsidRDefault="00975C3F" w:rsidP="00975C3F">
            <w:pPr>
              <w:pStyle w:val="Tabletext"/>
              <w:rPr>
                <w:lang w:val="en-GB"/>
              </w:rPr>
            </w:pPr>
            <w:r w:rsidRPr="00E4005D">
              <w:rPr>
                <w:lang w:val="en-GB"/>
              </w:rPr>
              <w:t>Butt</w:t>
            </w:r>
          </w:p>
        </w:tc>
        <w:tc>
          <w:tcPr>
            <w:tcW w:w="1424" w:type="dxa"/>
          </w:tcPr>
          <w:p w14:paraId="55CD5C9D" w14:textId="77777777" w:rsidR="00975C3F" w:rsidRPr="00E4005D" w:rsidRDefault="00975C3F" w:rsidP="00975C3F">
            <w:pPr>
              <w:pStyle w:val="Tabletext"/>
              <w:rPr>
                <w:lang w:val="en-GB"/>
              </w:rPr>
            </w:pPr>
            <w:r w:rsidRPr="00E4005D">
              <w:rPr>
                <w:lang w:val="en-GB"/>
              </w:rPr>
              <w:t>Single</w:t>
            </w:r>
          </w:p>
        </w:tc>
        <w:tc>
          <w:tcPr>
            <w:tcW w:w="1335" w:type="dxa"/>
            <w:gridSpan w:val="2"/>
          </w:tcPr>
          <w:p w14:paraId="4266C95A" w14:textId="77777777" w:rsidR="00975C3F" w:rsidRPr="00E4005D" w:rsidRDefault="00975C3F" w:rsidP="00975C3F">
            <w:pPr>
              <w:pStyle w:val="Tabletext"/>
              <w:rPr>
                <w:lang w:val="en-GB"/>
              </w:rPr>
            </w:pPr>
            <w:r w:rsidRPr="00E4005D">
              <w:rPr>
                <w:lang w:val="en-GB"/>
              </w:rPr>
              <w:t>68</w:t>
            </w:r>
          </w:p>
        </w:tc>
        <w:tc>
          <w:tcPr>
            <w:tcW w:w="979" w:type="dxa"/>
          </w:tcPr>
          <w:p w14:paraId="7C47651F" w14:textId="77777777" w:rsidR="00975C3F" w:rsidRPr="00E4005D" w:rsidRDefault="00975C3F" w:rsidP="00975C3F">
            <w:pPr>
              <w:pStyle w:val="Tabletext"/>
              <w:rPr>
                <w:lang w:val="en-GB"/>
              </w:rPr>
            </w:pPr>
            <w:r w:rsidRPr="00E4005D">
              <w:rPr>
                <w:lang w:val="en-GB"/>
              </w:rPr>
              <w:t>Heavy</w:t>
            </w:r>
          </w:p>
        </w:tc>
        <w:tc>
          <w:tcPr>
            <w:tcW w:w="712" w:type="dxa"/>
          </w:tcPr>
          <w:p w14:paraId="59FF57E3" w14:textId="77777777" w:rsidR="00975C3F" w:rsidRPr="00E4005D" w:rsidRDefault="00975C3F" w:rsidP="00975C3F">
            <w:pPr>
              <w:pStyle w:val="Tabletext"/>
              <w:rPr>
                <w:lang w:val="en-GB"/>
              </w:rPr>
            </w:pPr>
          </w:p>
        </w:tc>
      </w:tr>
      <w:tr w:rsidR="00975C3F" w:rsidRPr="00E4005D" w14:paraId="24892D69" w14:textId="77777777" w:rsidTr="00DE3706">
        <w:tc>
          <w:tcPr>
            <w:tcW w:w="519" w:type="dxa"/>
            <w:vMerge w:val="restart"/>
          </w:tcPr>
          <w:p w14:paraId="072DE6FA" w14:textId="77777777" w:rsidR="00975C3F" w:rsidRPr="00E4005D" w:rsidRDefault="00975C3F" w:rsidP="00975C3F">
            <w:pPr>
              <w:pStyle w:val="Tabletext"/>
              <w:rPr>
                <w:lang w:val="en-GB"/>
              </w:rPr>
            </w:pPr>
            <w:r w:rsidRPr="00E4005D">
              <w:rPr>
                <w:lang w:val="en-GB"/>
              </w:rPr>
              <w:t>43</w:t>
            </w:r>
          </w:p>
        </w:tc>
        <w:tc>
          <w:tcPr>
            <w:tcW w:w="3291" w:type="dxa"/>
          </w:tcPr>
          <w:p w14:paraId="0702AB90" w14:textId="77777777" w:rsidR="00975C3F" w:rsidRPr="00E4005D" w:rsidRDefault="00975C3F" w:rsidP="00975C3F">
            <w:pPr>
              <w:pStyle w:val="Tabletext"/>
              <w:rPr>
                <w:lang w:val="en-GB"/>
              </w:rPr>
            </w:pPr>
            <w:r w:rsidRPr="00E4005D">
              <w:rPr>
                <w:lang w:val="en-GB"/>
              </w:rPr>
              <w:t>RP78Si</w:t>
            </w:r>
            <w:r w:rsidRPr="00E4005D">
              <w:rPr>
                <w:lang w:val="en-GB"/>
              </w:rPr>
              <w:t> </w:t>
            </w:r>
            <w:r w:rsidRPr="00E4005D">
              <w:rPr>
                <w:lang w:val="en-GB"/>
              </w:rPr>
              <w:t>+ RP124</w:t>
            </w:r>
            <w:r w:rsidRPr="00E4005D">
              <w:rPr>
                <w:lang w:val="en-GB"/>
              </w:rPr>
              <w:t> </w:t>
            </w:r>
            <w:r w:rsidRPr="00E4005D">
              <w:rPr>
                <w:lang w:val="en-GB"/>
              </w:rPr>
              <w:t>+ RP8Si</w:t>
            </w:r>
            <w:r w:rsidRPr="00E4005D">
              <w:rPr>
                <w:lang w:val="en-GB"/>
              </w:rPr>
              <w:t> </w:t>
            </w:r>
            <w:r w:rsidRPr="00E4005D">
              <w:rPr>
                <w:lang w:val="en-GB"/>
              </w:rPr>
              <w:t>+ RP128Si</w:t>
            </w:r>
          </w:p>
        </w:tc>
        <w:tc>
          <w:tcPr>
            <w:tcW w:w="801" w:type="dxa"/>
          </w:tcPr>
          <w:p w14:paraId="0C7C6345" w14:textId="77777777" w:rsidR="00975C3F" w:rsidRPr="00E4005D" w:rsidRDefault="00975C3F" w:rsidP="00975C3F">
            <w:pPr>
              <w:pStyle w:val="Tabletext"/>
              <w:rPr>
                <w:lang w:val="en-GB"/>
              </w:rPr>
            </w:pPr>
            <w:r w:rsidRPr="00E4005D">
              <w:rPr>
                <w:lang w:val="en-GB"/>
              </w:rPr>
              <w:t>Butt</w:t>
            </w:r>
          </w:p>
        </w:tc>
        <w:tc>
          <w:tcPr>
            <w:tcW w:w="1424" w:type="dxa"/>
          </w:tcPr>
          <w:p w14:paraId="1AF90B23" w14:textId="77777777" w:rsidR="00975C3F" w:rsidRPr="00E4005D" w:rsidRDefault="00975C3F" w:rsidP="00975C3F">
            <w:pPr>
              <w:pStyle w:val="Tabletext"/>
              <w:rPr>
                <w:lang w:val="en-GB"/>
              </w:rPr>
            </w:pPr>
            <w:r w:rsidRPr="00E4005D">
              <w:rPr>
                <w:lang w:val="en-GB"/>
              </w:rPr>
              <w:t>Single</w:t>
            </w:r>
          </w:p>
        </w:tc>
        <w:tc>
          <w:tcPr>
            <w:tcW w:w="1335" w:type="dxa"/>
            <w:gridSpan w:val="2"/>
          </w:tcPr>
          <w:p w14:paraId="5F2CF29D" w14:textId="77777777" w:rsidR="00975C3F" w:rsidRPr="00E4005D" w:rsidRDefault="00975C3F" w:rsidP="00975C3F">
            <w:pPr>
              <w:pStyle w:val="Tabletext"/>
              <w:rPr>
                <w:lang w:val="en-GB"/>
              </w:rPr>
            </w:pPr>
            <w:r w:rsidRPr="00E4005D">
              <w:rPr>
                <w:lang w:val="en-GB"/>
              </w:rPr>
              <w:t>35</w:t>
            </w:r>
          </w:p>
        </w:tc>
        <w:tc>
          <w:tcPr>
            <w:tcW w:w="979" w:type="dxa"/>
          </w:tcPr>
          <w:p w14:paraId="5A645404" w14:textId="77777777" w:rsidR="00975C3F" w:rsidRPr="00E4005D" w:rsidRDefault="00975C3F" w:rsidP="00975C3F">
            <w:pPr>
              <w:pStyle w:val="Tabletext"/>
              <w:rPr>
                <w:lang w:val="en-GB"/>
              </w:rPr>
            </w:pPr>
            <w:r w:rsidRPr="00E4005D">
              <w:rPr>
                <w:lang w:val="en-GB"/>
              </w:rPr>
              <w:t>Medium</w:t>
            </w:r>
          </w:p>
        </w:tc>
        <w:tc>
          <w:tcPr>
            <w:tcW w:w="712" w:type="dxa"/>
          </w:tcPr>
          <w:p w14:paraId="55F7F545" w14:textId="77777777" w:rsidR="00975C3F" w:rsidRPr="00E4005D" w:rsidRDefault="00975C3F" w:rsidP="00975C3F">
            <w:pPr>
              <w:pStyle w:val="Tabletext"/>
              <w:rPr>
                <w:lang w:val="en-GB"/>
              </w:rPr>
            </w:pPr>
          </w:p>
        </w:tc>
      </w:tr>
      <w:tr w:rsidR="00975C3F" w:rsidRPr="00E4005D" w14:paraId="699D5BA9" w14:textId="77777777" w:rsidTr="00DE3706">
        <w:tc>
          <w:tcPr>
            <w:tcW w:w="519" w:type="dxa"/>
            <w:vMerge/>
          </w:tcPr>
          <w:p w14:paraId="3D9FEAB7" w14:textId="77777777" w:rsidR="00975C3F" w:rsidRPr="00E4005D" w:rsidRDefault="00975C3F" w:rsidP="00975C3F">
            <w:pPr>
              <w:pStyle w:val="Tabletext"/>
            </w:pPr>
          </w:p>
        </w:tc>
        <w:tc>
          <w:tcPr>
            <w:tcW w:w="3291" w:type="dxa"/>
          </w:tcPr>
          <w:p w14:paraId="3AFC3297" w14:textId="77777777" w:rsidR="00975C3F" w:rsidRPr="00E4005D" w:rsidRDefault="00975C3F" w:rsidP="00975C3F">
            <w:pPr>
              <w:pStyle w:val="Tabletext"/>
              <w:rPr>
                <w:lang w:val="en-GB"/>
              </w:rPr>
            </w:pPr>
            <w:r w:rsidRPr="00E4005D">
              <w:rPr>
                <w:lang w:val="en-GB"/>
              </w:rPr>
              <w:t>RP10Si + RP124 + RP8Si + RP128Si</w:t>
            </w:r>
          </w:p>
        </w:tc>
        <w:tc>
          <w:tcPr>
            <w:tcW w:w="801" w:type="dxa"/>
          </w:tcPr>
          <w:p w14:paraId="782DA8F6" w14:textId="77777777" w:rsidR="00975C3F" w:rsidRPr="00E4005D" w:rsidRDefault="00975C3F" w:rsidP="00975C3F">
            <w:pPr>
              <w:pStyle w:val="Tabletext"/>
              <w:rPr>
                <w:lang w:val="en-GB"/>
              </w:rPr>
            </w:pPr>
            <w:r w:rsidRPr="00E4005D">
              <w:rPr>
                <w:lang w:val="en-GB"/>
              </w:rPr>
              <w:t>Butt</w:t>
            </w:r>
          </w:p>
        </w:tc>
        <w:tc>
          <w:tcPr>
            <w:tcW w:w="1424" w:type="dxa"/>
          </w:tcPr>
          <w:p w14:paraId="0AB7EAF8" w14:textId="77777777" w:rsidR="00975C3F" w:rsidRPr="00E4005D" w:rsidRDefault="00975C3F" w:rsidP="00975C3F">
            <w:pPr>
              <w:pStyle w:val="Tabletext"/>
              <w:rPr>
                <w:lang w:val="en-GB"/>
              </w:rPr>
            </w:pPr>
            <w:r w:rsidRPr="00E4005D">
              <w:rPr>
                <w:lang w:val="en-GB"/>
              </w:rPr>
              <w:t>Single</w:t>
            </w:r>
          </w:p>
        </w:tc>
        <w:tc>
          <w:tcPr>
            <w:tcW w:w="1335" w:type="dxa"/>
            <w:gridSpan w:val="2"/>
          </w:tcPr>
          <w:p w14:paraId="4CBDDA79" w14:textId="77777777" w:rsidR="00975C3F" w:rsidRPr="00E4005D" w:rsidRDefault="00975C3F" w:rsidP="00975C3F">
            <w:pPr>
              <w:pStyle w:val="Tabletext"/>
              <w:rPr>
                <w:lang w:val="en-GB"/>
              </w:rPr>
            </w:pPr>
            <w:r w:rsidRPr="00E4005D">
              <w:rPr>
                <w:lang w:val="en-GB"/>
              </w:rPr>
              <w:t>35</w:t>
            </w:r>
          </w:p>
        </w:tc>
        <w:tc>
          <w:tcPr>
            <w:tcW w:w="979" w:type="dxa"/>
          </w:tcPr>
          <w:p w14:paraId="2A733E82" w14:textId="77777777" w:rsidR="00975C3F" w:rsidRPr="00E4005D" w:rsidRDefault="00975C3F" w:rsidP="00975C3F">
            <w:pPr>
              <w:pStyle w:val="Tabletext"/>
              <w:rPr>
                <w:lang w:val="en-GB"/>
              </w:rPr>
            </w:pPr>
            <w:r w:rsidRPr="00E4005D">
              <w:rPr>
                <w:lang w:val="en-GB"/>
              </w:rPr>
              <w:t>Heavy</w:t>
            </w:r>
          </w:p>
        </w:tc>
        <w:tc>
          <w:tcPr>
            <w:tcW w:w="712" w:type="dxa"/>
          </w:tcPr>
          <w:p w14:paraId="2231BFF2" w14:textId="77777777" w:rsidR="00975C3F" w:rsidRPr="00E4005D" w:rsidRDefault="00975C3F" w:rsidP="00975C3F">
            <w:pPr>
              <w:pStyle w:val="Tabletext"/>
              <w:rPr>
                <w:lang w:val="en-GB"/>
              </w:rPr>
            </w:pPr>
          </w:p>
        </w:tc>
      </w:tr>
      <w:tr w:rsidR="00975C3F" w:rsidRPr="00E4005D" w14:paraId="337AA9C5" w14:textId="77777777" w:rsidTr="00DE3706">
        <w:tc>
          <w:tcPr>
            <w:tcW w:w="519" w:type="dxa"/>
            <w:vMerge/>
          </w:tcPr>
          <w:p w14:paraId="54D25DCD" w14:textId="77777777" w:rsidR="00975C3F" w:rsidRPr="00E4005D" w:rsidRDefault="00975C3F" w:rsidP="00975C3F">
            <w:pPr>
              <w:pStyle w:val="Tabletext"/>
            </w:pPr>
          </w:p>
        </w:tc>
        <w:tc>
          <w:tcPr>
            <w:tcW w:w="3291" w:type="dxa"/>
          </w:tcPr>
          <w:p w14:paraId="25656188" w14:textId="77777777" w:rsidR="00975C3F" w:rsidRPr="00E4005D" w:rsidRDefault="00975C3F" w:rsidP="00975C3F">
            <w:pPr>
              <w:pStyle w:val="Tabletext"/>
              <w:rPr>
                <w:lang w:val="en-GB"/>
              </w:rPr>
            </w:pPr>
            <w:r w:rsidRPr="00E4005D">
              <w:rPr>
                <w:lang w:val="en-GB"/>
              </w:rPr>
              <w:t>RP10Si</w:t>
            </w:r>
            <w:r w:rsidRPr="00E4005D">
              <w:rPr>
                <w:lang w:val="en-GB"/>
              </w:rPr>
              <w:t> </w:t>
            </w:r>
            <w:r w:rsidRPr="00E4005D">
              <w:rPr>
                <w:lang w:val="en-GB"/>
              </w:rPr>
              <w:t>+ RP124</w:t>
            </w:r>
            <w:r w:rsidRPr="00E4005D">
              <w:rPr>
                <w:lang w:val="en-GB"/>
              </w:rPr>
              <w:t> </w:t>
            </w:r>
            <w:r w:rsidRPr="00E4005D">
              <w:rPr>
                <w:lang w:val="en-GB"/>
              </w:rPr>
              <w:t>+ RP127Si</w:t>
            </w:r>
          </w:p>
        </w:tc>
        <w:tc>
          <w:tcPr>
            <w:tcW w:w="801" w:type="dxa"/>
          </w:tcPr>
          <w:p w14:paraId="3D5B7300" w14:textId="77777777" w:rsidR="00975C3F" w:rsidRPr="00E4005D" w:rsidRDefault="00975C3F" w:rsidP="00975C3F">
            <w:pPr>
              <w:pStyle w:val="Tabletext"/>
              <w:rPr>
                <w:lang w:val="en-GB"/>
              </w:rPr>
            </w:pPr>
            <w:r w:rsidRPr="00E4005D">
              <w:rPr>
                <w:lang w:val="en-GB"/>
              </w:rPr>
              <w:t>Butt</w:t>
            </w:r>
          </w:p>
        </w:tc>
        <w:tc>
          <w:tcPr>
            <w:tcW w:w="1424" w:type="dxa"/>
          </w:tcPr>
          <w:p w14:paraId="7857A39C" w14:textId="77777777" w:rsidR="00975C3F" w:rsidRPr="00E4005D" w:rsidRDefault="00975C3F" w:rsidP="00975C3F">
            <w:pPr>
              <w:pStyle w:val="Tabletext"/>
              <w:rPr>
                <w:lang w:val="en-GB"/>
              </w:rPr>
            </w:pPr>
            <w:r w:rsidRPr="00E4005D">
              <w:rPr>
                <w:lang w:val="en-GB"/>
              </w:rPr>
              <w:t>Single</w:t>
            </w:r>
          </w:p>
        </w:tc>
        <w:tc>
          <w:tcPr>
            <w:tcW w:w="1335" w:type="dxa"/>
            <w:gridSpan w:val="2"/>
          </w:tcPr>
          <w:p w14:paraId="552C84FE" w14:textId="77777777" w:rsidR="00975C3F" w:rsidRPr="00E4005D" w:rsidRDefault="00975C3F" w:rsidP="00975C3F">
            <w:pPr>
              <w:pStyle w:val="Tabletext"/>
              <w:rPr>
                <w:lang w:val="en-GB"/>
              </w:rPr>
            </w:pPr>
            <w:r w:rsidRPr="00E4005D">
              <w:rPr>
                <w:lang w:val="en-GB"/>
              </w:rPr>
              <w:t>48</w:t>
            </w:r>
          </w:p>
        </w:tc>
        <w:tc>
          <w:tcPr>
            <w:tcW w:w="979" w:type="dxa"/>
          </w:tcPr>
          <w:p w14:paraId="27F6DEB7" w14:textId="77777777" w:rsidR="00975C3F" w:rsidRPr="00E4005D" w:rsidRDefault="00975C3F" w:rsidP="00975C3F">
            <w:pPr>
              <w:pStyle w:val="Tabletext"/>
              <w:rPr>
                <w:lang w:val="en-GB"/>
              </w:rPr>
            </w:pPr>
            <w:r w:rsidRPr="00E4005D">
              <w:rPr>
                <w:lang w:val="en-GB"/>
              </w:rPr>
              <w:t>Heavy</w:t>
            </w:r>
          </w:p>
        </w:tc>
        <w:tc>
          <w:tcPr>
            <w:tcW w:w="712" w:type="dxa"/>
          </w:tcPr>
          <w:p w14:paraId="44CACF2C" w14:textId="77777777" w:rsidR="00975C3F" w:rsidRPr="00E4005D" w:rsidRDefault="00975C3F" w:rsidP="00975C3F">
            <w:pPr>
              <w:pStyle w:val="Tabletext"/>
              <w:rPr>
                <w:lang w:val="en-GB"/>
              </w:rPr>
            </w:pPr>
          </w:p>
        </w:tc>
      </w:tr>
      <w:tr w:rsidR="00975C3F" w:rsidRPr="00E4005D" w14:paraId="6D447FFE" w14:textId="77777777" w:rsidTr="00DE3706">
        <w:tc>
          <w:tcPr>
            <w:tcW w:w="519" w:type="dxa"/>
            <w:vMerge w:val="restart"/>
          </w:tcPr>
          <w:p w14:paraId="03CFBBCB" w14:textId="77777777" w:rsidR="00975C3F" w:rsidRPr="00E4005D" w:rsidRDefault="00975C3F" w:rsidP="00975C3F">
            <w:pPr>
              <w:pStyle w:val="Tabletext"/>
              <w:rPr>
                <w:lang w:val="en-GB"/>
              </w:rPr>
            </w:pPr>
            <w:r w:rsidRPr="00E4005D">
              <w:rPr>
                <w:lang w:val="en-GB"/>
              </w:rPr>
              <w:t>45</w:t>
            </w:r>
          </w:p>
        </w:tc>
        <w:tc>
          <w:tcPr>
            <w:tcW w:w="3291" w:type="dxa"/>
          </w:tcPr>
          <w:p w14:paraId="53640A53" w14:textId="77777777" w:rsidR="00975C3F" w:rsidRPr="00E4005D" w:rsidRDefault="00975C3F" w:rsidP="00975C3F">
            <w:pPr>
              <w:pStyle w:val="Tabletext"/>
              <w:rPr>
                <w:lang w:val="en-GB"/>
              </w:rPr>
            </w:pPr>
            <w:r w:rsidRPr="00E4005D">
              <w:rPr>
                <w:lang w:val="en-GB"/>
              </w:rPr>
              <w:t>RP10Si</w:t>
            </w:r>
            <w:r w:rsidRPr="00E4005D">
              <w:rPr>
                <w:lang w:val="en-GB"/>
              </w:rPr>
              <w:t> </w:t>
            </w:r>
            <w:r w:rsidRPr="00E4005D">
              <w:rPr>
                <w:lang w:val="en-GB"/>
              </w:rPr>
              <w:t>+ RP124</w:t>
            </w:r>
            <w:r w:rsidRPr="00E4005D">
              <w:rPr>
                <w:lang w:val="en-GB"/>
              </w:rPr>
              <w:t> </w:t>
            </w:r>
            <w:r w:rsidRPr="00E4005D">
              <w:rPr>
                <w:lang w:val="en-GB"/>
              </w:rPr>
              <w:t>+ RP127Si</w:t>
            </w:r>
            <w:r w:rsidRPr="00E4005D">
              <w:rPr>
                <w:lang w:val="en-GB"/>
              </w:rPr>
              <w:t> </w:t>
            </w:r>
            <w:r w:rsidRPr="00E4005D">
              <w:rPr>
                <w:lang w:val="en-GB"/>
              </w:rPr>
              <w:t>+ RP126Si</w:t>
            </w:r>
          </w:p>
        </w:tc>
        <w:tc>
          <w:tcPr>
            <w:tcW w:w="801" w:type="dxa"/>
          </w:tcPr>
          <w:p w14:paraId="3FECF91B" w14:textId="77777777" w:rsidR="00975C3F" w:rsidRPr="00E4005D" w:rsidRDefault="00975C3F" w:rsidP="00975C3F">
            <w:pPr>
              <w:pStyle w:val="Tabletext"/>
              <w:rPr>
                <w:lang w:val="en-GB"/>
              </w:rPr>
            </w:pPr>
            <w:r w:rsidRPr="00E4005D">
              <w:rPr>
                <w:lang w:val="en-GB"/>
              </w:rPr>
              <w:t>Butt</w:t>
            </w:r>
          </w:p>
        </w:tc>
        <w:tc>
          <w:tcPr>
            <w:tcW w:w="1424" w:type="dxa"/>
          </w:tcPr>
          <w:p w14:paraId="011D4A51" w14:textId="77777777" w:rsidR="00975C3F" w:rsidRPr="00E4005D" w:rsidRDefault="00975C3F" w:rsidP="00975C3F">
            <w:pPr>
              <w:pStyle w:val="Tabletext"/>
              <w:rPr>
                <w:lang w:val="en-GB"/>
              </w:rPr>
            </w:pPr>
            <w:r w:rsidRPr="00E4005D">
              <w:rPr>
                <w:lang w:val="en-GB"/>
              </w:rPr>
              <w:t>Single</w:t>
            </w:r>
          </w:p>
        </w:tc>
        <w:tc>
          <w:tcPr>
            <w:tcW w:w="1335" w:type="dxa"/>
            <w:gridSpan w:val="2"/>
          </w:tcPr>
          <w:p w14:paraId="5BB8C02B" w14:textId="77777777" w:rsidR="00975C3F" w:rsidRPr="00E4005D" w:rsidRDefault="00975C3F" w:rsidP="00975C3F">
            <w:pPr>
              <w:pStyle w:val="Tabletext"/>
              <w:rPr>
                <w:lang w:val="en-GB"/>
              </w:rPr>
            </w:pPr>
            <w:r w:rsidRPr="00E4005D">
              <w:rPr>
                <w:lang w:val="en-GB"/>
              </w:rPr>
              <w:t>48</w:t>
            </w:r>
          </w:p>
        </w:tc>
        <w:tc>
          <w:tcPr>
            <w:tcW w:w="979" w:type="dxa"/>
          </w:tcPr>
          <w:p w14:paraId="59B11B0C" w14:textId="77777777" w:rsidR="00975C3F" w:rsidRPr="00E4005D" w:rsidRDefault="00975C3F" w:rsidP="00975C3F">
            <w:pPr>
              <w:pStyle w:val="Tabletext"/>
              <w:rPr>
                <w:lang w:val="en-GB"/>
              </w:rPr>
            </w:pPr>
            <w:r w:rsidRPr="00E4005D">
              <w:rPr>
                <w:lang w:val="en-GB"/>
              </w:rPr>
              <w:t>Heavy</w:t>
            </w:r>
          </w:p>
        </w:tc>
        <w:tc>
          <w:tcPr>
            <w:tcW w:w="712" w:type="dxa"/>
          </w:tcPr>
          <w:p w14:paraId="7A67701A" w14:textId="77777777" w:rsidR="00975C3F" w:rsidRPr="00E4005D" w:rsidRDefault="00975C3F" w:rsidP="00975C3F">
            <w:pPr>
              <w:pStyle w:val="Tabletext"/>
              <w:rPr>
                <w:lang w:val="en-GB"/>
              </w:rPr>
            </w:pPr>
          </w:p>
        </w:tc>
      </w:tr>
      <w:tr w:rsidR="00975C3F" w:rsidRPr="00E4005D" w14:paraId="6C284D0C" w14:textId="77777777" w:rsidTr="00DE3706">
        <w:tc>
          <w:tcPr>
            <w:tcW w:w="519" w:type="dxa"/>
            <w:vMerge/>
          </w:tcPr>
          <w:p w14:paraId="77EF1880" w14:textId="77777777" w:rsidR="00975C3F" w:rsidRPr="00E4005D" w:rsidRDefault="00975C3F" w:rsidP="00975C3F">
            <w:pPr>
              <w:pStyle w:val="Tabletext"/>
            </w:pPr>
          </w:p>
        </w:tc>
        <w:tc>
          <w:tcPr>
            <w:tcW w:w="3291" w:type="dxa"/>
          </w:tcPr>
          <w:p w14:paraId="2A8BCFA0" w14:textId="77777777" w:rsidR="00975C3F" w:rsidRPr="00E4005D" w:rsidRDefault="00975C3F" w:rsidP="00975C3F">
            <w:pPr>
              <w:pStyle w:val="Tabletext"/>
              <w:rPr>
                <w:lang w:val="en-GB"/>
              </w:rPr>
            </w:pPr>
            <w:r w:rsidRPr="00E4005D">
              <w:rPr>
                <w:lang w:val="en-GB"/>
              </w:rPr>
              <w:t>RP78Si</w:t>
            </w:r>
            <w:r w:rsidRPr="00E4005D">
              <w:rPr>
                <w:lang w:val="en-GB"/>
              </w:rPr>
              <w:t> </w:t>
            </w:r>
            <w:r w:rsidRPr="00E4005D">
              <w:rPr>
                <w:lang w:val="en-GB"/>
              </w:rPr>
              <w:t>+ RP120 + RP70 + RP120 + RP71  + RP393Si</w:t>
            </w:r>
          </w:p>
        </w:tc>
        <w:tc>
          <w:tcPr>
            <w:tcW w:w="801" w:type="dxa"/>
          </w:tcPr>
          <w:p w14:paraId="50A900F8" w14:textId="77777777" w:rsidR="00975C3F" w:rsidRPr="00E4005D" w:rsidRDefault="00975C3F" w:rsidP="00975C3F">
            <w:pPr>
              <w:pStyle w:val="Tabletext"/>
              <w:rPr>
                <w:lang w:val="en-GB"/>
              </w:rPr>
            </w:pPr>
            <w:r w:rsidRPr="00E4005D">
              <w:rPr>
                <w:lang w:val="en-GB"/>
              </w:rPr>
              <w:t>Butt</w:t>
            </w:r>
          </w:p>
        </w:tc>
        <w:tc>
          <w:tcPr>
            <w:tcW w:w="1424" w:type="dxa"/>
          </w:tcPr>
          <w:p w14:paraId="7E970DBF" w14:textId="77777777" w:rsidR="00975C3F" w:rsidRPr="00E4005D" w:rsidRDefault="00975C3F" w:rsidP="00975C3F">
            <w:pPr>
              <w:pStyle w:val="Tabletext"/>
              <w:rPr>
                <w:lang w:val="en-GB"/>
              </w:rPr>
            </w:pPr>
            <w:r w:rsidRPr="00E4005D">
              <w:rPr>
                <w:lang w:val="en-GB"/>
              </w:rPr>
              <w:t>Double</w:t>
            </w:r>
          </w:p>
        </w:tc>
        <w:tc>
          <w:tcPr>
            <w:tcW w:w="1335" w:type="dxa"/>
            <w:gridSpan w:val="2"/>
          </w:tcPr>
          <w:p w14:paraId="03F7488F" w14:textId="77777777" w:rsidR="00975C3F" w:rsidRPr="00E4005D" w:rsidRDefault="00975C3F" w:rsidP="00975C3F">
            <w:pPr>
              <w:pStyle w:val="Tabletext"/>
              <w:rPr>
                <w:lang w:val="en-GB"/>
              </w:rPr>
            </w:pPr>
            <w:r w:rsidRPr="00E4005D">
              <w:rPr>
                <w:lang w:val="en-GB"/>
              </w:rPr>
              <w:t>54</w:t>
            </w:r>
          </w:p>
        </w:tc>
        <w:tc>
          <w:tcPr>
            <w:tcW w:w="979" w:type="dxa"/>
          </w:tcPr>
          <w:p w14:paraId="40A74647" w14:textId="77777777" w:rsidR="00975C3F" w:rsidRPr="00E4005D" w:rsidRDefault="00975C3F" w:rsidP="00975C3F">
            <w:pPr>
              <w:pStyle w:val="Tabletext"/>
              <w:rPr>
                <w:lang w:val="en-GB"/>
              </w:rPr>
            </w:pPr>
            <w:r w:rsidRPr="00E4005D">
              <w:rPr>
                <w:lang w:val="en-GB"/>
              </w:rPr>
              <w:t>Medium</w:t>
            </w:r>
          </w:p>
        </w:tc>
        <w:tc>
          <w:tcPr>
            <w:tcW w:w="712" w:type="dxa"/>
          </w:tcPr>
          <w:p w14:paraId="6C3FF1B3" w14:textId="77777777" w:rsidR="00975C3F" w:rsidRPr="00E4005D" w:rsidRDefault="00975C3F" w:rsidP="00975C3F">
            <w:pPr>
              <w:pStyle w:val="Tabletext"/>
              <w:rPr>
                <w:lang w:val="en-GB"/>
              </w:rPr>
            </w:pPr>
          </w:p>
        </w:tc>
      </w:tr>
      <w:tr w:rsidR="00975C3F" w:rsidRPr="00E4005D" w14:paraId="0762B25E" w14:textId="77777777" w:rsidTr="00DE3706">
        <w:tc>
          <w:tcPr>
            <w:tcW w:w="519" w:type="dxa"/>
            <w:vMerge/>
          </w:tcPr>
          <w:p w14:paraId="6120AA49" w14:textId="77777777" w:rsidR="00975C3F" w:rsidRPr="00E4005D" w:rsidRDefault="00975C3F" w:rsidP="00975C3F">
            <w:pPr>
              <w:pStyle w:val="Tabletext"/>
            </w:pPr>
          </w:p>
        </w:tc>
        <w:tc>
          <w:tcPr>
            <w:tcW w:w="3291" w:type="dxa"/>
          </w:tcPr>
          <w:p w14:paraId="3D31A622" w14:textId="77777777" w:rsidR="00975C3F" w:rsidRPr="00E4005D" w:rsidRDefault="00975C3F" w:rsidP="00975C3F">
            <w:pPr>
              <w:pStyle w:val="Tabletext"/>
              <w:rPr>
                <w:lang w:val="en-GB"/>
              </w:rPr>
            </w:pPr>
            <w:r w:rsidRPr="00E4005D">
              <w:rPr>
                <w:lang w:val="en-GB"/>
              </w:rPr>
              <w:t>RP24Si</w:t>
            </w:r>
            <w:r w:rsidRPr="00E4005D">
              <w:rPr>
                <w:lang w:val="en-GB"/>
              </w:rPr>
              <w:t> </w:t>
            </w:r>
            <w:r w:rsidRPr="00E4005D">
              <w:rPr>
                <w:lang w:val="en-GB"/>
              </w:rPr>
              <w:t>+ RP124 + RP127Si + RP126Si</w:t>
            </w:r>
          </w:p>
        </w:tc>
        <w:tc>
          <w:tcPr>
            <w:tcW w:w="801" w:type="dxa"/>
          </w:tcPr>
          <w:p w14:paraId="34BF4A9B" w14:textId="77777777" w:rsidR="00975C3F" w:rsidRPr="00E4005D" w:rsidRDefault="00975C3F" w:rsidP="00975C3F">
            <w:pPr>
              <w:pStyle w:val="Tabletext"/>
              <w:rPr>
                <w:lang w:val="en-GB"/>
              </w:rPr>
            </w:pPr>
            <w:r w:rsidRPr="00E4005D">
              <w:rPr>
                <w:lang w:val="en-GB"/>
              </w:rPr>
              <w:t>Butt</w:t>
            </w:r>
          </w:p>
        </w:tc>
        <w:tc>
          <w:tcPr>
            <w:tcW w:w="1424" w:type="dxa"/>
          </w:tcPr>
          <w:p w14:paraId="299DF77F" w14:textId="77777777" w:rsidR="00975C3F" w:rsidRPr="00E4005D" w:rsidRDefault="00975C3F" w:rsidP="00975C3F">
            <w:pPr>
              <w:pStyle w:val="Tabletext"/>
              <w:rPr>
                <w:lang w:val="en-GB"/>
              </w:rPr>
            </w:pPr>
            <w:r w:rsidRPr="00E4005D">
              <w:rPr>
                <w:lang w:val="en-GB"/>
              </w:rPr>
              <w:t>Single</w:t>
            </w:r>
          </w:p>
        </w:tc>
        <w:tc>
          <w:tcPr>
            <w:tcW w:w="1335" w:type="dxa"/>
            <w:gridSpan w:val="2"/>
          </w:tcPr>
          <w:p w14:paraId="2C2C9F26" w14:textId="77777777" w:rsidR="00975C3F" w:rsidRPr="00E4005D" w:rsidRDefault="00975C3F" w:rsidP="00975C3F">
            <w:pPr>
              <w:pStyle w:val="Tabletext"/>
              <w:rPr>
                <w:lang w:val="en-GB"/>
              </w:rPr>
            </w:pPr>
            <w:r w:rsidRPr="00E4005D">
              <w:rPr>
                <w:lang w:val="en-GB"/>
              </w:rPr>
              <w:t>68</w:t>
            </w:r>
          </w:p>
        </w:tc>
        <w:tc>
          <w:tcPr>
            <w:tcW w:w="979" w:type="dxa"/>
          </w:tcPr>
          <w:p w14:paraId="46E250BE" w14:textId="77777777" w:rsidR="00975C3F" w:rsidRPr="00E4005D" w:rsidRDefault="00975C3F" w:rsidP="00975C3F">
            <w:pPr>
              <w:pStyle w:val="Tabletext"/>
              <w:rPr>
                <w:lang w:val="en-GB"/>
              </w:rPr>
            </w:pPr>
            <w:r w:rsidRPr="00E4005D">
              <w:rPr>
                <w:lang w:val="en-GB"/>
              </w:rPr>
              <w:t>Heavy</w:t>
            </w:r>
          </w:p>
        </w:tc>
        <w:tc>
          <w:tcPr>
            <w:tcW w:w="712" w:type="dxa"/>
          </w:tcPr>
          <w:p w14:paraId="73405DFD" w14:textId="77777777" w:rsidR="00975C3F" w:rsidRPr="00E4005D" w:rsidRDefault="00975C3F" w:rsidP="00975C3F">
            <w:pPr>
              <w:pStyle w:val="Tabletext"/>
              <w:rPr>
                <w:lang w:val="en-GB"/>
              </w:rPr>
            </w:pPr>
          </w:p>
        </w:tc>
      </w:tr>
      <w:tr w:rsidR="00975C3F" w:rsidRPr="00E4005D" w14:paraId="79C1949B" w14:textId="77777777" w:rsidTr="00DE3706">
        <w:tc>
          <w:tcPr>
            <w:tcW w:w="519" w:type="dxa"/>
            <w:vMerge w:val="restart"/>
          </w:tcPr>
          <w:p w14:paraId="70617293" w14:textId="77777777" w:rsidR="00975C3F" w:rsidRPr="00E4005D" w:rsidRDefault="00975C3F" w:rsidP="00975C3F">
            <w:pPr>
              <w:pStyle w:val="Tabletext"/>
              <w:rPr>
                <w:lang w:val="en-GB"/>
              </w:rPr>
            </w:pPr>
            <w:r w:rsidRPr="00E4005D">
              <w:rPr>
                <w:lang w:val="en-GB"/>
              </w:rPr>
              <w:t>46</w:t>
            </w:r>
          </w:p>
        </w:tc>
        <w:tc>
          <w:tcPr>
            <w:tcW w:w="3291" w:type="dxa"/>
          </w:tcPr>
          <w:p w14:paraId="6575549B" w14:textId="77777777" w:rsidR="00975C3F" w:rsidRPr="00E4005D" w:rsidRDefault="00975C3F" w:rsidP="00975C3F">
            <w:pPr>
              <w:pStyle w:val="Tabletext"/>
              <w:rPr>
                <w:lang w:val="en-GB"/>
              </w:rPr>
            </w:pPr>
            <w:r w:rsidRPr="00E4005D">
              <w:rPr>
                <w:lang w:val="en-GB"/>
              </w:rPr>
              <w:t>RP78Si</w:t>
            </w:r>
            <w:r w:rsidRPr="00E4005D">
              <w:rPr>
                <w:lang w:val="en-GB"/>
              </w:rPr>
              <w:t> </w:t>
            </w:r>
            <w:r w:rsidRPr="00E4005D">
              <w:rPr>
                <w:lang w:val="en-GB"/>
              </w:rPr>
              <w:t xml:space="preserve">+ RP120 + RP2004F + </w:t>
            </w:r>
            <w:r w:rsidRPr="00E4005D">
              <w:rPr>
                <w:lang w:val="en-GB"/>
              </w:rPr>
              <w:lastRenderedPageBreak/>
              <w:t>RP8Si</w:t>
            </w:r>
          </w:p>
        </w:tc>
        <w:tc>
          <w:tcPr>
            <w:tcW w:w="801" w:type="dxa"/>
          </w:tcPr>
          <w:p w14:paraId="613BAB07" w14:textId="77777777" w:rsidR="00975C3F" w:rsidRPr="00E4005D" w:rsidRDefault="00975C3F" w:rsidP="00975C3F">
            <w:pPr>
              <w:pStyle w:val="Tabletext"/>
              <w:rPr>
                <w:lang w:val="en-GB"/>
              </w:rPr>
            </w:pPr>
            <w:r w:rsidRPr="00E4005D">
              <w:rPr>
                <w:lang w:val="en-GB"/>
              </w:rPr>
              <w:lastRenderedPageBreak/>
              <w:t>Butt</w:t>
            </w:r>
          </w:p>
        </w:tc>
        <w:tc>
          <w:tcPr>
            <w:tcW w:w="1424" w:type="dxa"/>
          </w:tcPr>
          <w:p w14:paraId="491D1AE3" w14:textId="77777777" w:rsidR="00975C3F" w:rsidRPr="00E4005D" w:rsidRDefault="00975C3F" w:rsidP="00975C3F">
            <w:pPr>
              <w:pStyle w:val="Tabletext"/>
              <w:rPr>
                <w:lang w:val="en-GB"/>
              </w:rPr>
            </w:pPr>
            <w:r w:rsidRPr="00E4005D">
              <w:rPr>
                <w:lang w:val="en-GB"/>
              </w:rPr>
              <w:t>Double</w:t>
            </w:r>
          </w:p>
        </w:tc>
        <w:tc>
          <w:tcPr>
            <w:tcW w:w="1335" w:type="dxa"/>
            <w:gridSpan w:val="2"/>
          </w:tcPr>
          <w:p w14:paraId="7C9D4D27" w14:textId="77777777" w:rsidR="00975C3F" w:rsidRPr="00E4005D" w:rsidRDefault="00975C3F" w:rsidP="00975C3F">
            <w:pPr>
              <w:pStyle w:val="Tabletext"/>
              <w:rPr>
                <w:lang w:val="en-GB"/>
              </w:rPr>
            </w:pPr>
            <w:r w:rsidRPr="00E4005D">
              <w:rPr>
                <w:lang w:val="en-GB"/>
              </w:rPr>
              <w:t>60</w:t>
            </w:r>
          </w:p>
        </w:tc>
        <w:tc>
          <w:tcPr>
            <w:tcW w:w="979" w:type="dxa"/>
          </w:tcPr>
          <w:p w14:paraId="39A5D771" w14:textId="77777777" w:rsidR="00975C3F" w:rsidRPr="00E4005D" w:rsidRDefault="00975C3F" w:rsidP="00975C3F">
            <w:pPr>
              <w:pStyle w:val="Tabletext"/>
              <w:rPr>
                <w:lang w:val="en-GB"/>
              </w:rPr>
            </w:pPr>
            <w:r w:rsidRPr="00E4005D">
              <w:rPr>
                <w:lang w:val="en-GB"/>
              </w:rPr>
              <w:t>Medium</w:t>
            </w:r>
          </w:p>
        </w:tc>
        <w:tc>
          <w:tcPr>
            <w:tcW w:w="712" w:type="dxa"/>
          </w:tcPr>
          <w:p w14:paraId="2A46D0B6" w14:textId="77777777" w:rsidR="00975C3F" w:rsidRPr="00E4005D" w:rsidRDefault="00975C3F" w:rsidP="00975C3F">
            <w:pPr>
              <w:pStyle w:val="Tabletext"/>
              <w:rPr>
                <w:lang w:val="en-GB"/>
              </w:rPr>
            </w:pPr>
          </w:p>
        </w:tc>
      </w:tr>
      <w:tr w:rsidR="00975C3F" w:rsidRPr="00E4005D" w14:paraId="031F4175" w14:textId="77777777" w:rsidTr="00DE3706">
        <w:tc>
          <w:tcPr>
            <w:tcW w:w="519" w:type="dxa"/>
            <w:vMerge/>
          </w:tcPr>
          <w:p w14:paraId="126EEAE2" w14:textId="77777777" w:rsidR="00975C3F" w:rsidRPr="00E4005D" w:rsidRDefault="00975C3F" w:rsidP="00975C3F">
            <w:pPr>
              <w:pStyle w:val="Tabletext"/>
            </w:pPr>
          </w:p>
        </w:tc>
        <w:tc>
          <w:tcPr>
            <w:tcW w:w="3291" w:type="dxa"/>
          </w:tcPr>
          <w:p w14:paraId="44359B38" w14:textId="77777777" w:rsidR="00975C3F" w:rsidRPr="00E4005D" w:rsidRDefault="00975C3F" w:rsidP="00975C3F">
            <w:pPr>
              <w:pStyle w:val="Tabletext"/>
              <w:rPr>
                <w:lang w:val="en-GB"/>
              </w:rPr>
            </w:pPr>
            <w:r w:rsidRPr="00E4005D">
              <w:rPr>
                <w:lang w:val="en-GB"/>
              </w:rPr>
              <w:t>RP85 + RP124</w:t>
            </w:r>
            <w:r w:rsidRPr="00E4005D">
              <w:rPr>
                <w:lang w:val="en-GB"/>
              </w:rPr>
              <w:t> </w:t>
            </w:r>
            <w:r w:rsidRPr="00E4005D">
              <w:rPr>
                <w:lang w:val="en-GB"/>
              </w:rPr>
              <w:t>+ RP127Si</w:t>
            </w:r>
            <w:r w:rsidRPr="00E4005D">
              <w:rPr>
                <w:lang w:val="en-GB"/>
              </w:rPr>
              <w:t> </w:t>
            </w:r>
            <w:r w:rsidRPr="00E4005D">
              <w:rPr>
                <w:lang w:val="en-GB"/>
              </w:rPr>
              <w:t>+ RP126Si</w:t>
            </w:r>
          </w:p>
        </w:tc>
        <w:tc>
          <w:tcPr>
            <w:tcW w:w="801" w:type="dxa"/>
          </w:tcPr>
          <w:p w14:paraId="5790993F" w14:textId="77777777" w:rsidR="00975C3F" w:rsidRPr="00E4005D" w:rsidRDefault="00975C3F" w:rsidP="00975C3F">
            <w:pPr>
              <w:pStyle w:val="Tabletext"/>
              <w:rPr>
                <w:lang w:val="en-GB"/>
              </w:rPr>
            </w:pPr>
            <w:r w:rsidRPr="00E4005D">
              <w:rPr>
                <w:lang w:val="en-GB"/>
              </w:rPr>
              <w:t>Butt</w:t>
            </w:r>
          </w:p>
        </w:tc>
        <w:tc>
          <w:tcPr>
            <w:tcW w:w="1424" w:type="dxa"/>
          </w:tcPr>
          <w:p w14:paraId="6153E0EC" w14:textId="77777777" w:rsidR="00975C3F" w:rsidRPr="00E4005D" w:rsidRDefault="00975C3F" w:rsidP="00975C3F">
            <w:pPr>
              <w:pStyle w:val="Tabletext"/>
              <w:rPr>
                <w:lang w:val="en-GB"/>
              </w:rPr>
            </w:pPr>
            <w:r w:rsidRPr="00E4005D">
              <w:rPr>
                <w:lang w:val="en-GB"/>
              </w:rPr>
              <w:t>Single</w:t>
            </w:r>
          </w:p>
        </w:tc>
        <w:tc>
          <w:tcPr>
            <w:tcW w:w="1335" w:type="dxa"/>
            <w:gridSpan w:val="2"/>
          </w:tcPr>
          <w:p w14:paraId="69E8B22C" w14:textId="77777777" w:rsidR="00975C3F" w:rsidRPr="00E4005D" w:rsidRDefault="00975C3F" w:rsidP="00975C3F">
            <w:pPr>
              <w:pStyle w:val="Tabletext"/>
              <w:rPr>
                <w:lang w:val="en-GB"/>
              </w:rPr>
            </w:pPr>
            <w:r w:rsidRPr="00E4005D">
              <w:rPr>
                <w:lang w:val="en-GB"/>
              </w:rPr>
              <w:t>68</w:t>
            </w:r>
          </w:p>
        </w:tc>
        <w:tc>
          <w:tcPr>
            <w:tcW w:w="979" w:type="dxa"/>
          </w:tcPr>
          <w:p w14:paraId="1F08262A" w14:textId="77777777" w:rsidR="00975C3F" w:rsidRPr="00E4005D" w:rsidRDefault="00975C3F" w:rsidP="00975C3F">
            <w:pPr>
              <w:pStyle w:val="Tabletext"/>
              <w:rPr>
                <w:lang w:val="en-GB"/>
              </w:rPr>
            </w:pPr>
            <w:r w:rsidRPr="00E4005D">
              <w:rPr>
                <w:lang w:val="en-GB"/>
              </w:rPr>
              <w:t>Heavy</w:t>
            </w:r>
          </w:p>
        </w:tc>
        <w:tc>
          <w:tcPr>
            <w:tcW w:w="712" w:type="dxa"/>
          </w:tcPr>
          <w:p w14:paraId="16ACED7B" w14:textId="77777777" w:rsidR="00975C3F" w:rsidRPr="00E4005D" w:rsidRDefault="00975C3F" w:rsidP="00975C3F">
            <w:pPr>
              <w:pStyle w:val="Tabletext"/>
              <w:rPr>
                <w:lang w:val="en-GB"/>
              </w:rPr>
            </w:pPr>
          </w:p>
        </w:tc>
      </w:tr>
      <w:tr w:rsidR="00975C3F" w:rsidRPr="00E4005D" w14:paraId="70695A07" w14:textId="77777777" w:rsidTr="00DE3706">
        <w:tc>
          <w:tcPr>
            <w:tcW w:w="519" w:type="dxa"/>
          </w:tcPr>
          <w:p w14:paraId="611EDAB4" w14:textId="77777777" w:rsidR="00975C3F" w:rsidRPr="00E4005D" w:rsidRDefault="00975C3F" w:rsidP="00975C3F">
            <w:pPr>
              <w:pStyle w:val="Tabletext"/>
              <w:rPr>
                <w:lang w:val="en-GB"/>
              </w:rPr>
            </w:pPr>
            <w:r w:rsidRPr="00E4005D">
              <w:rPr>
                <w:lang w:val="en-GB"/>
              </w:rPr>
              <w:t>47</w:t>
            </w:r>
          </w:p>
        </w:tc>
        <w:tc>
          <w:tcPr>
            <w:tcW w:w="3291" w:type="dxa"/>
          </w:tcPr>
          <w:p w14:paraId="77B903E1" w14:textId="77777777" w:rsidR="00975C3F" w:rsidRPr="00E4005D" w:rsidRDefault="00975C3F" w:rsidP="00975C3F">
            <w:pPr>
              <w:pStyle w:val="Tabletext"/>
              <w:rPr>
                <w:lang w:val="en-GB"/>
              </w:rPr>
            </w:pPr>
            <w:r w:rsidRPr="00E4005D">
              <w:rPr>
                <w:lang w:val="en-GB"/>
              </w:rPr>
              <w:t>RP78Si + RP120 + RP70 + RP71 +</w:t>
            </w:r>
          </w:p>
          <w:p w14:paraId="0FD6D371" w14:textId="77777777" w:rsidR="00975C3F" w:rsidRPr="00E4005D" w:rsidRDefault="00975C3F" w:rsidP="00975C3F">
            <w:pPr>
              <w:pStyle w:val="Tabletext"/>
              <w:rPr>
                <w:lang w:val="en-GB"/>
              </w:rPr>
            </w:pPr>
            <w:r w:rsidRPr="00E4005D">
              <w:rPr>
                <w:lang w:val="en-GB"/>
              </w:rPr>
              <w:t>RP393Si</w:t>
            </w:r>
          </w:p>
        </w:tc>
        <w:tc>
          <w:tcPr>
            <w:tcW w:w="801" w:type="dxa"/>
          </w:tcPr>
          <w:p w14:paraId="3F7A3D8A" w14:textId="77777777" w:rsidR="00975C3F" w:rsidRPr="00E4005D" w:rsidRDefault="00975C3F" w:rsidP="00975C3F">
            <w:pPr>
              <w:pStyle w:val="Tabletext"/>
              <w:rPr>
                <w:lang w:val="en-GB"/>
              </w:rPr>
            </w:pPr>
            <w:r w:rsidRPr="00E4005D">
              <w:rPr>
                <w:lang w:val="en-GB"/>
              </w:rPr>
              <w:t>Butt</w:t>
            </w:r>
          </w:p>
        </w:tc>
        <w:tc>
          <w:tcPr>
            <w:tcW w:w="1424" w:type="dxa"/>
          </w:tcPr>
          <w:p w14:paraId="4F97A668" w14:textId="77777777" w:rsidR="00975C3F" w:rsidRPr="00E4005D" w:rsidRDefault="00975C3F" w:rsidP="00975C3F">
            <w:pPr>
              <w:pStyle w:val="Tabletext"/>
              <w:rPr>
                <w:lang w:val="en-GB"/>
              </w:rPr>
            </w:pPr>
            <w:r w:rsidRPr="00E4005D">
              <w:rPr>
                <w:lang w:val="en-GB"/>
              </w:rPr>
              <w:t>Single</w:t>
            </w:r>
          </w:p>
        </w:tc>
        <w:tc>
          <w:tcPr>
            <w:tcW w:w="1335" w:type="dxa"/>
            <w:gridSpan w:val="2"/>
          </w:tcPr>
          <w:p w14:paraId="07D7C45E" w14:textId="77777777" w:rsidR="00975C3F" w:rsidRPr="00E4005D" w:rsidRDefault="00975C3F" w:rsidP="00975C3F">
            <w:pPr>
              <w:pStyle w:val="Tabletext"/>
              <w:rPr>
                <w:lang w:val="en-GB"/>
              </w:rPr>
            </w:pPr>
            <w:r w:rsidRPr="00E4005D">
              <w:rPr>
                <w:lang w:val="en-GB"/>
              </w:rPr>
              <w:t>54</w:t>
            </w:r>
          </w:p>
        </w:tc>
        <w:tc>
          <w:tcPr>
            <w:tcW w:w="979" w:type="dxa"/>
          </w:tcPr>
          <w:p w14:paraId="7B9502CA" w14:textId="77777777" w:rsidR="00975C3F" w:rsidRPr="00E4005D" w:rsidRDefault="00975C3F" w:rsidP="00975C3F">
            <w:pPr>
              <w:pStyle w:val="Tabletext"/>
              <w:rPr>
                <w:lang w:val="en-GB"/>
              </w:rPr>
            </w:pPr>
            <w:r w:rsidRPr="00E4005D">
              <w:rPr>
                <w:lang w:val="en-GB"/>
              </w:rPr>
              <w:t>Medium</w:t>
            </w:r>
          </w:p>
        </w:tc>
        <w:tc>
          <w:tcPr>
            <w:tcW w:w="712" w:type="dxa"/>
          </w:tcPr>
          <w:p w14:paraId="1E990BE0" w14:textId="77777777" w:rsidR="00975C3F" w:rsidRPr="00E4005D" w:rsidRDefault="00975C3F" w:rsidP="00975C3F">
            <w:pPr>
              <w:pStyle w:val="Tabletext"/>
              <w:rPr>
                <w:lang w:val="en-GB"/>
              </w:rPr>
            </w:pPr>
          </w:p>
        </w:tc>
      </w:tr>
      <w:tr w:rsidR="00975C3F" w:rsidRPr="00E4005D" w14:paraId="0FDE74DE" w14:textId="77777777" w:rsidTr="00DE3706">
        <w:tc>
          <w:tcPr>
            <w:tcW w:w="519" w:type="dxa"/>
          </w:tcPr>
          <w:p w14:paraId="14AFAD97" w14:textId="77777777" w:rsidR="00975C3F" w:rsidRPr="00E4005D" w:rsidRDefault="00975C3F" w:rsidP="00975C3F">
            <w:pPr>
              <w:pStyle w:val="Tabletext"/>
              <w:rPr>
                <w:lang w:val="en-GB"/>
              </w:rPr>
            </w:pPr>
            <w:r w:rsidRPr="00E4005D">
              <w:rPr>
                <w:lang w:val="en-GB"/>
              </w:rPr>
              <w:t>49</w:t>
            </w:r>
          </w:p>
        </w:tc>
        <w:tc>
          <w:tcPr>
            <w:tcW w:w="3291" w:type="dxa"/>
          </w:tcPr>
          <w:p w14:paraId="32A334D3" w14:textId="77777777" w:rsidR="00975C3F" w:rsidRPr="00E4005D" w:rsidRDefault="00975C3F" w:rsidP="00975C3F">
            <w:pPr>
              <w:pStyle w:val="Tabletext"/>
              <w:rPr>
                <w:lang w:val="en-GB"/>
              </w:rPr>
            </w:pPr>
            <w:r w:rsidRPr="00E4005D">
              <w:rPr>
                <w:lang w:val="en-GB"/>
              </w:rPr>
              <w:t>RP78Si + RP120 + RP2004F + RP8Si + RP71 + RP393Si</w:t>
            </w:r>
          </w:p>
        </w:tc>
        <w:tc>
          <w:tcPr>
            <w:tcW w:w="801" w:type="dxa"/>
          </w:tcPr>
          <w:p w14:paraId="3A2E5A9E" w14:textId="77777777" w:rsidR="00975C3F" w:rsidRPr="00E4005D" w:rsidRDefault="00975C3F" w:rsidP="00975C3F">
            <w:pPr>
              <w:pStyle w:val="Tabletext"/>
              <w:rPr>
                <w:lang w:val="en-GB"/>
              </w:rPr>
            </w:pPr>
            <w:r w:rsidRPr="00E4005D">
              <w:rPr>
                <w:lang w:val="en-GB"/>
              </w:rPr>
              <w:t>Butt</w:t>
            </w:r>
          </w:p>
        </w:tc>
        <w:tc>
          <w:tcPr>
            <w:tcW w:w="1424" w:type="dxa"/>
          </w:tcPr>
          <w:p w14:paraId="1F5742AE" w14:textId="77777777" w:rsidR="00975C3F" w:rsidRPr="00E4005D" w:rsidRDefault="00975C3F" w:rsidP="00975C3F">
            <w:pPr>
              <w:pStyle w:val="Tabletext"/>
              <w:rPr>
                <w:lang w:val="en-GB"/>
              </w:rPr>
            </w:pPr>
            <w:r w:rsidRPr="00E4005D">
              <w:rPr>
                <w:lang w:val="en-GB"/>
              </w:rPr>
              <w:t>Double</w:t>
            </w:r>
          </w:p>
        </w:tc>
        <w:tc>
          <w:tcPr>
            <w:tcW w:w="1335" w:type="dxa"/>
            <w:gridSpan w:val="2"/>
          </w:tcPr>
          <w:p w14:paraId="71A5DA89" w14:textId="77777777" w:rsidR="00975C3F" w:rsidRPr="00E4005D" w:rsidRDefault="00975C3F" w:rsidP="00975C3F">
            <w:pPr>
              <w:pStyle w:val="Tabletext"/>
              <w:rPr>
                <w:lang w:val="en-GB"/>
              </w:rPr>
            </w:pPr>
            <w:r w:rsidRPr="00E4005D">
              <w:rPr>
                <w:lang w:val="en-GB"/>
              </w:rPr>
              <w:t>60</w:t>
            </w:r>
          </w:p>
        </w:tc>
        <w:tc>
          <w:tcPr>
            <w:tcW w:w="979" w:type="dxa"/>
          </w:tcPr>
          <w:p w14:paraId="02BDA4FF" w14:textId="77777777" w:rsidR="00975C3F" w:rsidRPr="00E4005D" w:rsidRDefault="00975C3F" w:rsidP="00975C3F">
            <w:pPr>
              <w:pStyle w:val="Tabletext"/>
              <w:rPr>
                <w:lang w:val="en-GB"/>
              </w:rPr>
            </w:pPr>
            <w:r w:rsidRPr="00E4005D">
              <w:rPr>
                <w:lang w:val="en-GB"/>
              </w:rPr>
              <w:t>Medium</w:t>
            </w:r>
          </w:p>
        </w:tc>
        <w:tc>
          <w:tcPr>
            <w:tcW w:w="712" w:type="dxa"/>
          </w:tcPr>
          <w:p w14:paraId="406F7B6A" w14:textId="77777777" w:rsidR="00975C3F" w:rsidRPr="00E4005D" w:rsidRDefault="00975C3F" w:rsidP="00975C3F">
            <w:pPr>
              <w:pStyle w:val="Tabletext"/>
              <w:rPr>
                <w:lang w:val="en-GB"/>
              </w:rPr>
            </w:pPr>
          </w:p>
        </w:tc>
      </w:tr>
    </w:tbl>
    <w:p w14:paraId="64362D95" w14:textId="77777777" w:rsidR="00D65049" w:rsidRPr="00E4005D" w:rsidRDefault="00D65049" w:rsidP="00D65049"/>
    <w:p w14:paraId="0D7F8B2B" w14:textId="64CD5148" w:rsidR="000333D7" w:rsidRPr="00E4005D" w:rsidRDefault="00E53A35" w:rsidP="000333D7">
      <w:pPr>
        <w:pStyle w:val="Heading4"/>
      </w:pPr>
      <w:r w:rsidRPr="00E4005D">
        <w:t>O</w:t>
      </w:r>
      <w:r w:rsidR="000333D7" w:rsidRPr="00E4005D">
        <w:t>ther acoustic sealing system schedule</w:t>
      </w:r>
    </w:p>
    <w:tbl>
      <w:tblPr>
        <w:tblStyle w:val="TableGrid"/>
        <w:tblW w:w="5000" w:type="pct"/>
        <w:tblLayout w:type="fixed"/>
        <w:tblCellMar>
          <w:top w:w="28" w:type="dxa"/>
          <w:left w:w="28" w:type="dxa"/>
          <w:bottom w:w="28" w:type="dxa"/>
          <w:right w:w="28" w:type="dxa"/>
        </w:tblCellMar>
        <w:tblLook w:val="04A0" w:firstRow="1" w:lastRow="0" w:firstColumn="1" w:lastColumn="0" w:noHBand="0" w:noVBand="1"/>
      </w:tblPr>
      <w:tblGrid>
        <w:gridCol w:w="475"/>
        <w:gridCol w:w="49"/>
        <w:gridCol w:w="3188"/>
        <w:gridCol w:w="1179"/>
        <w:gridCol w:w="1450"/>
        <w:gridCol w:w="1083"/>
        <w:gridCol w:w="986"/>
        <w:gridCol w:w="717"/>
      </w:tblGrid>
      <w:tr w:rsidR="00DE3706" w:rsidRPr="00E4005D" w14:paraId="761B89E3" w14:textId="77777777" w:rsidTr="0038565F">
        <w:trPr>
          <w:tblHeader/>
        </w:trPr>
        <w:tc>
          <w:tcPr>
            <w:tcW w:w="524" w:type="dxa"/>
            <w:gridSpan w:val="2"/>
            <w:vMerge w:val="restart"/>
          </w:tcPr>
          <w:p w14:paraId="710AA285" w14:textId="1F2A3705" w:rsidR="00DE3706" w:rsidRPr="00E4005D" w:rsidRDefault="00DE3706" w:rsidP="000333D7">
            <w:pPr>
              <w:pStyle w:val="Tabletitle"/>
              <w:rPr>
                <w:lang w:val="en-GB"/>
              </w:rPr>
            </w:pPr>
            <w:proofErr w:type="spellStart"/>
            <w:r w:rsidRPr="00E4005D">
              <w:rPr>
                <w:lang w:val="en-GB"/>
              </w:rPr>
              <w:t>R</w:t>
            </w:r>
            <w:r w:rsidRPr="00E4005D">
              <w:rPr>
                <w:vertAlign w:val="subscript"/>
                <w:lang w:val="en-GB"/>
              </w:rPr>
              <w:t>w</w:t>
            </w:r>
            <w:proofErr w:type="spellEnd"/>
          </w:p>
        </w:tc>
        <w:tc>
          <w:tcPr>
            <w:tcW w:w="3188" w:type="dxa"/>
            <w:vMerge w:val="restart"/>
          </w:tcPr>
          <w:p w14:paraId="4009C778" w14:textId="77777777" w:rsidR="00DE3706" w:rsidRPr="00E4005D" w:rsidRDefault="00DE3706" w:rsidP="000333D7">
            <w:pPr>
              <w:pStyle w:val="Tabletitle"/>
              <w:rPr>
                <w:lang w:val="en-GB"/>
              </w:rPr>
            </w:pPr>
            <w:r w:rsidRPr="00E4005D">
              <w:rPr>
                <w:lang w:val="en-GB"/>
              </w:rPr>
              <w:t>Raven acoustic sealing systems</w:t>
            </w:r>
          </w:p>
        </w:tc>
        <w:tc>
          <w:tcPr>
            <w:tcW w:w="3712" w:type="dxa"/>
            <w:gridSpan w:val="3"/>
          </w:tcPr>
          <w:p w14:paraId="523629DF" w14:textId="77777777" w:rsidR="00DE3706" w:rsidRPr="00E4005D" w:rsidRDefault="00DE3706" w:rsidP="000333D7">
            <w:pPr>
              <w:pStyle w:val="Tabletitle"/>
            </w:pPr>
            <w:r w:rsidRPr="00E4005D">
              <w:rPr>
                <w:lang w:val="en-GB"/>
              </w:rPr>
              <w:t>Door</w:t>
            </w:r>
          </w:p>
        </w:tc>
        <w:tc>
          <w:tcPr>
            <w:tcW w:w="986" w:type="dxa"/>
            <w:vMerge w:val="restart"/>
          </w:tcPr>
          <w:p w14:paraId="7CBF153F" w14:textId="652E5573" w:rsidR="00DE3706" w:rsidRPr="00E4005D" w:rsidRDefault="00DE3706" w:rsidP="00DE3706">
            <w:pPr>
              <w:pStyle w:val="Tabletitle"/>
            </w:pPr>
            <w:r w:rsidRPr="00E4005D">
              <w:rPr>
                <w:lang w:val="en-GB"/>
              </w:rPr>
              <w:t>Duty level</w:t>
            </w:r>
          </w:p>
        </w:tc>
        <w:tc>
          <w:tcPr>
            <w:tcW w:w="717" w:type="dxa"/>
            <w:vMerge w:val="restart"/>
          </w:tcPr>
          <w:p w14:paraId="499F0F52" w14:textId="77777777" w:rsidR="00DE3706" w:rsidRPr="00E4005D" w:rsidRDefault="00DE3706" w:rsidP="000333D7">
            <w:pPr>
              <w:pStyle w:val="Tabletitle"/>
              <w:rPr>
                <w:lang w:val="en-GB"/>
              </w:rPr>
            </w:pPr>
            <w:r w:rsidRPr="00E4005D">
              <w:rPr>
                <w:lang w:val="en-GB"/>
              </w:rPr>
              <w:t>Door No.</w:t>
            </w:r>
          </w:p>
        </w:tc>
      </w:tr>
      <w:tr w:rsidR="00DE3706" w:rsidRPr="00E4005D" w14:paraId="35C17036" w14:textId="77777777" w:rsidTr="0038565F">
        <w:trPr>
          <w:tblHeader/>
        </w:trPr>
        <w:tc>
          <w:tcPr>
            <w:tcW w:w="524" w:type="dxa"/>
            <w:gridSpan w:val="2"/>
            <w:vMerge/>
          </w:tcPr>
          <w:p w14:paraId="1985C626" w14:textId="77777777" w:rsidR="00DE3706" w:rsidRPr="00E4005D" w:rsidRDefault="00DE3706" w:rsidP="000333D7">
            <w:pPr>
              <w:pStyle w:val="Tabletext"/>
            </w:pPr>
          </w:p>
        </w:tc>
        <w:tc>
          <w:tcPr>
            <w:tcW w:w="3188" w:type="dxa"/>
            <w:vMerge/>
          </w:tcPr>
          <w:p w14:paraId="3C0F5CDF" w14:textId="77777777" w:rsidR="00DE3706" w:rsidRPr="00E4005D" w:rsidRDefault="00DE3706" w:rsidP="000333D7">
            <w:pPr>
              <w:pStyle w:val="Tabletext"/>
            </w:pPr>
          </w:p>
        </w:tc>
        <w:tc>
          <w:tcPr>
            <w:tcW w:w="1179" w:type="dxa"/>
          </w:tcPr>
          <w:p w14:paraId="346AB247" w14:textId="77777777" w:rsidR="00DE3706" w:rsidRPr="00E4005D" w:rsidRDefault="00DE3706" w:rsidP="000333D7">
            <w:pPr>
              <w:pStyle w:val="Tabletitle"/>
              <w:rPr>
                <w:lang w:val="en-GB"/>
              </w:rPr>
            </w:pPr>
            <w:r w:rsidRPr="00E4005D">
              <w:rPr>
                <w:lang w:val="en-GB"/>
              </w:rPr>
              <w:t>Hinge</w:t>
            </w:r>
          </w:p>
        </w:tc>
        <w:tc>
          <w:tcPr>
            <w:tcW w:w="1450" w:type="dxa"/>
          </w:tcPr>
          <w:p w14:paraId="7C460A68" w14:textId="77777777" w:rsidR="00DE3706" w:rsidRPr="00E4005D" w:rsidRDefault="00DE3706" w:rsidP="000333D7">
            <w:pPr>
              <w:pStyle w:val="Tabletitle"/>
              <w:rPr>
                <w:lang w:val="en-GB"/>
              </w:rPr>
            </w:pPr>
            <w:r w:rsidRPr="00E4005D">
              <w:rPr>
                <w:lang w:val="en-GB"/>
              </w:rPr>
              <w:t>Configuration</w:t>
            </w:r>
          </w:p>
        </w:tc>
        <w:tc>
          <w:tcPr>
            <w:tcW w:w="1083" w:type="dxa"/>
          </w:tcPr>
          <w:p w14:paraId="260A35F6" w14:textId="77777777" w:rsidR="00DE3706" w:rsidRPr="00E4005D" w:rsidRDefault="00DE3706" w:rsidP="000333D7">
            <w:pPr>
              <w:pStyle w:val="Tabletitle"/>
              <w:rPr>
                <w:lang w:val="en-GB"/>
              </w:rPr>
            </w:pPr>
            <w:r w:rsidRPr="00E4005D">
              <w:rPr>
                <w:lang w:val="en-GB"/>
              </w:rPr>
              <w:t>Thickness</w:t>
            </w:r>
          </w:p>
          <w:p w14:paraId="70C4F3B5" w14:textId="77777777" w:rsidR="00DE3706" w:rsidRPr="00E4005D" w:rsidRDefault="00DE3706" w:rsidP="000333D7">
            <w:pPr>
              <w:pStyle w:val="Tabletitle"/>
              <w:rPr>
                <w:lang w:val="en-GB"/>
              </w:rPr>
            </w:pPr>
            <w:r w:rsidRPr="00E4005D">
              <w:rPr>
                <w:lang w:val="en-GB"/>
              </w:rPr>
              <w:t>(mm)</w:t>
            </w:r>
          </w:p>
        </w:tc>
        <w:tc>
          <w:tcPr>
            <w:tcW w:w="986" w:type="dxa"/>
            <w:vMerge/>
          </w:tcPr>
          <w:p w14:paraId="4EC662AF" w14:textId="77777777" w:rsidR="00DE3706" w:rsidRPr="00E4005D" w:rsidRDefault="00DE3706" w:rsidP="000333D7">
            <w:pPr>
              <w:pStyle w:val="Tabletext"/>
              <w:rPr>
                <w:lang w:val="en-GB"/>
              </w:rPr>
            </w:pPr>
          </w:p>
        </w:tc>
        <w:tc>
          <w:tcPr>
            <w:tcW w:w="717" w:type="dxa"/>
            <w:vMerge/>
          </w:tcPr>
          <w:p w14:paraId="2BC4BE33" w14:textId="77777777" w:rsidR="00DE3706" w:rsidRPr="00E4005D" w:rsidRDefault="00DE3706" w:rsidP="000333D7">
            <w:pPr>
              <w:pStyle w:val="Tabletext"/>
              <w:rPr>
                <w:lang w:val="en-GB"/>
              </w:rPr>
            </w:pPr>
          </w:p>
        </w:tc>
      </w:tr>
      <w:tr w:rsidR="00F07AA3" w:rsidRPr="00E4005D" w14:paraId="3FC5515B" w14:textId="77777777" w:rsidTr="0038565F">
        <w:tc>
          <w:tcPr>
            <w:tcW w:w="475" w:type="dxa"/>
            <w:vMerge w:val="restart"/>
          </w:tcPr>
          <w:p w14:paraId="58FA9E9C" w14:textId="77777777" w:rsidR="00F07AA3" w:rsidRPr="00E4005D" w:rsidRDefault="00F07AA3" w:rsidP="00F07AA3">
            <w:pPr>
              <w:pStyle w:val="Tabletext"/>
              <w:rPr>
                <w:lang w:val="en-GB"/>
              </w:rPr>
            </w:pPr>
            <w:r w:rsidRPr="00E4005D">
              <w:rPr>
                <w:lang w:val="en-GB"/>
              </w:rPr>
              <w:t>30</w:t>
            </w:r>
          </w:p>
        </w:tc>
        <w:tc>
          <w:tcPr>
            <w:tcW w:w="3237" w:type="dxa"/>
            <w:gridSpan w:val="2"/>
          </w:tcPr>
          <w:p w14:paraId="21A39C18" w14:textId="77777777" w:rsidR="00F07AA3" w:rsidRPr="00E4005D" w:rsidRDefault="00F07AA3" w:rsidP="00F07AA3">
            <w:pPr>
              <w:pStyle w:val="Tabletext"/>
              <w:rPr>
                <w:lang w:val="en-GB"/>
              </w:rPr>
            </w:pPr>
            <w:r w:rsidRPr="00E4005D">
              <w:rPr>
                <w:lang w:val="en-GB"/>
              </w:rPr>
              <w:t>RP47Si</w:t>
            </w:r>
          </w:p>
        </w:tc>
        <w:tc>
          <w:tcPr>
            <w:tcW w:w="1179" w:type="dxa"/>
          </w:tcPr>
          <w:p w14:paraId="1CA7FAE5" w14:textId="6D91ADAB" w:rsidR="00F07AA3" w:rsidRPr="00E4005D" w:rsidRDefault="00F07AA3" w:rsidP="00F07AA3">
            <w:pPr>
              <w:pStyle w:val="Tabletext"/>
              <w:rPr>
                <w:lang w:val="en-GB"/>
              </w:rPr>
            </w:pPr>
            <w:r w:rsidRPr="00E4005D">
              <w:rPr>
                <w:lang w:val="en-GB"/>
              </w:rPr>
              <w:t xml:space="preserve">Broad </w:t>
            </w:r>
            <w:r w:rsidR="00E53A35" w:rsidRPr="00E4005D">
              <w:rPr>
                <w:lang w:val="en-GB"/>
              </w:rPr>
              <w:t>b</w:t>
            </w:r>
            <w:r w:rsidRPr="00E4005D">
              <w:rPr>
                <w:lang w:val="en-GB"/>
              </w:rPr>
              <w:t>utt</w:t>
            </w:r>
          </w:p>
        </w:tc>
        <w:tc>
          <w:tcPr>
            <w:tcW w:w="1450" w:type="dxa"/>
          </w:tcPr>
          <w:p w14:paraId="7350E32D" w14:textId="77777777" w:rsidR="00F07AA3" w:rsidRPr="00E4005D" w:rsidRDefault="00F07AA3" w:rsidP="00F07AA3">
            <w:pPr>
              <w:pStyle w:val="Tabletext"/>
              <w:rPr>
                <w:lang w:val="en-GB"/>
              </w:rPr>
            </w:pPr>
            <w:r w:rsidRPr="00E4005D">
              <w:rPr>
                <w:lang w:val="en-GB"/>
              </w:rPr>
              <w:t>Single</w:t>
            </w:r>
          </w:p>
        </w:tc>
        <w:tc>
          <w:tcPr>
            <w:tcW w:w="1083" w:type="dxa"/>
          </w:tcPr>
          <w:p w14:paraId="01283A33" w14:textId="77777777" w:rsidR="00F07AA3" w:rsidRPr="00E4005D" w:rsidRDefault="00F07AA3" w:rsidP="00F07AA3">
            <w:pPr>
              <w:pStyle w:val="Tabletext"/>
              <w:rPr>
                <w:lang w:val="en-GB"/>
              </w:rPr>
            </w:pPr>
            <w:r w:rsidRPr="00E4005D">
              <w:rPr>
                <w:lang w:val="en-GB"/>
              </w:rPr>
              <w:t>35</w:t>
            </w:r>
          </w:p>
        </w:tc>
        <w:tc>
          <w:tcPr>
            <w:tcW w:w="986" w:type="dxa"/>
          </w:tcPr>
          <w:p w14:paraId="7F4D6BF3" w14:textId="77777777" w:rsidR="00F07AA3" w:rsidRPr="00E4005D" w:rsidRDefault="00F07AA3" w:rsidP="00F07AA3">
            <w:pPr>
              <w:pStyle w:val="Tabletext"/>
              <w:rPr>
                <w:lang w:val="en-GB"/>
              </w:rPr>
            </w:pPr>
            <w:r w:rsidRPr="00E4005D">
              <w:rPr>
                <w:lang w:val="en-GB"/>
              </w:rPr>
              <w:t>Heavy</w:t>
            </w:r>
          </w:p>
        </w:tc>
        <w:tc>
          <w:tcPr>
            <w:tcW w:w="717" w:type="dxa"/>
          </w:tcPr>
          <w:p w14:paraId="583336AC" w14:textId="77777777" w:rsidR="00F07AA3" w:rsidRPr="00E4005D" w:rsidRDefault="00F07AA3" w:rsidP="00F07AA3">
            <w:pPr>
              <w:pStyle w:val="Tabletext"/>
              <w:rPr>
                <w:lang w:val="en-GB"/>
              </w:rPr>
            </w:pPr>
          </w:p>
        </w:tc>
      </w:tr>
      <w:tr w:rsidR="00F07AA3" w:rsidRPr="00E4005D" w14:paraId="59B3FF45" w14:textId="77777777" w:rsidTr="0038565F">
        <w:tc>
          <w:tcPr>
            <w:tcW w:w="475" w:type="dxa"/>
            <w:vMerge/>
          </w:tcPr>
          <w:p w14:paraId="0FCEE6FB" w14:textId="77777777" w:rsidR="00F07AA3" w:rsidRPr="00E4005D" w:rsidRDefault="00F07AA3" w:rsidP="00F07AA3">
            <w:pPr>
              <w:pStyle w:val="Tabletext"/>
            </w:pPr>
          </w:p>
        </w:tc>
        <w:tc>
          <w:tcPr>
            <w:tcW w:w="3237" w:type="dxa"/>
            <w:gridSpan w:val="2"/>
          </w:tcPr>
          <w:p w14:paraId="0F7FD346" w14:textId="77777777" w:rsidR="00F07AA3" w:rsidRPr="00E4005D" w:rsidRDefault="00F07AA3" w:rsidP="00F07AA3">
            <w:pPr>
              <w:pStyle w:val="Tabletext"/>
              <w:rPr>
                <w:lang w:val="en-GB"/>
              </w:rPr>
            </w:pPr>
            <w:r w:rsidRPr="00E4005D">
              <w:rPr>
                <w:lang w:val="en-GB"/>
              </w:rPr>
              <w:t>RP118Si + RP71Si</w:t>
            </w:r>
            <w:r w:rsidRPr="00E4005D">
              <w:rPr>
                <w:lang w:val="en-GB"/>
              </w:rPr>
              <w:t> </w:t>
            </w:r>
            <w:r w:rsidRPr="00E4005D">
              <w:rPr>
                <w:lang w:val="en-GB"/>
              </w:rPr>
              <w:t>+ RP117Si</w:t>
            </w:r>
          </w:p>
        </w:tc>
        <w:tc>
          <w:tcPr>
            <w:tcW w:w="1179" w:type="dxa"/>
          </w:tcPr>
          <w:p w14:paraId="35D8DEBA" w14:textId="456355EB"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5BE5452F" w14:textId="77777777" w:rsidR="00F07AA3" w:rsidRPr="00E4005D" w:rsidRDefault="00F07AA3" w:rsidP="00F07AA3">
            <w:pPr>
              <w:pStyle w:val="Tabletext"/>
              <w:rPr>
                <w:lang w:val="en-GB"/>
              </w:rPr>
            </w:pPr>
            <w:r w:rsidRPr="00E4005D">
              <w:rPr>
                <w:lang w:val="en-GB"/>
              </w:rPr>
              <w:t>Double</w:t>
            </w:r>
          </w:p>
        </w:tc>
        <w:tc>
          <w:tcPr>
            <w:tcW w:w="1083" w:type="dxa"/>
          </w:tcPr>
          <w:p w14:paraId="059BFE16" w14:textId="77777777" w:rsidR="00F07AA3" w:rsidRPr="00E4005D" w:rsidRDefault="00F07AA3" w:rsidP="00F07AA3">
            <w:pPr>
              <w:pStyle w:val="Tabletext"/>
              <w:rPr>
                <w:lang w:val="en-GB"/>
              </w:rPr>
            </w:pPr>
            <w:r w:rsidRPr="00E4005D">
              <w:rPr>
                <w:lang w:val="en-GB"/>
              </w:rPr>
              <w:t>45</w:t>
            </w:r>
          </w:p>
        </w:tc>
        <w:tc>
          <w:tcPr>
            <w:tcW w:w="986" w:type="dxa"/>
          </w:tcPr>
          <w:p w14:paraId="4C6F3595" w14:textId="77777777" w:rsidR="00F07AA3" w:rsidRPr="00E4005D" w:rsidRDefault="00F07AA3" w:rsidP="00F07AA3">
            <w:pPr>
              <w:pStyle w:val="Tabletext"/>
              <w:rPr>
                <w:lang w:val="en-GB"/>
              </w:rPr>
            </w:pPr>
            <w:r w:rsidRPr="00E4005D">
              <w:rPr>
                <w:lang w:val="en-GB"/>
              </w:rPr>
              <w:t>Heavy</w:t>
            </w:r>
          </w:p>
        </w:tc>
        <w:tc>
          <w:tcPr>
            <w:tcW w:w="717" w:type="dxa"/>
          </w:tcPr>
          <w:p w14:paraId="616779AE" w14:textId="77777777" w:rsidR="00F07AA3" w:rsidRPr="00E4005D" w:rsidRDefault="00F07AA3" w:rsidP="00F07AA3">
            <w:pPr>
              <w:pStyle w:val="Tabletext"/>
              <w:rPr>
                <w:lang w:val="en-GB"/>
              </w:rPr>
            </w:pPr>
          </w:p>
        </w:tc>
      </w:tr>
      <w:tr w:rsidR="00F07AA3" w:rsidRPr="00E4005D" w14:paraId="7333AA7D" w14:textId="77777777" w:rsidTr="0038565F">
        <w:tc>
          <w:tcPr>
            <w:tcW w:w="475" w:type="dxa"/>
            <w:vMerge/>
          </w:tcPr>
          <w:p w14:paraId="6954EBF5" w14:textId="77777777" w:rsidR="00F07AA3" w:rsidRPr="00E4005D" w:rsidRDefault="00F07AA3" w:rsidP="00F07AA3">
            <w:pPr>
              <w:pStyle w:val="Tabletext"/>
            </w:pPr>
          </w:p>
        </w:tc>
        <w:tc>
          <w:tcPr>
            <w:tcW w:w="3237" w:type="dxa"/>
            <w:gridSpan w:val="2"/>
          </w:tcPr>
          <w:p w14:paraId="79ECF370" w14:textId="77777777" w:rsidR="00F07AA3" w:rsidRPr="00E4005D" w:rsidRDefault="00F07AA3" w:rsidP="00F07AA3">
            <w:pPr>
              <w:pStyle w:val="Tabletext"/>
              <w:rPr>
                <w:lang w:val="en-GB"/>
              </w:rPr>
            </w:pPr>
            <w:r w:rsidRPr="00E4005D">
              <w:rPr>
                <w:lang w:val="en-GB"/>
              </w:rPr>
              <w:t>RP118Si</w:t>
            </w:r>
          </w:p>
        </w:tc>
        <w:tc>
          <w:tcPr>
            <w:tcW w:w="1179" w:type="dxa"/>
          </w:tcPr>
          <w:p w14:paraId="1243FCF0" w14:textId="36A7DDD5"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554B305E" w14:textId="77777777" w:rsidR="00F07AA3" w:rsidRPr="00E4005D" w:rsidRDefault="00F07AA3" w:rsidP="00F07AA3">
            <w:pPr>
              <w:pStyle w:val="Tabletext"/>
              <w:rPr>
                <w:lang w:val="en-GB"/>
              </w:rPr>
            </w:pPr>
            <w:r w:rsidRPr="00E4005D">
              <w:rPr>
                <w:lang w:val="en-GB"/>
              </w:rPr>
              <w:t>Single</w:t>
            </w:r>
          </w:p>
        </w:tc>
        <w:tc>
          <w:tcPr>
            <w:tcW w:w="1083" w:type="dxa"/>
          </w:tcPr>
          <w:p w14:paraId="408B744B" w14:textId="77777777" w:rsidR="00F07AA3" w:rsidRPr="00E4005D" w:rsidRDefault="00F07AA3" w:rsidP="00F07AA3">
            <w:pPr>
              <w:pStyle w:val="Tabletext"/>
              <w:rPr>
                <w:lang w:val="en-GB"/>
              </w:rPr>
            </w:pPr>
            <w:r w:rsidRPr="00E4005D">
              <w:rPr>
                <w:lang w:val="en-GB"/>
              </w:rPr>
              <w:t>45</w:t>
            </w:r>
          </w:p>
        </w:tc>
        <w:tc>
          <w:tcPr>
            <w:tcW w:w="986" w:type="dxa"/>
          </w:tcPr>
          <w:p w14:paraId="40F93B89" w14:textId="77777777" w:rsidR="00F07AA3" w:rsidRPr="00E4005D" w:rsidRDefault="00F07AA3" w:rsidP="00F07AA3">
            <w:pPr>
              <w:pStyle w:val="Tabletext"/>
              <w:rPr>
                <w:lang w:val="en-GB"/>
              </w:rPr>
            </w:pPr>
            <w:r w:rsidRPr="00E4005D">
              <w:rPr>
                <w:lang w:val="en-GB"/>
              </w:rPr>
              <w:t>Heavy</w:t>
            </w:r>
          </w:p>
        </w:tc>
        <w:tc>
          <w:tcPr>
            <w:tcW w:w="717" w:type="dxa"/>
          </w:tcPr>
          <w:p w14:paraId="346DCBE4" w14:textId="77777777" w:rsidR="00F07AA3" w:rsidRPr="00E4005D" w:rsidRDefault="00F07AA3" w:rsidP="00F07AA3">
            <w:pPr>
              <w:pStyle w:val="Tabletext"/>
              <w:rPr>
                <w:lang w:val="en-GB"/>
              </w:rPr>
            </w:pPr>
          </w:p>
        </w:tc>
      </w:tr>
      <w:tr w:rsidR="00F07AA3" w:rsidRPr="00E4005D" w14:paraId="37F5992C" w14:textId="77777777" w:rsidTr="0038565F">
        <w:tc>
          <w:tcPr>
            <w:tcW w:w="475" w:type="dxa"/>
            <w:vMerge w:val="restart"/>
          </w:tcPr>
          <w:p w14:paraId="20207440" w14:textId="77777777" w:rsidR="00F07AA3" w:rsidRPr="00E4005D" w:rsidRDefault="00F07AA3" w:rsidP="00F07AA3">
            <w:pPr>
              <w:pStyle w:val="Tabletext"/>
              <w:rPr>
                <w:lang w:val="en-GB"/>
              </w:rPr>
            </w:pPr>
            <w:r w:rsidRPr="00E4005D">
              <w:rPr>
                <w:lang w:val="en-GB"/>
              </w:rPr>
              <w:t>31</w:t>
            </w:r>
          </w:p>
        </w:tc>
        <w:tc>
          <w:tcPr>
            <w:tcW w:w="3237" w:type="dxa"/>
            <w:gridSpan w:val="2"/>
          </w:tcPr>
          <w:p w14:paraId="18187206" w14:textId="77777777" w:rsidR="00F07AA3" w:rsidRPr="00E4005D" w:rsidRDefault="00F07AA3" w:rsidP="00F07AA3">
            <w:pPr>
              <w:pStyle w:val="Tabletext"/>
              <w:rPr>
                <w:lang w:val="en-GB"/>
              </w:rPr>
            </w:pPr>
            <w:r w:rsidRPr="00E4005D">
              <w:rPr>
                <w:lang w:val="en-GB"/>
              </w:rPr>
              <w:t>RP84Si</w:t>
            </w:r>
            <w:r w:rsidRPr="00E4005D">
              <w:rPr>
                <w:lang w:val="en-GB"/>
              </w:rPr>
              <w:t> </w:t>
            </w:r>
            <w:r w:rsidRPr="00E4005D">
              <w:rPr>
                <w:lang w:val="en-GB"/>
              </w:rPr>
              <w:t>+ RP51F</w:t>
            </w:r>
            <w:r w:rsidRPr="00E4005D">
              <w:rPr>
                <w:lang w:val="en-GB"/>
              </w:rPr>
              <w:t> </w:t>
            </w:r>
            <w:r w:rsidRPr="00E4005D">
              <w:rPr>
                <w:lang w:val="en-GB"/>
              </w:rPr>
              <w:t>+ RP52F</w:t>
            </w:r>
          </w:p>
        </w:tc>
        <w:tc>
          <w:tcPr>
            <w:tcW w:w="1179" w:type="dxa"/>
          </w:tcPr>
          <w:p w14:paraId="7CDB218C" w14:textId="77777777" w:rsidR="00F07AA3" w:rsidRPr="00E4005D" w:rsidRDefault="00F07AA3" w:rsidP="00F07AA3">
            <w:pPr>
              <w:pStyle w:val="Tabletext"/>
              <w:rPr>
                <w:lang w:val="en-GB"/>
              </w:rPr>
            </w:pPr>
            <w:r w:rsidRPr="00E4005D">
              <w:rPr>
                <w:lang w:val="en-GB"/>
              </w:rPr>
              <w:t>Sliding</w:t>
            </w:r>
          </w:p>
        </w:tc>
        <w:tc>
          <w:tcPr>
            <w:tcW w:w="1450" w:type="dxa"/>
          </w:tcPr>
          <w:p w14:paraId="7DA30219" w14:textId="77777777" w:rsidR="00F07AA3" w:rsidRPr="00E4005D" w:rsidRDefault="00F07AA3" w:rsidP="00F07AA3">
            <w:pPr>
              <w:pStyle w:val="Tabletext"/>
              <w:rPr>
                <w:lang w:val="en-GB"/>
              </w:rPr>
            </w:pPr>
            <w:r w:rsidRPr="00E4005D">
              <w:rPr>
                <w:lang w:val="en-GB"/>
              </w:rPr>
              <w:t>Single</w:t>
            </w:r>
          </w:p>
        </w:tc>
        <w:tc>
          <w:tcPr>
            <w:tcW w:w="1083" w:type="dxa"/>
          </w:tcPr>
          <w:p w14:paraId="71947E3A" w14:textId="77777777" w:rsidR="00F07AA3" w:rsidRPr="00E4005D" w:rsidRDefault="00F07AA3" w:rsidP="00F07AA3">
            <w:pPr>
              <w:pStyle w:val="Tabletext"/>
              <w:rPr>
                <w:lang w:val="en-GB"/>
              </w:rPr>
            </w:pPr>
            <w:r w:rsidRPr="00E4005D">
              <w:rPr>
                <w:lang w:val="en-GB"/>
              </w:rPr>
              <w:t>35</w:t>
            </w:r>
          </w:p>
        </w:tc>
        <w:tc>
          <w:tcPr>
            <w:tcW w:w="986" w:type="dxa"/>
          </w:tcPr>
          <w:p w14:paraId="68BB6EBB" w14:textId="77777777" w:rsidR="00F07AA3" w:rsidRPr="00E4005D" w:rsidRDefault="00F07AA3" w:rsidP="00F07AA3">
            <w:pPr>
              <w:pStyle w:val="Tabletext"/>
              <w:rPr>
                <w:lang w:val="en-GB"/>
              </w:rPr>
            </w:pPr>
            <w:r w:rsidRPr="00E4005D">
              <w:rPr>
                <w:lang w:val="en-GB"/>
              </w:rPr>
              <w:t>Heavy</w:t>
            </w:r>
          </w:p>
        </w:tc>
        <w:tc>
          <w:tcPr>
            <w:tcW w:w="717" w:type="dxa"/>
          </w:tcPr>
          <w:p w14:paraId="7993D8EB" w14:textId="77777777" w:rsidR="00F07AA3" w:rsidRPr="00E4005D" w:rsidRDefault="00F07AA3" w:rsidP="00F07AA3">
            <w:pPr>
              <w:pStyle w:val="Tabletext"/>
              <w:rPr>
                <w:lang w:val="en-GB"/>
              </w:rPr>
            </w:pPr>
          </w:p>
        </w:tc>
      </w:tr>
      <w:tr w:rsidR="00F07AA3" w:rsidRPr="00E4005D" w14:paraId="3C933C37" w14:textId="77777777" w:rsidTr="0038565F">
        <w:tc>
          <w:tcPr>
            <w:tcW w:w="475" w:type="dxa"/>
            <w:vMerge/>
          </w:tcPr>
          <w:p w14:paraId="6401F2BE" w14:textId="77777777" w:rsidR="00F07AA3" w:rsidRPr="00E4005D" w:rsidRDefault="00F07AA3" w:rsidP="00F07AA3">
            <w:pPr>
              <w:pStyle w:val="Tabletext"/>
            </w:pPr>
          </w:p>
        </w:tc>
        <w:tc>
          <w:tcPr>
            <w:tcW w:w="3237" w:type="dxa"/>
            <w:gridSpan w:val="2"/>
          </w:tcPr>
          <w:p w14:paraId="39CA40FC" w14:textId="77777777" w:rsidR="00F07AA3" w:rsidRPr="00E4005D" w:rsidRDefault="00F07AA3" w:rsidP="00F07AA3">
            <w:pPr>
              <w:pStyle w:val="Tabletext"/>
              <w:rPr>
                <w:lang w:val="en-GB"/>
              </w:rPr>
            </w:pPr>
            <w:r w:rsidRPr="00E4005D">
              <w:rPr>
                <w:lang w:val="en-GB"/>
              </w:rPr>
              <w:t>RP93Si</w:t>
            </w:r>
            <w:r w:rsidRPr="00E4005D">
              <w:rPr>
                <w:lang w:val="en-GB"/>
              </w:rPr>
              <w:t> </w:t>
            </w:r>
            <w:r w:rsidRPr="00E4005D">
              <w:rPr>
                <w:lang w:val="en-GB"/>
              </w:rPr>
              <w:t>+ RP71Si</w:t>
            </w:r>
            <w:r w:rsidRPr="00E4005D">
              <w:rPr>
                <w:lang w:val="en-GB"/>
              </w:rPr>
              <w:t> </w:t>
            </w:r>
            <w:r w:rsidRPr="00E4005D">
              <w:rPr>
                <w:lang w:val="en-GB"/>
              </w:rPr>
              <w:t>+ RP97Si</w:t>
            </w:r>
          </w:p>
        </w:tc>
        <w:tc>
          <w:tcPr>
            <w:tcW w:w="1179" w:type="dxa"/>
          </w:tcPr>
          <w:p w14:paraId="1F2BD4D9" w14:textId="0A8076C6"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6F913F61" w14:textId="77777777" w:rsidR="00F07AA3" w:rsidRPr="00E4005D" w:rsidRDefault="00F07AA3" w:rsidP="00F07AA3">
            <w:pPr>
              <w:pStyle w:val="Tabletext"/>
              <w:rPr>
                <w:lang w:val="en-GB"/>
              </w:rPr>
            </w:pPr>
            <w:r w:rsidRPr="00E4005D">
              <w:rPr>
                <w:lang w:val="en-GB"/>
              </w:rPr>
              <w:t>Double</w:t>
            </w:r>
          </w:p>
        </w:tc>
        <w:tc>
          <w:tcPr>
            <w:tcW w:w="1083" w:type="dxa"/>
          </w:tcPr>
          <w:p w14:paraId="32394F12" w14:textId="77777777" w:rsidR="00F07AA3" w:rsidRPr="00E4005D" w:rsidRDefault="00F07AA3" w:rsidP="00F07AA3">
            <w:pPr>
              <w:pStyle w:val="Tabletext"/>
              <w:rPr>
                <w:lang w:val="en-GB"/>
              </w:rPr>
            </w:pPr>
            <w:r w:rsidRPr="00E4005D">
              <w:rPr>
                <w:lang w:val="en-GB"/>
              </w:rPr>
              <w:t>45</w:t>
            </w:r>
          </w:p>
        </w:tc>
        <w:tc>
          <w:tcPr>
            <w:tcW w:w="986" w:type="dxa"/>
          </w:tcPr>
          <w:p w14:paraId="5B9B2F7E" w14:textId="77777777" w:rsidR="00F07AA3" w:rsidRPr="00E4005D" w:rsidRDefault="00F07AA3" w:rsidP="00F07AA3">
            <w:pPr>
              <w:pStyle w:val="Tabletext"/>
              <w:rPr>
                <w:lang w:val="en-GB"/>
              </w:rPr>
            </w:pPr>
            <w:r w:rsidRPr="00E4005D">
              <w:rPr>
                <w:lang w:val="en-GB"/>
              </w:rPr>
              <w:t>Medium</w:t>
            </w:r>
          </w:p>
        </w:tc>
        <w:tc>
          <w:tcPr>
            <w:tcW w:w="717" w:type="dxa"/>
          </w:tcPr>
          <w:p w14:paraId="6B79D953" w14:textId="77777777" w:rsidR="00F07AA3" w:rsidRPr="00E4005D" w:rsidRDefault="00F07AA3" w:rsidP="00F07AA3">
            <w:pPr>
              <w:pStyle w:val="Tabletext"/>
              <w:rPr>
                <w:lang w:val="en-GB"/>
              </w:rPr>
            </w:pPr>
          </w:p>
        </w:tc>
      </w:tr>
      <w:tr w:rsidR="00F07AA3" w:rsidRPr="00E4005D" w14:paraId="199B5452" w14:textId="77777777" w:rsidTr="0038565F">
        <w:tc>
          <w:tcPr>
            <w:tcW w:w="475" w:type="dxa"/>
            <w:vMerge/>
          </w:tcPr>
          <w:p w14:paraId="7779D594" w14:textId="77777777" w:rsidR="00F07AA3" w:rsidRPr="00E4005D" w:rsidRDefault="00F07AA3" w:rsidP="00F07AA3">
            <w:pPr>
              <w:pStyle w:val="Tabletext"/>
            </w:pPr>
          </w:p>
        </w:tc>
        <w:tc>
          <w:tcPr>
            <w:tcW w:w="3237" w:type="dxa"/>
            <w:gridSpan w:val="2"/>
          </w:tcPr>
          <w:p w14:paraId="18039989" w14:textId="77777777" w:rsidR="00F07AA3" w:rsidRPr="00E4005D" w:rsidRDefault="00F07AA3" w:rsidP="00F07AA3">
            <w:pPr>
              <w:pStyle w:val="Tabletext"/>
              <w:rPr>
                <w:lang w:val="en-GB"/>
              </w:rPr>
            </w:pPr>
            <w:r w:rsidRPr="00E4005D">
              <w:rPr>
                <w:lang w:val="en-GB"/>
              </w:rPr>
              <w:t>RP118Si</w:t>
            </w:r>
            <w:r w:rsidRPr="00E4005D">
              <w:rPr>
                <w:lang w:val="en-GB"/>
              </w:rPr>
              <w:t> </w:t>
            </w:r>
            <w:r w:rsidRPr="00E4005D">
              <w:rPr>
                <w:lang w:val="en-GB"/>
              </w:rPr>
              <w:t>+ RP8Si</w:t>
            </w:r>
            <w:r w:rsidRPr="00E4005D">
              <w:rPr>
                <w:lang w:val="en-GB"/>
              </w:rPr>
              <w:t> </w:t>
            </w:r>
            <w:r w:rsidRPr="00E4005D">
              <w:rPr>
                <w:lang w:val="en-GB"/>
              </w:rPr>
              <w:t>+ RP16Si</w:t>
            </w:r>
          </w:p>
        </w:tc>
        <w:tc>
          <w:tcPr>
            <w:tcW w:w="1179" w:type="dxa"/>
          </w:tcPr>
          <w:p w14:paraId="5D25DF87" w14:textId="701D046C"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10FD382E" w14:textId="77777777" w:rsidR="00F07AA3" w:rsidRPr="00E4005D" w:rsidRDefault="00F07AA3" w:rsidP="00F07AA3">
            <w:pPr>
              <w:pStyle w:val="Tabletext"/>
              <w:rPr>
                <w:lang w:val="en-GB"/>
              </w:rPr>
            </w:pPr>
            <w:r w:rsidRPr="00E4005D">
              <w:rPr>
                <w:lang w:val="en-GB"/>
              </w:rPr>
              <w:t>Double</w:t>
            </w:r>
          </w:p>
        </w:tc>
        <w:tc>
          <w:tcPr>
            <w:tcW w:w="1083" w:type="dxa"/>
          </w:tcPr>
          <w:p w14:paraId="5D60F308" w14:textId="77777777" w:rsidR="00F07AA3" w:rsidRPr="00E4005D" w:rsidRDefault="00F07AA3" w:rsidP="00F07AA3">
            <w:pPr>
              <w:pStyle w:val="Tabletext"/>
              <w:rPr>
                <w:lang w:val="en-GB"/>
              </w:rPr>
            </w:pPr>
            <w:r w:rsidRPr="00E4005D">
              <w:rPr>
                <w:lang w:val="en-GB"/>
              </w:rPr>
              <w:t>45</w:t>
            </w:r>
          </w:p>
        </w:tc>
        <w:tc>
          <w:tcPr>
            <w:tcW w:w="986" w:type="dxa"/>
          </w:tcPr>
          <w:p w14:paraId="6B586E31" w14:textId="77777777" w:rsidR="00F07AA3" w:rsidRPr="00E4005D" w:rsidRDefault="00F07AA3" w:rsidP="00F07AA3">
            <w:pPr>
              <w:pStyle w:val="Tabletext"/>
              <w:rPr>
                <w:lang w:val="en-GB"/>
              </w:rPr>
            </w:pPr>
            <w:r w:rsidRPr="00E4005D">
              <w:rPr>
                <w:lang w:val="en-GB"/>
              </w:rPr>
              <w:t>Heavy</w:t>
            </w:r>
          </w:p>
        </w:tc>
        <w:tc>
          <w:tcPr>
            <w:tcW w:w="717" w:type="dxa"/>
          </w:tcPr>
          <w:p w14:paraId="3A884A68" w14:textId="77777777" w:rsidR="00F07AA3" w:rsidRPr="00E4005D" w:rsidRDefault="00F07AA3" w:rsidP="00F07AA3">
            <w:pPr>
              <w:pStyle w:val="Tabletext"/>
              <w:rPr>
                <w:lang w:val="en-GB"/>
              </w:rPr>
            </w:pPr>
          </w:p>
        </w:tc>
      </w:tr>
      <w:tr w:rsidR="00F07AA3" w:rsidRPr="00E4005D" w14:paraId="6C54D50C" w14:textId="77777777" w:rsidTr="0038565F">
        <w:tc>
          <w:tcPr>
            <w:tcW w:w="475" w:type="dxa"/>
          </w:tcPr>
          <w:p w14:paraId="76FE8DC6" w14:textId="77777777" w:rsidR="00F07AA3" w:rsidRPr="00E4005D" w:rsidRDefault="00F07AA3" w:rsidP="00F07AA3">
            <w:pPr>
              <w:pStyle w:val="Tabletext"/>
              <w:rPr>
                <w:lang w:val="en-GB"/>
              </w:rPr>
            </w:pPr>
            <w:r w:rsidRPr="00E4005D">
              <w:rPr>
                <w:lang w:val="en-GB"/>
              </w:rPr>
              <w:t>32</w:t>
            </w:r>
          </w:p>
        </w:tc>
        <w:tc>
          <w:tcPr>
            <w:tcW w:w="3237" w:type="dxa"/>
            <w:gridSpan w:val="2"/>
          </w:tcPr>
          <w:p w14:paraId="1E91E9C8" w14:textId="77777777" w:rsidR="00F07AA3" w:rsidRPr="00E4005D" w:rsidRDefault="00F07AA3" w:rsidP="00F07AA3">
            <w:pPr>
              <w:pStyle w:val="Tabletext"/>
              <w:rPr>
                <w:lang w:val="en-GB"/>
              </w:rPr>
            </w:pPr>
            <w:r w:rsidRPr="00E4005D">
              <w:rPr>
                <w:lang w:val="en-GB"/>
              </w:rPr>
              <w:t>RP47Si</w:t>
            </w:r>
          </w:p>
        </w:tc>
        <w:tc>
          <w:tcPr>
            <w:tcW w:w="1179" w:type="dxa"/>
          </w:tcPr>
          <w:p w14:paraId="5EC25314" w14:textId="5A3BB080"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5FFA13A9" w14:textId="77777777" w:rsidR="00F07AA3" w:rsidRPr="00E4005D" w:rsidRDefault="00F07AA3" w:rsidP="00F07AA3">
            <w:pPr>
              <w:pStyle w:val="Tabletext"/>
              <w:rPr>
                <w:lang w:val="en-GB"/>
              </w:rPr>
            </w:pPr>
            <w:r w:rsidRPr="00E4005D">
              <w:rPr>
                <w:lang w:val="en-GB"/>
              </w:rPr>
              <w:t>Single</w:t>
            </w:r>
          </w:p>
        </w:tc>
        <w:tc>
          <w:tcPr>
            <w:tcW w:w="1083" w:type="dxa"/>
          </w:tcPr>
          <w:p w14:paraId="17D11BBB" w14:textId="77777777" w:rsidR="00F07AA3" w:rsidRPr="00E4005D" w:rsidRDefault="00F07AA3" w:rsidP="00F07AA3">
            <w:pPr>
              <w:pStyle w:val="Tabletext"/>
              <w:rPr>
                <w:lang w:val="en-GB"/>
              </w:rPr>
            </w:pPr>
            <w:r w:rsidRPr="00E4005D">
              <w:rPr>
                <w:lang w:val="en-GB"/>
              </w:rPr>
              <w:t>44</w:t>
            </w:r>
          </w:p>
        </w:tc>
        <w:tc>
          <w:tcPr>
            <w:tcW w:w="986" w:type="dxa"/>
          </w:tcPr>
          <w:p w14:paraId="4C218689" w14:textId="77777777" w:rsidR="00F07AA3" w:rsidRPr="00E4005D" w:rsidRDefault="00F07AA3" w:rsidP="00F07AA3">
            <w:pPr>
              <w:pStyle w:val="Tabletext"/>
              <w:rPr>
                <w:lang w:val="en-GB"/>
              </w:rPr>
            </w:pPr>
            <w:r w:rsidRPr="00E4005D">
              <w:rPr>
                <w:lang w:val="en-GB"/>
              </w:rPr>
              <w:t>Heavy</w:t>
            </w:r>
          </w:p>
        </w:tc>
        <w:tc>
          <w:tcPr>
            <w:tcW w:w="717" w:type="dxa"/>
          </w:tcPr>
          <w:p w14:paraId="3D33190D" w14:textId="77777777" w:rsidR="00F07AA3" w:rsidRPr="00E4005D" w:rsidRDefault="00F07AA3" w:rsidP="00F07AA3">
            <w:pPr>
              <w:pStyle w:val="Tabletext"/>
              <w:rPr>
                <w:lang w:val="en-GB"/>
              </w:rPr>
            </w:pPr>
          </w:p>
        </w:tc>
      </w:tr>
      <w:tr w:rsidR="00F07AA3" w:rsidRPr="00E4005D" w14:paraId="1F48F7E8" w14:textId="77777777" w:rsidTr="0038565F">
        <w:tc>
          <w:tcPr>
            <w:tcW w:w="475" w:type="dxa"/>
          </w:tcPr>
          <w:p w14:paraId="0D7E1896" w14:textId="77777777" w:rsidR="00F07AA3" w:rsidRPr="00E4005D" w:rsidRDefault="00F07AA3" w:rsidP="00F07AA3">
            <w:pPr>
              <w:pStyle w:val="Tabletext"/>
              <w:rPr>
                <w:lang w:val="en-GB"/>
              </w:rPr>
            </w:pPr>
            <w:r w:rsidRPr="00E4005D">
              <w:rPr>
                <w:lang w:val="en-GB"/>
              </w:rPr>
              <w:t>34</w:t>
            </w:r>
          </w:p>
        </w:tc>
        <w:tc>
          <w:tcPr>
            <w:tcW w:w="3237" w:type="dxa"/>
            <w:gridSpan w:val="2"/>
          </w:tcPr>
          <w:p w14:paraId="3981E345" w14:textId="77777777" w:rsidR="00F07AA3" w:rsidRPr="00E4005D" w:rsidRDefault="00F07AA3" w:rsidP="00F07AA3">
            <w:pPr>
              <w:pStyle w:val="Tabletext"/>
              <w:rPr>
                <w:lang w:val="en-GB"/>
              </w:rPr>
            </w:pPr>
            <w:r w:rsidRPr="00E4005D">
              <w:rPr>
                <w:lang w:val="en-GB"/>
              </w:rPr>
              <w:t>RP10Si</w:t>
            </w:r>
            <w:r w:rsidRPr="00E4005D">
              <w:rPr>
                <w:lang w:val="en-GB"/>
              </w:rPr>
              <w:t> </w:t>
            </w:r>
            <w:r w:rsidRPr="00E4005D">
              <w:rPr>
                <w:lang w:val="en-GB"/>
              </w:rPr>
              <w:t>+ RP51F</w:t>
            </w:r>
            <w:r w:rsidRPr="00E4005D">
              <w:rPr>
                <w:lang w:val="en-GB"/>
              </w:rPr>
              <w:t> </w:t>
            </w:r>
            <w:r w:rsidRPr="00E4005D">
              <w:rPr>
                <w:lang w:val="en-GB"/>
              </w:rPr>
              <w:t>+ RP52F</w:t>
            </w:r>
          </w:p>
        </w:tc>
        <w:tc>
          <w:tcPr>
            <w:tcW w:w="1179" w:type="dxa"/>
          </w:tcPr>
          <w:p w14:paraId="46F8B16C" w14:textId="77777777" w:rsidR="00F07AA3" w:rsidRPr="00E4005D" w:rsidRDefault="00F07AA3" w:rsidP="00F07AA3">
            <w:pPr>
              <w:pStyle w:val="Tabletext"/>
              <w:rPr>
                <w:lang w:val="en-GB"/>
              </w:rPr>
            </w:pPr>
            <w:r w:rsidRPr="00E4005D">
              <w:rPr>
                <w:lang w:val="en-GB"/>
              </w:rPr>
              <w:t>Sliding</w:t>
            </w:r>
          </w:p>
        </w:tc>
        <w:tc>
          <w:tcPr>
            <w:tcW w:w="1450" w:type="dxa"/>
          </w:tcPr>
          <w:p w14:paraId="4DBB5087" w14:textId="77777777" w:rsidR="00F07AA3" w:rsidRPr="00E4005D" w:rsidRDefault="00F07AA3" w:rsidP="00F07AA3">
            <w:pPr>
              <w:pStyle w:val="Tabletext"/>
              <w:rPr>
                <w:lang w:val="en-GB"/>
              </w:rPr>
            </w:pPr>
            <w:r w:rsidRPr="00E4005D">
              <w:rPr>
                <w:lang w:val="en-GB"/>
              </w:rPr>
              <w:t>Single</w:t>
            </w:r>
          </w:p>
        </w:tc>
        <w:tc>
          <w:tcPr>
            <w:tcW w:w="1083" w:type="dxa"/>
          </w:tcPr>
          <w:p w14:paraId="260D3225" w14:textId="77777777" w:rsidR="00F07AA3" w:rsidRPr="00E4005D" w:rsidRDefault="00F07AA3" w:rsidP="00F07AA3">
            <w:pPr>
              <w:pStyle w:val="Tabletext"/>
              <w:rPr>
                <w:lang w:val="en-GB"/>
              </w:rPr>
            </w:pPr>
            <w:r w:rsidRPr="00E4005D">
              <w:rPr>
                <w:lang w:val="en-GB"/>
              </w:rPr>
              <w:t>35</w:t>
            </w:r>
          </w:p>
        </w:tc>
        <w:tc>
          <w:tcPr>
            <w:tcW w:w="986" w:type="dxa"/>
          </w:tcPr>
          <w:p w14:paraId="63498CE2" w14:textId="77777777" w:rsidR="00F07AA3" w:rsidRPr="00E4005D" w:rsidRDefault="00F07AA3" w:rsidP="00F07AA3">
            <w:pPr>
              <w:pStyle w:val="Tabletext"/>
              <w:rPr>
                <w:lang w:val="en-GB"/>
              </w:rPr>
            </w:pPr>
            <w:r w:rsidRPr="00E4005D">
              <w:rPr>
                <w:lang w:val="en-GB"/>
              </w:rPr>
              <w:t>Heavy</w:t>
            </w:r>
          </w:p>
        </w:tc>
        <w:tc>
          <w:tcPr>
            <w:tcW w:w="717" w:type="dxa"/>
          </w:tcPr>
          <w:p w14:paraId="17AE92F8" w14:textId="77777777" w:rsidR="00F07AA3" w:rsidRPr="00E4005D" w:rsidRDefault="00F07AA3" w:rsidP="00F07AA3">
            <w:pPr>
              <w:pStyle w:val="Tabletext"/>
              <w:rPr>
                <w:lang w:val="en-GB"/>
              </w:rPr>
            </w:pPr>
          </w:p>
        </w:tc>
      </w:tr>
      <w:tr w:rsidR="00F07AA3" w:rsidRPr="00E4005D" w14:paraId="2983E0F3" w14:textId="77777777" w:rsidTr="0038565F">
        <w:tc>
          <w:tcPr>
            <w:tcW w:w="475" w:type="dxa"/>
          </w:tcPr>
          <w:p w14:paraId="70CBEDEB" w14:textId="77777777" w:rsidR="00F07AA3" w:rsidRPr="00E4005D" w:rsidRDefault="00F07AA3" w:rsidP="00F07AA3">
            <w:pPr>
              <w:pStyle w:val="Tabletext"/>
              <w:rPr>
                <w:lang w:val="en-GB"/>
              </w:rPr>
            </w:pPr>
            <w:r w:rsidRPr="00E4005D">
              <w:rPr>
                <w:lang w:val="en-GB"/>
              </w:rPr>
              <w:t>35</w:t>
            </w:r>
          </w:p>
        </w:tc>
        <w:tc>
          <w:tcPr>
            <w:tcW w:w="3237" w:type="dxa"/>
            <w:gridSpan w:val="2"/>
          </w:tcPr>
          <w:p w14:paraId="5A7333BA" w14:textId="77777777" w:rsidR="00F07AA3" w:rsidRPr="00E4005D" w:rsidRDefault="00F07AA3" w:rsidP="00F07AA3">
            <w:pPr>
              <w:pStyle w:val="Tabletext"/>
              <w:rPr>
                <w:lang w:val="en-GB"/>
              </w:rPr>
            </w:pPr>
            <w:r w:rsidRPr="00E4005D">
              <w:rPr>
                <w:lang w:val="en-GB"/>
              </w:rPr>
              <w:t>RP71Si</w:t>
            </w:r>
            <w:r w:rsidRPr="00E4005D">
              <w:rPr>
                <w:lang w:val="en-GB"/>
              </w:rPr>
              <w:t> </w:t>
            </w:r>
            <w:r w:rsidRPr="00E4005D">
              <w:rPr>
                <w:lang w:val="en-GB"/>
              </w:rPr>
              <w:t>+ RP71Si</w:t>
            </w:r>
            <w:r w:rsidRPr="00E4005D">
              <w:rPr>
                <w:lang w:val="en-GB"/>
              </w:rPr>
              <w:t> </w:t>
            </w:r>
            <w:r w:rsidRPr="00E4005D">
              <w:rPr>
                <w:lang w:val="en-GB"/>
              </w:rPr>
              <w:t>+ RP96</w:t>
            </w:r>
          </w:p>
        </w:tc>
        <w:tc>
          <w:tcPr>
            <w:tcW w:w="1179" w:type="dxa"/>
          </w:tcPr>
          <w:p w14:paraId="10943B05" w14:textId="77777777" w:rsidR="00F07AA3" w:rsidRPr="00E4005D" w:rsidRDefault="00F07AA3" w:rsidP="00F07AA3">
            <w:pPr>
              <w:pStyle w:val="Tabletext"/>
              <w:rPr>
                <w:lang w:val="en-GB"/>
              </w:rPr>
            </w:pPr>
            <w:r w:rsidRPr="00E4005D">
              <w:rPr>
                <w:lang w:val="en-GB"/>
              </w:rPr>
              <w:t>Pivot</w:t>
            </w:r>
          </w:p>
        </w:tc>
        <w:tc>
          <w:tcPr>
            <w:tcW w:w="1450" w:type="dxa"/>
          </w:tcPr>
          <w:p w14:paraId="21A8D721" w14:textId="77777777" w:rsidR="00F07AA3" w:rsidRPr="00E4005D" w:rsidRDefault="00F07AA3" w:rsidP="00F07AA3">
            <w:pPr>
              <w:pStyle w:val="Tabletext"/>
              <w:rPr>
                <w:lang w:val="en-GB"/>
              </w:rPr>
            </w:pPr>
            <w:r w:rsidRPr="00E4005D">
              <w:rPr>
                <w:lang w:val="en-GB"/>
              </w:rPr>
              <w:t>Single</w:t>
            </w:r>
          </w:p>
        </w:tc>
        <w:tc>
          <w:tcPr>
            <w:tcW w:w="1083" w:type="dxa"/>
          </w:tcPr>
          <w:p w14:paraId="6551DC2F" w14:textId="77777777" w:rsidR="00F07AA3" w:rsidRPr="00E4005D" w:rsidRDefault="00F07AA3" w:rsidP="00F07AA3">
            <w:pPr>
              <w:pStyle w:val="Tabletext"/>
              <w:rPr>
                <w:lang w:val="en-GB"/>
              </w:rPr>
            </w:pPr>
            <w:r w:rsidRPr="00E4005D">
              <w:rPr>
                <w:lang w:val="en-GB"/>
              </w:rPr>
              <w:t>50</w:t>
            </w:r>
          </w:p>
        </w:tc>
        <w:tc>
          <w:tcPr>
            <w:tcW w:w="986" w:type="dxa"/>
          </w:tcPr>
          <w:p w14:paraId="1078F70E" w14:textId="77777777" w:rsidR="00F07AA3" w:rsidRPr="00E4005D" w:rsidRDefault="00F07AA3" w:rsidP="00F07AA3">
            <w:pPr>
              <w:pStyle w:val="Tabletext"/>
              <w:rPr>
                <w:lang w:val="en-GB"/>
              </w:rPr>
            </w:pPr>
            <w:r w:rsidRPr="00E4005D">
              <w:rPr>
                <w:lang w:val="en-GB"/>
              </w:rPr>
              <w:t>Medium</w:t>
            </w:r>
          </w:p>
        </w:tc>
        <w:tc>
          <w:tcPr>
            <w:tcW w:w="717" w:type="dxa"/>
          </w:tcPr>
          <w:p w14:paraId="0BAA90DB" w14:textId="77777777" w:rsidR="00F07AA3" w:rsidRPr="00E4005D" w:rsidRDefault="00F07AA3" w:rsidP="00F07AA3">
            <w:pPr>
              <w:pStyle w:val="Tabletext"/>
              <w:rPr>
                <w:lang w:val="en-GB"/>
              </w:rPr>
            </w:pPr>
          </w:p>
        </w:tc>
      </w:tr>
      <w:tr w:rsidR="00F07AA3" w:rsidRPr="00E4005D" w14:paraId="0E8710F1" w14:textId="77777777" w:rsidTr="0038565F">
        <w:tc>
          <w:tcPr>
            <w:tcW w:w="475" w:type="dxa"/>
          </w:tcPr>
          <w:p w14:paraId="43599761" w14:textId="77777777" w:rsidR="00F07AA3" w:rsidRPr="00E4005D" w:rsidRDefault="00F07AA3" w:rsidP="00F07AA3">
            <w:pPr>
              <w:pStyle w:val="Tabletext"/>
              <w:rPr>
                <w:lang w:val="en-GB"/>
              </w:rPr>
            </w:pPr>
            <w:r w:rsidRPr="00E4005D">
              <w:rPr>
                <w:lang w:val="en-GB"/>
              </w:rPr>
              <w:t>38</w:t>
            </w:r>
          </w:p>
        </w:tc>
        <w:tc>
          <w:tcPr>
            <w:tcW w:w="3237" w:type="dxa"/>
            <w:gridSpan w:val="2"/>
          </w:tcPr>
          <w:p w14:paraId="5F113A8E" w14:textId="77777777" w:rsidR="00F07AA3" w:rsidRPr="00E4005D" w:rsidRDefault="00F07AA3" w:rsidP="00F07AA3">
            <w:pPr>
              <w:pStyle w:val="Tabletext"/>
              <w:rPr>
                <w:lang w:val="en-GB"/>
              </w:rPr>
            </w:pPr>
            <w:r w:rsidRPr="00E4005D">
              <w:rPr>
                <w:lang w:val="en-GB"/>
              </w:rPr>
              <w:t>RP94Si</w:t>
            </w:r>
            <w:r w:rsidRPr="00E4005D">
              <w:rPr>
                <w:lang w:val="en-GB"/>
              </w:rPr>
              <w:t> </w:t>
            </w:r>
            <w:r w:rsidRPr="00E4005D">
              <w:rPr>
                <w:lang w:val="en-GB"/>
              </w:rPr>
              <w:t>+ RP8Si</w:t>
            </w:r>
          </w:p>
        </w:tc>
        <w:tc>
          <w:tcPr>
            <w:tcW w:w="1179" w:type="dxa"/>
          </w:tcPr>
          <w:p w14:paraId="33003D04" w14:textId="147DA12C"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2B319DB8" w14:textId="77777777" w:rsidR="00F07AA3" w:rsidRPr="00E4005D" w:rsidRDefault="00F07AA3" w:rsidP="00F07AA3">
            <w:pPr>
              <w:pStyle w:val="Tabletext"/>
              <w:rPr>
                <w:lang w:val="en-GB"/>
              </w:rPr>
            </w:pPr>
            <w:r w:rsidRPr="00E4005D">
              <w:rPr>
                <w:lang w:val="en-GB"/>
              </w:rPr>
              <w:t>Interconnecting</w:t>
            </w:r>
          </w:p>
        </w:tc>
        <w:tc>
          <w:tcPr>
            <w:tcW w:w="1083" w:type="dxa"/>
          </w:tcPr>
          <w:p w14:paraId="297C5876" w14:textId="77777777" w:rsidR="00F07AA3" w:rsidRPr="00E4005D" w:rsidRDefault="00F07AA3" w:rsidP="00F07AA3">
            <w:pPr>
              <w:pStyle w:val="Tabletext"/>
              <w:rPr>
                <w:lang w:val="en-GB"/>
              </w:rPr>
            </w:pPr>
            <w:r w:rsidRPr="00E4005D">
              <w:rPr>
                <w:lang w:val="en-GB"/>
              </w:rPr>
              <w:t>40</w:t>
            </w:r>
          </w:p>
        </w:tc>
        <w:tc>
          <w:tcPr>
            <w:tcW w:w="986" w:type="dxa"/>
          </w:tcPr>
          <w:p w14:paraId="225A7EAF" w14:textId="77777777" w:rsidR="00F07AA3" w:rsidRPr="00E4005D" w:rsidRDefault="00F07AA3" w:rsidP="00F07AA3">
            <w:pPr>
              <w:pStyle w:val="Tabletext"/>
              <w:rPr>
                <w:lang w:val="en-GB"/>
              </w:rPr>
            </w:pPr>
            <w:r w:rsidRPr="00E4005D">
              <w:rPr>
                <w:lang w:val="en-GB"/>
              </w:rPr>
              <w:t>Medium</w:t>
            </w:r>
          </w:p>
        </w:tc>
        <w:tc>
          <w:tcPr>
            <w:tcW w:w="717" w:type="dxa"/>
          </w:tcPr>
          <w:p w14:paraId="04BAD4EC" w14:textId="77777777" w:rsidR="00F07AA3" w:rsidRPr="00E4005D" w:rsidRDefault="00F07AA3" w:rsidP="00F07AA3">
            <w:pPr>
              <w:pStyle w:val="Tabletext"/>
              <w:rPr>
                <w:lang w:val="en-GB"/>
              </w:rPr>
            </w:pPr>
          </w:p>
        </w:tc>
      </w:tr>
      <w:tr w:rsidR="00F07AA3" w:rsidRPr="00E4005D" w14:paraId="0E942165" w14:textId="77777777" w:rsidTr="0038565F">
        <w:tc>
          <w:tcPr>
            <w:tcW w:w="475" w:type="dxa"/>
          </w:tcPr>
          <w:p w14:paraId="6EA1B1A8" w14:textId="77777777" w:rsidR="00F07AA3" w:rsidRPr="00E4005D" w:rsidRDefault="00F07AA3" w:rsidP="00F07AA3">
            <w:pPr>
              <w:pStyle w:val="Tabletext"/>
              <w:rPr>
                <w:lang w:val="en-GB"/>
              </w:rPr>
            </w:pPr>
            <w:r w:rsidRPr="00E4005D">
              <w:rPr>
                <w:lang w:val="en-GB"/>
              </w:rPr>
              <w:t>44</w:t>
            </w:r>
          </w:p>
        </w:tc>
        <w:tc>
          <w:tcPr>
            <w:tcW w:w="3237" w:type="dxa"/>
            <w:gridSpan w:val="2"/>
          </w:tcPr>
          <w:p w14:paraId="4C297E81" w14:textId="77777777" w:rsidR="00F07AA3" w:rsidRPr="00E4005D" w:rsidRDefault="00F07AA3" w:rsidP="00F07AA3">
            <w:pPr>
              <w:pStyle w:val="Tabletext"/>
              <w:rPr>
                <w:lang w:val="en-GB"/>
              </w:rPr>
            </w:pPr>
            <w:r w:rsidRPr="00E4005D">
              <w:rPr>
                <w:lang w:val="en-GB"/>
              </w:rPr>
              <w:t>RP530</w:t>
            </w:r>
            <w:r w:rsidRPr="00E4005D">
              <w:rPr>
                <w:lang w:val="en-GB"/>
              </w:rPr>
              <w:t> </w:t>
            </w:r>
            <w:r w:rsidRPr="00E4005D">
              <w:rPr>
                <w:lang w:val="en-GB"/>
              </w:rPr>
              <w:t>+ RP70</w:t>
            </w:r>
          </w:p>
        </w:tc>
        <w:tc>
          <w:tcPr>
            <w:tcW w:w="1179" w:type="dxa"/>
          </w:tcPr>
          <w:p w14:paraId="6EE6FA18" w14:textId="639A6B0B"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2E1565C1" w14:textId="77777777" w:rsidR="00F07AA3" w:rsidRPr="00E4005D" w:rsidRDefault="00F07AA3" w:rsidP="00F07AA3">
            <w:pPr>
              <w:pStyle w:val="Tabletext"/>
              <w:rPr>
                <w:lang w:val="en-GB"/>
              </w:rPr>
            </w:pPr>
            <w:r w:rsidRPr="00E4005D">
              <w:rPr>
                <w:lang w:val="en-GB"/>
              </w:rPr>
              <w:t>Interconnecting</w:t>
            </w:r>
          </w:p>
        </w:tc>
        <w:tc>
          <w:tcPr>
            <w:tcW w:w="1083" w:type="dxa"/>
          </w:tcPr>
          <w:p w14:paraId="05ED5A7C" w14:textId="77777777" w:rsidR="00F07AA3" w:rsidRPr="00E4005D" w:rsidRDefault="00F07AA3" w:rsidP="00F07AA3">
            <w:pPr>
              <w:pStyle w:val="Tabletext"/>
              <w:rPr>
                <w:lang w:val="en-GB"/>
              </w:rPr>
            </w:pPr>
            <w:r w:rsidRPr="00E4005D">
              <w:rPr>
                <w:lang w:val="en-GB"/>
              </w:rPr>
              <w:t>50</w:t>
            </w:r>
          </w:p>
        </w:tc>
        <w:tc>
          <w:tcPr>
            <w:tcW w:w="986" w:type="dxa"/>
          </w:tcPr>
          <w:p w14:paraId="7DB4F174" w14:textId="77777777" w:rsidR="00F07AA3" w:rsidRPr="00E4005D" w:rsidRDefault="00F07AA3" w:rsidP="00F07AA3">
            <w:pPr>
              <w:pStyle w:val="Tabletext"/>
              <w:rPr>
                <w:lang w:val="en-GB"/>
              </w:rPr>
            </w:pPr>
            <w:r w:rsidRPr="00E4005D">
              <w:rPr>
                <w:lang w:val="en-GB"/>
              </w:rPr>
              <w:t>Medium</w:t>
            </w:r>
          </w:p>
        </w:tc>
        <w:tc>
          <w:tcPr>
            <w:tcW w:w="717" w:type="dxa"/>
          </w:tcPr>
          <w:p w14:paraId="219FE801" w14:textId="77777777" w:rsidR="00F07AA3" w:rsidRPr="00E4005D" w:rsidRDefault="00F07AA3" w:rsidP="00F07AA3">
            <w:pPr>
              <w:pStyle w:val="Tabletext"/>
              <w:rPr>
                <w:lang w:val="en-GB"/>
              </w:rPr>
            </w:pPr>
          </w:p>
        </w:tc>
      </w:tr>
      <w:tr w:rsidR="00F07AA3" w:rsidRPr="00E4005D" w14:paraId="44D7402D" w14:textId="77777777" w:rsidTr="0038565F">
        <w:tc>
          <w:tcPr>
            <w:tcW w:w="475" w:type="dxa"/>
          </w:tcPr>
          <w:p w14:paraId="63D1C78D" w14:textId="77777777" w:rsidR="00F07AA3" w:rsidRPr="00E4005D" w:rsidRDefault="00F07AA3" w:rsidP="00F07AA3">
            <w:pPr>
              <w:pStyle w:val="Tabletext"/>
              <w:rPr>
                <w:lang w:val="en-GB"/>
              </w:rPr>
            </w:pPr>
            <w:r w:rsidRPr="00E4005D">
              <w:rPr>
                <w:lang w:val="en-GB"/>
              </w:rPr>
              <w:t>52</w:t>
            </w:r>
          </w:p>
        </w:tc>
        <w:tc>
          <w:tcPr>
            <w:tcW w:w="3237" w:type="dxa"/>
            <w:gridSpan w:val="2"/>
          </w:tcPr>
          <w:p w14:paraId="01E15E58" w14:textId="77777777" w:rsidR="00F07AA3" w:rsidRPr="00E4005D" w:rsidRDefault="00F07AA3" w:rsidP="00F07AA3">
            <w:pPr>
              <w:pStyle w:val="Tabletext"/>
              <w:rPr>
                <w:lang w:val="en-GB"/>
              </w:rPr>
            </w:pPr>
            <w:r w:rsidRPr="00E4005D">
              <w:rPr>
                <w:lang w:val="en-GB"/>
              </w:rPr>
              <w:t>RP78Si</w:t>
            </w:r>
            <w:r w:rsidRPr="00E4005D">
              <w:rPr>
                <w:lang w:val="en-GB"/>
              </w:rPr>
              <w:t> </w:t>
            </w:r>
            <w:r w:rsidRPr="00E4005D">
              <w:rPr>
                <w:lang w:val="en-GB"/>
              </w:rPr>
              <w:t>+ RP120</w:t>
            </w:r>
            <w:r w:rsidRPr="00E4005D">
              <w:rPr>
                <w:lang w:val="en-GB"/>
              </w:rPr>
              <w:t> </w:t>
            </w:r>
            <w:r w:rsidRPr="00E4005D">
              <w:rPr>
                <w:lang w:val="en-GB"/>
              </w:rPr>
              <w:t>+ RP70</w:t>
            </w:r>
            <w:r w:rsidRPr="00E4005D">
              <w:rPr>
                <w:lang w:val="en-GB"/>
              </w:rPr>
              <w:t> </w:t>
            </w:r>
            <w:r w:rsidRPr="00E4005D">
              <w:rPr>
                <w:lang w:val="en-GB"/>
              </w:rPr>
              <w:t>+ RP71 + RP393Si</w:t>
            </w:r>
          </w:p>
        </w:tc>
        <w:tc>
          <w:tcPr>
            <w:tcW w:w="1179" w:type="dxa"/>
          </w:tcPr>
          <w:p w14:paraId="3DECFB95" w14:textId="73884E3B" w:rsidR="00F07AA3" w:rsidRPr="00E4005D" w:rsidRDefault="00F07AA3" w:rsidP="00F07AA3">
            <w:pPr>
              <w:pStyle w:val="Tabletext"/>
              <w:rPr>
                <w:lang w:val="en-GB"/>
              </w:rPr>
            </w:pPr>
            <w:r w:rsidRPr="00E4005D">
              <w:rPr>
                <w:lang w:val="en-GB"/>
              </w:rPr>
              <w:t xml:space="preserve">Broad </w:t>
            </w:r>
            <w:r w:rsidR="00E53A35" w:rsidRPr="00E4005D">
              <w:rPr>
                <w:lang w:val="en-GB"/>
              </w:rPr>
              <w:t>butt</w:t>
            </w:r>
          </w:p>
        </w:tc>
        <w:tc>
          <w:tcPr>
            <w:tcW w:w="1450" w:type="dxa"/>
          </w:tcPr>
          <w:p w14:paraId="477C6403" w14:textId="77777777" w:rsidR="00F07AA3" w:rsidRPr="00E4005D" w:rsidRDefault="00F07AA3" w:rsidP="00F07AA3">
            <w:pPr>
              <w:pStyle w:val="Tabletext"/>
              <w:rPr>
                <w:lang w:val="en-GB"/>
              </w:rPr>
            </w:pPr>
            <w:r w:rsidRPr="00E4005D">
              <w:rPr>
                <w:lang w:val="en-GB"/>
              </w:rPr>
              <w:t>Interconnecting</w:t>
            </w:r>
          </w:p>
        </w:tc>
        <w:tc>
          <w:tcPr>
            <w:tcW w:w="1083" w:type="dxa"/>
          </w:tcPr>
          <w:p w14:paraId="0A15B29E" w14:textId="77777777" w:rsidR="00F07AA3" w:rsidRPr="00E4005D" w:rsidRDefault="00F07AA3" w:rsidP="00F07AA3">
            <w:pPr>
              <w:pStyle w:val="Tabletext"/>
              <w:rPr>
                <w:lang w:val="en-GB"/>
              </w:rPr>
            </w:pPr>
            <w:r w:rsidRPr="00E4005D">
              <w:rPr>
                <w:lang w:val="en-GB"/>
              </w:rPr>
              <w:t>54</w:t>
            </w:r>
          </w:p>
        </w:tc>
        <w:tc>
          <w:tcPr>
            <w:tcW w:w="986" w:type="dxa"/>
          </w:tcPr>
          <w:p w14:paraId="7D71FD9C" w14:textId="77777777" w:rsidR="00F07AA3" w:rsidRPr="00E4005D" w:rsidRDefault="00F07AA3" w:rsidP="00F07AA3">
            <w:pPr>
              <w:pStyle w:val="Tabletext"/>
              <w:rPr>
                <w:lang w:val="en-GB"/>
              </w:rPr>
            </w:pPr>
            <w:r w:rsidRPr="00E4005D">
              <w:rPr>
                <w:lang w:val="en-GB"/>
              </w:rPr>
              <w:t>Medium</w:t>
            </w:r>
          </w:p>
        </w:tc>
        <w:tc>
          <w:tcPr>
            <w:tcW w:w="717" w:type="dxa"/>
          </w:tcPr>
          <w:p w14:paraId="191B3BF1" w14:textId="77777777" w:rsidR="00F07AA3" w:rsidRPr="00E4005D" w:rsidRDefault="00F07AA3" w:rsidP="00F07AA3">
            <w:pPr>
              <w:pStyle w:val="Tabletext"/>
              <w:rPr>
                <w:lang w:val="en-GB"/>
              </w:rPr>
            </w:pPr>
          </w:p>
        </w:tc>
      </w:tr>
    </w:tbl>
    <w:p w14:paraId="11E0D128" w14:textId="18C081CB" w:rsidR="001562AE" w:rsidRPr="00E4005D" w:rsidRDefault="001562AE" w:rsidP="005A6921"/>
    <w:p w14:paraId="78C49424" w14:textId="77777777" w:rsidR="001562AE" w:rsidRPr="00E4005D" w:rsidRDefault="0024003B">
      <w:pPr>
        <w:pStyle w:val="Heading3"/>
      </w:pPr>
      <w:bookmarkStart w:id="137" w:name="h-120111-1"/>
      <w:bookmarkStart w:id="138" w:name="f-120111-1"/>
      <w:bookmarkStart w:id="139" w:name="f-120111"/>
      <w:bookmarkEnd w:id="135"/>
      <w:bookmarkEnd w:id="136"/>
      <w:r w:rsidRPr="00E4005D">
        <w:t>Smoke doors</w:t>
      </w:r>
      <w:bookmarkEnd w:id="137"/>
    </w:p>
    <w:p w14:paraId="28741427" w14:textId="77777777" w:rsidR="001562AE" w:rsidRPr="00E4005D" w:rsidRDefault="0024003B">
      <w:pPr>
        <w:pStyle w:val="Instructions"/>
      </w:pPr>
      <w:bookmarkStart w:id="140" w:name="f-118922-1"/>
      <w:bookmarkStart w:id="141" w:name="f-118922"/>
      <w:bookmarkEnd w:id="138"/>
      <w:bookmarkEnd w:id="139"/>
      <w:r w:rsidRPr="00E4005D">
        <w:t>Medium temperature smoke. 200°C for 30 minutes (BCA Spec C3.4). Consult the Fire and Smoke section of the RAVEN catalogue #115 for selection guidance.</w:t>
      </w:r>
      <w:r w:rsidR="00532E60" w:rsidRPr="00E4005D">
        <w:t xml:space="preserve"> </w:t>
      </w:r>
      <w:r w:rsidR="002359B9" w:rsidRPr="00E4005D">
        <w:t>Refer to the RAVEN website for updated systems.</w:t>
      </w:r>
    </w:p>
    <w:p w14:paraId="16AD591D" w14:textId="72A34ADC" w:rsidR="000333D7" w:rsidRPr="00E4005D" w:rsidRDefault="000333D7" w:rsidP="000333D7">
      <w:pPr>
        <w:pStyle w:val="Instructions"/>
        <w:rPr>
          <w:shd w:val="clear" w:color="auto" w:fill="FFFFFF"/>
        </w:rPr>
      </w:pPr>
      <w:r w:rsidRPr="00E4005D">
        <w:rPr>
          <w:shd w:val="clear" w:color="auto" w:fill="FFFFFF"/>
        </w:rPr>
        <w:t>Smoke and acoustic seals tested on solid core doors meet the requirements for BCA Spec C3.</w:t>
      </w:r>
      <w:r w:rsidR="00532E60" w:rsidRPr="00E4005D">
        <w:rPr>
          <w:shd w:val="clear" w:color="auto" w:fill="FFFFFF"/>
        </w:rPr>
        <w:t>4.</w:t>
      </w:r>
      <w:r w:rsidRPr="00E4005D">
        <w:rPr>
          <w:shd w:val="clear" w:color="auto" w:fill="FFFFFF"/>
        </w:rPr>
        <w:t xml:space="preserve">These systems meet the leakage rates specified in AS 6905 when the door assembly is installed to BCA Spec C3.4. </w:t>
      </w:r>
    </w:p>
    <w:p w14:paraId="13405AB8" w14:textId="7966E5AF" w:rsidR="000333D7" w:rsidRPr="00E4005D" w:rsidRDefault="000333D7" w:rsidP="000333D7">
      <w:pPr>
        <w:pStyle w:val="Instructions"/>
      </w:pPr>
      <w:r w:rsidRPr="00E4005D">
        <w:rPr>
          <w:shd w:val="clear" w:color="auto" w:fill="FFFFFF"/>
        </w:rPr>
        <w:t>AS 1530.7 ≤ 25m</w:t>
      </w:r>
      <w:r w:rsidRPr="00E4005D">
        <w:rPr>
          <w:shd w:val="clear" w:color="auto" w:fill="FFFFFF"/>
          <w:vertAlign w:val="superscript"/>
        </w:rPr>
        <w:t>3</w:t>
      </w:r>
      <w:r w:rsidRPr="00E4005D">
        <w:rPr>
          <w:shd w:val="clear" w:color="auto" w:fill="FFFFFF"/>
        </w:rPr>
        <w:t>/h @ 25 Pa for single doors and ≤ 40m</w:t>
      </w:r>
      <w:r w:rsidRPr="00E4005D">
        <w:rPr>
          <w:shd w:val="clear" w:color="auto" w:fill="FFFFFF"/>
          <w:vertAlign w:val="superscript"/>
        </w:rPr>
        <w:t>3</w:t>
      </w:r>
      <w:r w:rsidRPr="00E4005D">
        <w:rPr>
          <w:shd w:val="clear" w:color="auto" w:fill="FFFFFF"/>
        </w:rPr>
        <w:t>/h @ 25 Pa for double doors when exposed to 200°C for 30 minutes in accordance with AS 6905.</w:t>
      </w:r>
    </w:p>
    <w:p w14:paraId="55C93515" w14:textId="1D35C479" w:rsidR="0038565F" w:rsidRPr="00E4005D" w:rsidRDefault="0038565F">
      <w:pPr>
        <w:pStyle w:val="Heading4"/>
      </w:pPr>
      <w:bookmarkStart w:id="142" w:name="h-118974-1"/>
      <w:bookmarkStart w:id="143" w:name="f-118974-1"/>
      <w:bookmarkStart w:id="144" w:name="f-118974"/>
      <w:bookmarkEnd w:id="140"/>
      <w:bookmarkEnd w:id="141"/>
    </w:p>
    <w:p w14:paraId="26E50CA0" w14:textId="440634B2" w:rsidR="001562AE" w:rsidRPr="00E4005D" w:rsidRDefault="0038565F">
      <w:pPr>
        <w:pStyle w:val="Heading4"/>
      </w:pPr>
      <w:r w:rsidRPr="00E4005D">
        <w:br/>
      </w:r>
      <w:r w:rsidR="00E53A35" w:rsidRPr="00E4005D">
        <w:t>S</w:t>
      </w:r>
      <w:r w:rsidR="00532E60" w:rsidRPr="00E4005D">
        <w:t xml:space="preserve">moke </w:t>
      </w:r>
      <w:bookmarkEnd w:id="142"/>
      <w:r w:rsidR="00532E60" w:rsidRPr="00E4005D">
        <w:t>sealing system schedule</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589"/>
        <w:gridCol w:w="1283"/>
        <w:gridCol w:w="725"/>
        <w:gridCol w:w="1449"/>
        <w:gridCol w:w="1178"/>
        <w:gridCol w:w="902"/>
        <w:gridCol w:w="1001"/>
      </w:tblGrid>
      <w:tr w:rsidR="00DE3706" w:rsidRPr="00E4005D" w14:paraId="278911DB" w14:textId="77777777" w:rsidTr="00DE3706">
        <w:trPr>
          <w:tblHeader/>
        </w:trPr>
        <w:tc>
          <w:tcPr>
            <w:tcW w:w="2570" w:type="dxa"/>
            <w:vMerge w:val="restart"/>
            <w:shd w:val="clear" w:color="auto" w:fill="FFFFFF" w:themeFill="background1"/>
            <w:tcMar>
              <w:top w:w="28" w:type="dxa"/>
              <w:left w:w="28" w:type="dxa"/>
              <w:bottom w:w="28" w:type="dxa"/>
              <w:right w:w="28" w:type="dxa"/>
            </w:tcMar>
          </w:tcPr>
          <w:p w14:paraId="3C22306A" w14:textId="77777777" w:rsidR="00DE3706" w:rsidRPr="00E4005D" w:rsidRDefault="00DE3706" w:rsidP="00532E60">
            <w:pPr>
              <w:pStyle w:val="Tabletitle"/>
              <w:rPr>
                <w:lang w:val="en-GB"/>
              </w:rPr>
            </w:pPr>
            <w:r w:rsidRPr="00E4005D">
              <w:rPr>
                <w:lang w:val="en-GB"/>
              </w:rPr>
              <w:t>RAVEN smoke sealing system</w:t>
            </w:r>
          </w:p>
        </w:tc>
        <w:tc>
          <w:tcPr>
            <w:tcW w:w="4602" w:type="dxa"/>
            <w:gridSpan w:val="4"/>
            <w:shd w:val="clear" w:color="auto" w:fill="FFFFFF" w:themeFill="background1"/>
          </w:tcPr>
          <w:p w14:paraId="06A827A1" w14:textId="77777777" w:rsidR="00DE3706" w:rsidRPr="00E4005D" w:rsidRDefault="00DE3706" w:rsidP="00532E60">
            <w:pPr>
              <w:pStyle w:val="Tabletitle"/>
              <w:rPr>
                <w:lang w:val="en-GB"/>
              </w:rPr>
            </w:pPr>
            <w:r w:rsidRPr="00E4005D">
              <w:rPr>
                <w:lang w:val="en-GB"/>
              </w:rPr>
              <w:t>Door</w:t>
            </w:r>
          </w:p>
        </w:tc>
        <w:tc>
          <w:tcPr>
            <w:tcW w:w="895" w:type="dxa"/>
            <w:vMerge w:val="restart"/>
            <w:shd w:val="clear" w:color="auto" w:fill="FFFFFF" w:themeFill="background1"/>
          </w:tcPr>
          <w:p w14:paraId="68B004A4" w14:textId="1C53933F" w:rsidR="00DE3706" w:rsidRPr="00E4005D" w:rsidRDefault="00DE3706" w:rsidP="00DE3706">
            <w:pPr>
              <w:pStyle w:val="Tabletitle"/>
              <w:rPr>
                <w:lang w:val="en-GB"/>
              </w:rPr>
            </w:pPr>
            <w:r w:rsidRPr="00E4005D">
              <w:rPr>
                <w:lang w:val="en-GB"/>
              </w:rPr>
              <w:t>Duty level</w:t>
            </w:r>
          </w:p>
        </w:tc>
        <w:tc>
          <w:tcPr>
            <w:tcW w:w="994" w:type="dxa"/>
            <w:vMerge w:val="restart"/>
            <w:shd w:val="clear" w:color="auto" w:fill="FFFFFF" w:themeFill="background1"/>
          </w:tcPr>
          <w:p w14:paraId="43AEE4B7" w14:textId="77777777" w:rsidR="00DE3706" w:rsidRPr="00E4005D" w:rsidRDefault="00DE3706" w:rsidP="00532E60">
            <w:pPr>
              <w:pStyle w:val="Tabletitle"/>
              <w:rPr>
                <w:lang w:val="en-GB"/>
              </w:rPr>
            </w:pPr>
            <w:r w:rsidRPr="00E4005D">
              <w:rPr>
                <w:lang w:val="en-GB"/>
              </w:rPr>
              <w:t>Door No.</w:t>
            </w:r>
          </w:p>
        </w:tc>
      </w:tr>
      <w:tr w:rsidR="00DE3706" w:rsidRPr="00E4005D" w14:paraId="30B19CFF" w14:textId="77777777" w:rsidTr="00DE3706">
        <w:trPr>
          <w:tblHeader/>
        </w:trPr>
        <w:tc>
          <w:tcPr>
            <w:tcW w:w="2570" w:type="dxa"/>
            <w:vMerge/>
            <w:shd w:val="clear" w:color="auto" w:fill="A6A6A6" w:themeFill="background1" w:themeFillShade="A6"/>
            <w:tcMar>
              <w:top w:w="28" w:type="dxa"/>
              <w:left w:w="28" w:type="dxa"/>
              <w:bottom w:w="28" w:type="dxa"/>
              <w:right w:w="28" w:type="dxa"/>
            </w:tcMar>
          </w:tcPr>
          <w:p w14:paraId="507EBC13" w14:textId="77777777" w:rsidR="00DE3706" w:rsidRPr="00E4005D" w:rsidRDefault="00DE3706" w:rsidP="00532E60">
            <w:pPr>
              <w:pStyle w:val="Tabletitle"/>
              <w:rPr>
                <w:lang w:val="en-GB"/>
              </w:rPr>
            </w:pPr>
          </w:p>
        </w:tc>
        <w:tc>
          <w:tcPr>
            <w:tcW w:w="1274" w:type="dxa"/>
            <w:shd w:val="clear" w:color="auto" w:fill="FFFFFF" w:themeFill="background1"/>
          </w:tcPr>
          <w:p w14:paraId="2902039D" w14:textId="77777777" w:rsidR="00DE3706" w:rsidRPr="00E4005D" w:rsidRDefault="00DE3706" w:rsidP="00532E60">
            <w:pPr>
              <w:pStyle w:val="Tabletitle"/>
              <w:rPr>
                <w:lang w:val="en-GB"/>
              </w:rPr>
            </w:pPr>
            <w:r w:rsidRPr="00E4005D">
              <w:rPr>
                <w:lang w:val="en-GB"/>
              </w:rPr>
              <w:t>Seal installation type</w:t>
            </w:r>
          </w:p>
        </w:tc>
        <w:tc>
          <w:tcPr>
            <w:tcW w:w="720" w:type="dxa"/>
            <w:shd w:val="clear" w:color="auto" w:fill="FFFFFF" w:themeFill="background1"/>
            <w:tcMar>
              <w:top w:w="28" w:type="dxa"/>
              <w:left w:w="28" w:type="dxa"/>
              <w:bottom w:w="28" w:type="dxa"/>
              <w:right w:w="28" w:type="dxa"/>
            </w:tcMar>
          </w:tcPr>
          <w:p w14:paraId="4D51684A" w14:textId="77777777" w:rsidR="00DE3706" w:rsidRPr="00E4005D" w:rsidRDefault="00DE3706" w:rsidP="00532E60">
            <w:pPr>
              <w:pStyle w:val="Tabletitle"/>
              <w:rPr>
                <w:lang w:val="en-GB"/>
              </w:rPr>
            </w:pPr>
            <w:r w:rsidRPr="00E4005D">
              <w:rPr>
                <w:lang w:val="en-GB"/>
              </w:rPr>
              <w:t>Hinge</w:t>
            </w:r>
          </w:p>
        </w:tc>
        <w:tc>
          <w:tcPr>
            <w:tcW w:w="1439" w:type="dxa"/>
            <w:shd w:val="clear" w:color="auto" w:fill="FFFFFF" w:themeFill="background1"/>
            <w:tcMar>
              <w:top w:w="28" w:type="dxa"/>
              <w:left w:w="28" w:type="dxa"/>
              <w:bottom w:w="28" w:type="dxa"/>
              <w:right w:w="28" w:type="dxa"/>
            </w:tcMar>
          </w:tcPr>
          <w:p w14:paraId="471AB8F2" w14:textId="77777777" w:rsidR="00DE3706" w:rsidRPr="00E4005D" w:rsidRDefault="00DE3706" w:rsidP="00532E60">
            <w:pPr>
              <w:pStyle w:val="Tabletitle"/>
              <w:rPr>
                <w:lang w:val="en-GB"/>
              </w:rPr>
            </w:pPr>
            <w:r w:rsidRPr="00E4005D">
              <w:rPr>
                <w:lang w:val="en-GB"/>
              </w:rPr>
              <w:t>Configuration</w:t>
            </w:r>
          </w:p>
        </w:tc>
        <w:tc>
          <w:tcPr>
            <w:tcW w:w="1169" w:type="dxa"/>
            <w:shd w:val="clear" w:color="auto" w:fill="FFFFFF" w:themeFill="background1"/>
            <w:tcMar>
              <w:top w:w="28" w:type="dxa"/>
              <w:left w:w="28" w:type="dxa"/>
              <w:bottom w:w="28" w:type="dxa"/>
              <w:right w:w="28" w:type="dxa"/>
            </w:tcMar>
          </w:tcPr>
          <w:p w14:paraId="6736027D" w14:textId="77777777" w:rsidR="00DE3706" w:rsidRPr="00E4005D" w:rsidRDefault="00DE3706" w:rsidP="00532E60">
            <w:pPr>
              <w:pStyle w:val="Tabletitle"/>
              <w:rPr>
                <w:lang w:val="en-GB"/>
              </w:rPr>
            </w:pPr>
            <w:r w:rsidRPr="00E4005D">
              <w:rPr>
                <w:lang w:val="en-GB"/>
              </w:rPr>
              <w:t>Thickness</w:t>
            </w:r>
          </w:p>
          <w:p w14:paraId="1E0A68CD" w14:textId="77777777" w:rsidR="00DE3706" w:rsidRPr="00E4005D" w:rsidRDefault="00DE3706" w:rsidP="00532E60">
            <w:pPr>
              <w:pStyle w:val="Tabletitle"/>
              <w:rPr>
                <w:lang w:val="en-GB"/>
              </w:rPr>
            </w:pPr>
            <w:r w:rsidRPr="00E4005D">
              <w:rPr>
                <w:lang w:val="en-GB"/>
              </w:rPr>
              <w:t>(mm)</w:t>
            </w:r>
          </w:p>
        </w:tc>
        <w:tc>
          <w:tcPr>
            <w:tcW w:w="895" w:type="dxa"/>
            <w:vMerge/>
            <w:shd w:val="clear" w:color="auto" w:fill="D9D9D9" w:themeFill="background1" w:themeFillShade="D9"/>
          </w:tcPr>
          <w:p w14:paraId="10634FD3" w14:textId="77777777" w:rsidR="00DE3706" w:rsidRPr="00E4005D" w:rsidRDefault="00DE3706" w:rsidP="00532E60">
            <w:pPr>
              <w:pStyle w:val="Tabletitle"/>
              <w:rPr>
                <w:lang w:val="en-GB"/>
              </w:rPr>
            </w:pPr>
          </w:p>
        </w:tc>
        <w:tc>
          <w:tcPr>
            <w:tcW w:w="994" w:type="dxa"/>
            <w:vMerge/>
            <w:shd w:val="clear" w:color="auto" w:fill="D9D9D9" w:themeFill="background1" w:themeFillShade="D9"/>
          </w:tcPr>
          <w:p w14:paraId="4CFA12D7" w14:textId="77777777" w:rsidR="00DE3706" w:rsidRPr="00E4005D" w:rsidRDefault="00DE3706" w:rsidP="00532E60">
            <w:pPr>
              <w:pStyle w:val="Tabletitle"/>
              <w:rPr>
                <w:lang w:val="en-GB"/>
              </w:rPr>
            </w:pPr>
          </w:p>
        </w:tc>
      </w:tr>
      <w:tr w:rsidR="00532E60" w:rsidRPr="00E4005D" w14:paraId="438898CA" w14:textId="77777777" w:rsidTr="00DE3706">
        <w:tc>
          <w:tcPr>
            <w:tcW w:w="2570" w:type="dxa"/>
            <w:shd w:val="clear" w:color="auto" w:fill="auto"/>
            <w:tcMar>
              <w:top w:w="28" w:type="dxa"/>
              <w:left w:w="28" w:type="dxa"/>
              <w:bottom w:w="28" w:type="dxa"/>
              <w:right w:w="28" w:type="dxa"/>
            </w:tcMar>
          </w:tcPr>
          <w:p w14:paraId="28E0A2C7" w14:textId="77777777" w:rsidR="00532E60" w:rsidRPr="00E4005D" w:rsidRDefault="00532E60" w:rsidP="00532E60">
            <w:pPr>
              <w:pStyle w:val="Tabletext"/>
              <w:rPr>
                <w:lang w:val="en-GB"/>
              </w:rPr>
            </w:pPr>
            <w:r w:rsidRPr="00E4005D">
              <w:rPr>
                <w:lang w:val="en-GB"/>
              </w:rPr>
              <w:t>RP120 + RP8Si</w:t>
            </w:r>
          </w:p>
        </w:tc>
        <w:tc>
          <w:tcPr>
            <w:tcW w:w="1274" w:type="dxa"/>
          </w:tcPr>
          <w:p w14:paraId="4CD1725A" w14:textId="77777777" w:rsidR="00532E60" w:rsidRPr="00E4005D" w:rsidRDefault="00532E60" w:rsidP="00532E60">
            <w:pPr>
              <w:pStyle w:val="Tabletext"/>
              <w:rPr>
                <w:lang w:val="en-GB"/>
              </w:rPr>
            </w:pPr>
            <w:r w:rsidRPr="00E4005D">
              <w:rPr>
                <w:lang w:val="en-GB"/>
              </w:rPr>
              <w:t>Mortised</w:t>
            </w:r>
          </w:p>
        </w:tc>
        <w:tc>
          <w:tcPr>
            <w:tcW w:w="720" w:type="dxa"/>
            <w:shd w:val="clear" w:color="auto" w:fill="auto"/>
            <w:tcMar>
              <w:top w:w="28" w:type="dxa"/>
              <w:left w:w="28" w:type="dxa"/>
              <w:bottom w:w="28" w:type="dxa"/>
              <w:right w:w="28" w:type="dxa"/>
            </w:tcMar>
          </w:tcPr>
          <w:p w14:paraId="1A1CBA2B"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5B1EC46F"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4662B4BC" w14:textId="77777777" w:rsidR="00532E60" w:rsidRPr="00E4005D" w:rsidRDefault="00532E60" w:rsidP="00532E60">
            <w:pPr>
              <w:pStyle w:val="Tabletext"/>
              <w:rPr>
                <w:lang w:val="en-GB"/>
              </w:rPr>
            </w:pPr>
            <w:r w:rsidRPr="00E4005D">
              <w:rPr>
                <w:lang w:val="en-GB"/>
              </w:rPr>
              <w:t>35+</w:t>
            </w:r>
          </w:p>
        </w:tc>
        <w:tc>
          <w:tcPr>
            <w:tcW w:w="895" w:type="dxa"/>
          </w:tcPr>
          <w:p w14:paraId="53BC650A" w14:textId="77777777" w:rsidR="00532E60" w:rsidRPr="00E4005D" w:rsidRDefault="00532E60" w:rsidP="00532E60">
            <w:pPr>
              <w:pStyle w:val="Tabletext"/>
              <w:rPr>
                <w:lang w:val="en-GB"/>
              </w:rPr>
            </w:pPr>
            <w:r w:rsidRPr="00E4005D">
              <w:rPr>
                <w:lang w:val="en-GB"/>
              </w:rPr>
              <w:t>Medium</w:t>
            </w:r>
          </w:p>
        </w:tc>
        <w:tc>
          <w:tcPr>
            <w:tcW w:w="994" w:type="dxa"/>
          </w:tcPr>
          <w:p w14:paraId="7D7D1B2D" w14:textId="77777777" w:rsidR="00532E60" w:rsidRPr="00E4005D" w:rsidRDefault="00532E60" w:rsidP="00532E60">
            <w:pPr>
              <w:pStyle w:val="Tabletext"/>
              <w:rPr>
                <w:lang w:val="en-GB"/>
              </w:rPr>
            </w:pPr>
          </w:p>
        </w:tc>
      </w:tr>
      <w:tr w:rsidR="00532E60" w:rsidRPr="00E4005D" w14:paraId="7F76B519" w14:textId="77777777" w:rsidTr="00DE3706">
        <w:tc>
          <w:tcPr>
            <w:tcW w:w="2570" w:type="dxa"/>
            <w:shd w:val="clear" w:color="auto" w:fill="auto"/>
            <w:tcMar>
              <w:top w:w="28" w:type="dxa"/>
              <w:left w:w="28" w:type="dxa"/>
              <w:bottom w:w="28" w:type="dxa"/>
              <w:right w:w="28" w:type="dxa"/>
            </w:tcMar>
          </w:tcPr>
          <w:p w14:paraId="6A5A5891" w14:textId="77777777" w:rsidR="00532E60" w:rsidRPr="00E4005D" w:rsidRDefault="00532E60" w:rsidP="00532E60">
            <w:pPr>
              <w:pStyle w:val="Tabletext"/>
              <w:rPr>
                <w:lang w:val="en-GB"/>
              </w:rPr>
            </w:pPr>
            <w:r w:rsidRPr="00E4005D">
              <w:rPr>
                <w:lang w:val="en-GB"/>
              </w:rPr>
              <w:t>RP120 + RP35Si</w:t>
            </w:r>
          </w:p>
        </w:tc>
        <w:tc>
          <w:tcPr>
            <w:tcW w:w="1274" w:type="dxa"/>
          </w:tcPr>
          <w:p w14:paraId="2704B50E" w14:textId="37636CDB" w:rsidR="00532E60" w:rsidRPr="00E4005D" w:rsidRDefault="00532E60" w:rsidP="00532E60">
            <w:pPr>
              <w:pStyle w:val="Tabletext"/>
              <w:rPr>
                <w:lang w:val="en-GB"/>
              </w:rPr>
            </w:pPr>
            <w:r w:rsidRPr="00E4005D">
              <w:rPr>
                <w:lang w:val="en-GB"/>
              </w:rPr>
              <w:t xml:space="preserve">Face </w:t>
            </w:r>
            <w:r w:rsidR="00E53A35" w:rsidRPr="00E4005D">
              <w:rPr>
                <w:lang w:val="en-GB"/>
              </w:rPr>
              <w:t>f</w:t>
            </w:r>
            <w:r w:rsidRPr="00E4005D">
              <w:rPr>
                <w:lang w:val="en-GB"/>
              </w:rPr>
              <w:t>ixed</w:t>
            </w:r>
          </w:p>
        </w:tc>
        <w:tc>
          <w:tcPr>
            <w:tcW w:w="720" w:type="dxa"/>
            <w:shd w:val="clear" w:color="auto" w:fill="auto"/>
            <w:tcMar>
              <w:top w:w="28" w:type="dxa"/>
              <w:left w:w="28" w:type="dxa"/>
              <w:bottom w:w="28" w:type="dxa"/>
              <w:right w:w="28" w:type="dxa"/>
            </w:tcMar>
          </w:tcPr>
          <w:p w14:paraId="7AA28FA8"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496E1B5D"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201C9807" w14:textId="77777777" w:rsidR="00532E60" w:rsidRPr="00E4005D" w:rsidRDefault="00532E60" w:rsidP="00532E60">
            <w:pPr>
              <w:pStyle w:val="Tabletext"/>
              <w:rPr>
                <w:lang w:val="en-GB"/>
              </w:rPr>
            </w:pPr>
            <w:r w:rsidRPr="00E4005D">
              <w:rPr>
                <w:lang w:val="en-GB"/>
              </w:rPr>
              <w:t>35+</w:t>
            </w:r>
          </w:p>
        </w:tc>
        <w:tc>
          <w:tcPr>
            <w:tcW w:w="895" w:type="dxa"/>
          </w:tcPr>
          <w:p w14:paraId="040104D6" w14:textId="77777777" w:rsidR="00532E60" w:rsidRPr="00E4005D" w:rsidRDefault="00532E60" w:rsidP="00532E60">
            <w:pPr>
              <w:pStyle w:val="Tabletext"/>
              <w:rPr>
                <w:lang w:val="en-GB"/>
              </w:rPr>
            </w:pPr>
            <w:r w:rsidRPr="00E4005D">
              <w:rPr>
                <w:lang w:val="en-GB"/>
              </w:rPr>
              <w:t>Medium</w:t>
            </w:r>
          </w:p>
        </w:tc>
        <w:tc>
          <w:tcPr>
            <w:tcW w:w="994" w:type="dxa"/>
          </w:tcPr>
          <w:p w14:paraId="36233360" w14:textId="77777777" w:rsidR="00532E60" w:rsidRPr="00E4005D" w:rsidRDefault="00532E60" w:rsidP="00532E60">
            <w:pPr>
              <w:pStyle w:val="Tabletext"/>
              <w:rPr>
                <w:lang w:val="en-GB"/>
              </w:rPr>
            </w:pPr>
          </w:p>
        </w:tc>
      </w:tr>
      <w:tr w:rsidR="00532E60" w:rsidRPr="00E4005D" w14:paraId="701B484B" w14:textId="77777777" w:rsidTr="00DE3706">
        <w:tc>
          <w:tcPr>
            <w:tcW w:w="2570" w:type="dxa"/>
            <w:shd w:val="clear" w:color="auto" w:fill="auto"/>
            <w:tcMar>
              <w:top w:w="28" w:type="dxa"/>
              <w:left w:w="28" w:type="dxa"/>
              <w:bottom w:w="28" w:type="dxa"/>
              <w:right w:w="28" w:type="dxa"/>
            </w:tcMar>
          </w:tcPr>
          <w:p w14:paraId="080E8E60" w14:textId="77777777" w:rsidR="00532E60" w:rsidRPr="00E4005D" w:rsidRDefault="00532E60" w:rsidP="00532E60">
            <w:pPr>
              <w:pStyle w:val="Tabletext"/>
              <w:rPr>
                <w:lang w:val="en-GB"/>
              </w:rPr>
            </w:pPr>
            <w:r w:rsidRPr="00E4005D">
              <w:rPr>
                <w:lang w:val="en-GB"/>
              </w:rPr>
              <w:t>RP150 + RP8Si</w:t>
            </w:r>
          </w:p>
        </w:tc>
        <w:tc>
          <w:tcPr>
            <w:tcW w:w="1274" w:type="dxa"/>
          </w:tcPr>
          <w:p w14:paraId="3178A9F4" w14:textId="10B8CDD3" w:rsidR="00532E60" w:rsidRPr="00E4005D" w:rsidRDefault="00E53A35" w:rsidP="00532E60">
            <w:pPr>
              <w:pStyle w:val="Tabletext"/>
              <w:rPr>
                <w:lang w:val="en-GB"/>
              </w:rPr>
            </w:pPr>
            <w:r w:rsidRPr="00E4005D">
              <w:rPr>
                <w:lang w:val="en-GB"/>
              </w:rPr>
              <w:t>Face fixed</w:t>
            </w:r>
          </w:p>
        </w:tc>
        <w:tc>
          <w:tcPr>
            <w:tcW w:w="720" w:type="dxa"/>
            <w:shd w:val="clear" w:color="auto" w:fill="auto"/>
            <w:tcMar>
              <w:top w:w="28" w:type="dxa"/>
              <w:left w:w="28" w:type="dxa"/>
              <w:bottom w:w="28" w:type="dxa"/>
              <w:right w:w="28" w:type="dxa"/>
            </w:tcMar>
          </w:tcPr>
          <w:p w14:paraId="7D1CCE81"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552B1509"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70D2E2F1" w14:textId="77777777" w:rsidR="00532E60" w:rsidRPr="00E4005D" w:rsidRDefault="00532E60" w:rsidP="00532E60">
            <w:pPr>
              <w:pStyle w:val="Tabletext"/>
              <w:rPr>
                <w:lang w:val="en-GB"/>
              </w:rPr>
            </w:pPr>
            <w:r w:rsidRPr="00E4005D">
              <w:rPr>
                <w:lang w:val="en-GB"/>
              </w:rPr>
              <w:t>35+</w:t>
            </w:r>
          </w:p>
        </w:tc>
        <w:tc>
          <w:tcPr>
            <w:tcW w:w="895" w:type="dxa"/>
          </w:tcPr>
          <w:p w14:paraId="65592E3C" w14:textId="77777777" w:rsidR="00532E60" w:rsidRPr="00E4005D" w:rsidRDefault="00532E60" w:rsidP="00532E60">
            <w:pPr>
              <w:pStyle w:val="Tabletext"/>
              <w:rPr>
                <w:lang w:val="en-GB"/>
              </w:rPr>
            </w:pPr>
            <w:r w:rsidRPr="00E4005D">
              <w:rPr>
                <w:lang w:val="en-GB"/>
              </w:rPr>
              <w:t>Medium</w:t>
            </w:r>
          </w:p>
        </w:tc>
        <w:tc>
          <w:tcPr>
            <w:tcW w:w="994" w:type="dxa"/>
          </w:tcPr>
          <w:p w14:paraId="294FA936" w14:textId="77777777" w:rsidR="00532E60" w:rsidRPr="00E4005D" w:rsidRDefault="00532E60" w:rsidP="00532E60">
            <w:pPr>
              <w:pStyle w:val="Tabletext"/>
              <w:rPr>
                <w:lang w:val="en-GB"/>
              </w:rPr>
            </w:pPr>
          </w:p>
        </w:tc>
      </w:tr>
      <w:tr w:rsidR="00532E60" w:rsidRPr="00E4005D" w14:paraId="385AF45F" w14:textId="77777777" w:rsidTr="00DE3706">
        <w:tc>
          <w:tcPr>
            <w:tcW w:w="2570" w:type="dxa"/>
            <w:shd w:val="clear" w:color="auto" w:fill="auto"/>
            <w:tcMar>
              <w:top w:w="28" w:type="dxa"/>
              <w:left w:w="28" w:type="dxa"/>
              <w:bottom w:w="28" w:type="dxa"/>
              <w:right w:w="28" w:type="dxa"/>
            </w:tcMar>
          </w:tcPr>
          <w:p w14:paraId="61B1509E" w14:textId="77777777" w:rsidR="00532E60" w:rsidRPr="00E4005D" w:rsidRDefault="00532E60" w:rsidP="00532E60">
            <w:pPr>
              <w:pStyle w:val="Tabletext"/>
              <w:rPr>
                <w:lang w:val="en-GB"/>
              </w:rPr>
            </w:pPr>
            <w:r w:rsidRPr="00E4005D">
              <w:rPr>
                <w:lang w:val="en-GB"/>
              </w:rPr>
              <w:t>RP78Si + RP8Si</w:t>
            </w:r>
          </w:p>
        </w:tc>
        <w:tc>
          <w:tcPr>
            <w:tcW w:w="1274" w:type="dxa"/>
          </w:tcPr>
          <w:p w14:paraId="6A6EA279" w14:textId="77777777" w:rsidR="00532E60" w:rsidRPr="00E4005D" w:rsidRDefault="00532E60" w:rsidP="00532E60">
            <w:pPr>
              <w:pStyle w:val="Tabletext"/>
              <w:rPr>
                <w:lang w:val="en-GB"/>
              </w:rPr>
            </w:pPr>
            <w:r w:rsidRPr="00E4005D">
              <w:rPr>
                <w:lang w:val="en-GB"/>
              </w:rPr>
              <w:t>Mortised</w:t>
            </w:r>
          </w:p>
        </w:tc>
        <w:tc>
          <w:tcPr>
            <w:tcW w:w="720" w:type="dxa"/>
            <w:shd w:val="clear" w:color="auto" w:fill="auto"/>
            <w:tcMar>
              <w:top w:w="28" w:type="dxa"/>
              <w:left w:w="28" w:type="dxa"/>
              <w:bottom w:w="28" w:type="dxa"/>
              <w:right w:w="28" w:type="dxa"/>
            </w:tcMar>
          </w:tcPr>
          <w:p w14:paraId="315BFD6F"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3116605E"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427BD635" w14:textId="77777777" w:rsidR="00532E60" w:rsidRPr="00E4005D" w:rsidRDefault="00532E60" w:rsidP="00532E60">
            <w:pPr>
              <w:pStyle w:val="Tabletext"/>
              <w:rPr>
                <w:lang w:val="en-GB"/>
              </w:rPr>
            </w:pPr>
            <w:r w:rsidRPr="00E4005D">
              <w:rPr>
                <w:lang w:val="en-GB"/>
              </w:rPr>
              <w:t>35+</w:t>
            </w:r>
          </w:p>
        </w:tc>
        <w:tc>
          <w:tcPr>
            <w:tcW w:w="895" w:type="dxa"/>
          </w:tcPr>
          <w:p w14:paraId="23D583DA" w14:textId="77777777" w:rsidR="00532E60" w:rsidRPr="00E4005D" w:rsidRDefault="00532E60" w:rsidP="00532E60">
            <w:pPr>
              <w:pStyle w:val="Tabletext"/>
              <w:rPr>
                <w:lang w:val="en-GB"/>
              </w:rPr>
            </w:pPr>
            <w:r w:rsidRPr="00E4005D">
              <w:rPr>
                <w:lang w:val="en-GB"/>
              </w:rPr>
              <w:t>Medium</w:t>
            </w:r>
          </w:p>
        </w:tc>
        <w:tc>
          <w:tcPr>
            <w:tcW w:w="994" w:type="dxa"/>
          </w:tcPr>
          <w:p w14:paraId="512FF871" w14:textId="77777777" w:rsidR="00532E60" w:rsidRPr="00E4005D" w:rsidRDefault="00532E60" w:rsidP="00532E60">
            <w:pPr>
              <w:pStyle w:val="Tabletext"/>
              <w:rPr>
                <w:lang w:val="en-GB"/>
              </w:rPr>
            </w:pPr>
          </w:p>
        </w:tc>
      </w:tr>
      <w:tr w:rsidR="00532E60" w:rsidRPr="00E4005D" w14:paraId="168FF741" w14:textId="77777777" w:rsidTr="00DE3706">
        <w:tc>
          <w:tcPr>
            <w:tcW w:w="2570" w:type="dxa"/>
            <w:shd w:val="clear" w:color="auto" w:fill="auto"/>
            <w:tcMar>
              <w:top w:w="28" w:type="dxa"/>
              <w:left w:w="28" w:type="dxa"/>
              <w:bottom w:w="28" w:type="dxa"/>
              <w:right w:w="28" w:type="dxa"/>
            </w:tcMar>
          </w:tcPr>
          <w:p w14:paraId="145DBAE1" w14:textId="77777777" w:rsidR="00532E60" w:rsidRPr="00E4005D" w:rsidRDefault="00532E60" w:rsidP="00532E60">
            <w:pPr>
              <w:pStyle w:val="Tabletext"/>
              <w:rPr>
                <w:lang w:val="en-GB"/>
              </w:rPr>
            </w:pPr>
            <w:r w:rsidRPr="00E4005D">
              <w:rPr>
                <w:lang w:val="en-GB"/>
              </w:rPr>
              <w:t>RP78Si + RP38Si</w:t>
            </w:r>
          </w:p>
        </w:tc>
        <w:tc>
          <w:tcPr>
            <w:tcW w:w="1274" w:type="dxa"/>
          </w:tcPr>
          <w:p w14:paraId="6AD6FF76" w14:textId="157EBE0A" w:rsidR="00532E60" w:rsidRPr="00E4005D" w:rsidRDefault="00E53A35" w:rsidP="00532E60">
            <w:pPr>
              <w:pStyle w:val="Tabletext"/>
              <w:rPr>
                <w:lang w:val="en-GB"/>
              </w:rPr>
            </w:pPr>
            <w:r w:rsidRPr="00E4005D">
              <w:rPr>
                <w:lang w:val="en-GB"/>
              </w:rPr>
              <w:t>Face fixed</w:t>
            </w:r>
          </w:p>
        </w:tc>
        <w:tc>
          <w:tcPr>
            <w:tcW w:w="720" w:type="dxa"/>
            <w:shd w:val="clear" w:color="auto" w:fill="auto"/>
            <w:tcMar>
              <w:top w:w="28" w:type="dxa"/>
              <w:left w:w="28" w:type="dxa"/>
              <w:bottom w:w="28" w:type="dxa"/>
              <w:right w:w="28" w:type="dxa"/>
            </w:tcMar>
          </w:tcPr>
          <w:p w14:paraId="551334C6"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5CDC60C7"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0D798BC3" w14:textId="77777777" w:rsidR="00532E60" w:rsidRPr="00E4005D" w:rsidRDefault="00532E60" w:rsidP="00532E60">
            <w:pPr>
              <w:pStyle w:val="Tabletext"/>
              <w:rPr>
                <w:lang w:val="en-GB"/>
              </w:rPr>
            </w:pPr>
            <w:r w:rsidRPr="00E4005D">
              <w:rPr>
                <w:lang w:val="en-GB"/>
              </w:rPr>
              <w:t>35+</w:t>
            </w:r>
          </w:p>
        </w:tc>
        <w:tc>
          <w:tcPr>
            <w:tcW w:w="895" w:type="dxa"/>
          </w:tcPr>
          <w:p w14:paraId="0AF366AC" w14:textId="77777777" w:rsidR="00532E60" w:rsidRPr="00E4005D" w:rsidRDefault="00532E60" w:rsidP="00532E60">
            <w:pPr>
              <w:pStyle w:val="Tabletext"/>
              <w:rPr>
                <w:lang w:val="en-GB"/>
              </w:rPr>
            </w:pPr>
            <w:r w:rsidRPr="00E4005D">
              <w:rPr>
                <w:lang w:val="en-GB"/>
              </w:rPr>
              <w:t>Medium</w:t>
            </w:r>
          </w:p>
        </w:tc>
        <w:tc>
          <w:tcPr>
            <w:tcW w:w="994" w:type="dxa"/>
          </w:tcPr>
          <w:p w14:paraId="36B69C1E" w14:textId="77777777" w:rsidR="00532E60" w:rsidRPr="00E4005D" w:rsidRDefault="00532E60" w:rsidP="00532E60">
            <w:pPr>
              <w:pStyle w:val="Tabletext"/>
              <w:rPr>
                <w:lang w:val="en-GB"/>
              </w:rPr>
            </w:pPr>
          </w:p>
        </w:tc>
      </w:tr>
      <w:tr w:rsidR="00532E60" w:rsidRPr="00E4005D" w14:paraId="0D731C0E" w14:textId="77777777" w:rsidTr="00DE3706">
        <w:tc>
          <w:tcPr>
            <w:tcW w:w="2570" w:type="dxa"/>
            <w:shd w:val="clear" w:color="auto" w:fill="auto"/>
            <w:tcMar>
              <w:top w:w="28" w:type="dxa"/>
              <w:left w:w="28" w:type="dxa"/>
              <w:bottom w:w="28" w:type="dxa"/>
              <w:right w:w="28" w:type="dxa"/>
            </w:tcMar>
          </w:tcPr>
          <w:p w14:paraId="2C0D2F9D" w14:textId="77777777" w:rsidR="00532E60" w:rsidRPr="00E4005D" w:rsidRDefault="00532E60" w:rsidP="00532E60">
            <w:pPr>
              <w:pStyle w:val="Tabletext"/>
              <w:rPr>
                <w:lang w:val="en-GB"/>
              </w:rPr>
            </w:pPr>
            <w:r w:rsidRPr="00E4005D">
              <w:rPr>
                <w:lang w:val="en-GB"/>
              </w:rPr>
              <w:t>RP78Si + RP35Si</w:t>
            </w:r>
          </w:p>
        </w:tc>
        <w:tc>
          <w:tcPr>
            <w:tcW w:w="1274" w:type="dxa"/>
          </w:tcPr>
          <w:p w14:paraId="10E859F4" w14:textId="78020712" w:rsidR="00532E60" w:rsidRPr="00E4005D" w:rsidRDefault="00532E60" w:rsidP="00532E60">
            <w:pPr>
              <w:pStyle w:val="Tabletext"/>
              <w:rPr>
                <w:lang w:val="en-GB"/>
              </w:rPr>
            </w:pPr>
            <w:r w:rsidRPr="00E4005D">
              <w:rPr>
                <w:lang w:val="en-GB"/>
              </w:rPr>
              <w:t xml:space="preserve">Face </w:t>
            </w:r>
            <w:r w:rsidR="00E53A35" w:rsidRPr="00E4005D">
              <w:rPr>
                <w:lang w:val="en-GB"/>
              </w:rPr>
              <w:t>fixed</w:t>
            </w:r>
          </w:p>
        </w:tc>
        <w:tc>
          <w:tcPr>
            <w:tcW w:w="720" w:type="dxa"/>
            <w:shd w:val="clear" w:color="auto" w:fill="auto"/>
            <w:tcMar>
              <w:top w:w="28" w:type="dxa"/>
              <w:left w:w="28" w:type="dxa"/>
              <w:bottom w:w="28" w:type="dxa"/>
              <w:right w:w="28" w:type="dxa"/>
            </w:tcMar>
          </w:tcPr>
          <w:p w14:paraId="3CCF96CB"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02D8C995"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51BA18D1" w14:textId="77777777" w:rsidR="00532E60" w:rsidRPr="00E4005D" w:rsidRDefault="00532E60" w:rsidP="00532E60">
            <w:pPr>
              <w:pStyle w:val="Tabletext"/>
              <w:rPr>
                <w:lang w:val="en-GB"/>
              </w:rPr>
            </w:pPr>
            <w:r w:rsidRPr="00E4005D">
              <w:rPr>
                <w:lang w:val="en-GB"/>
              </w:rPr>
              <w:t>35+</w:t>
            </w:r>
          </w:p>
        </w:tc>
        <w:tc>
          <w:tcPr>
            <w:tcW w:w="895" w:type="dxa"/>
          </w:tcPr>
          <w:p w14:paraId="6B56F2E6" w14:textId="77777777" w:rsidR="00532E60" w:rsidRPr="00E4005D" w:rsidRDefault="00532E60" w:rsidP="00532E60">
            <w:pPr>
              <w:pStyle w:val="Tabletext"/>
              <w:rPr>
                <w:lang w:val="en-GB"/>
              </w:rPr>
            </w:pPr>
            <w:r w:rsidRPr="00E4005D">
              <w:rPr>
                <w:lang w:val="en-GB"/>
              </w:rPr>
              <w:t>Medium</w:t>
            </w:r>
          </w:p>
        </w:tc>
        <w:tc>
          <w:tcPr>
            <w:tcW w:w="994" w:type="dxa"/>
          </w:tcPr>
          <w:p w14:paraId="01B164C2" w14:textId="77777777" w:rsidR="00532E60" w:rsidRPr="00E4005D" w:rsidRDefault="00532E60" w:rsidP="00532E60">
            <w:pPr>
              <w:pStyle w:val="Tabletext"/>
              <w:rPr>
                <w:lang w:val="en-GB"/>
              </w:rPr>
            </w:pPr>
          </w:p>
        </w:tc>
      </w:tr>
      <w:tr w:rsidR="00532E60" w:rsidRPr="00E4005D" w14:paraId="4579F287" w14:textId="77777777" w:rsidTr="00DE3706">
        <w:tc>
          <w:tcPr>
            <w:tcW w:w="2570" w:type="dxa"/>
            <w:shd w:val="clear" w:color="auto" w:fill="auto"/>
            <w:tcMar>
              <w:top w:w="28" w:type="dxa"/>
              <w:left w:w="28" w:type="dxa"/>
              <w:bottom w:w="28" w:type="dxa"/>
              <w:right w:w="28" w:type="dxa"/>
            </w:tcMar>
          </w:tcPr>
          <w:p w14:paraId="1407F3B2" w14:textId="77777777" w:rsidR="00532E60" w:rsidRPr="00E4005D" w:rsidRDefault="00532E60" w:rsidP="00532E60">
            <w:pPr>
              <w:pStyle w:val="Tabletext"/>
              <w:rPr>
                <w:lang w:val="en-GB"/>
              </w:rPr>
            </w:pPr>
            <w:r w:rsidRPr="00E4005D">
              <w:rPr>
                <w:lang w:val="en-GB"/>
              </w:rPr>
              <w:t>RP78Si + RP128Si</w:t>
            </w:r>
          </w:p>
        </w:tc>
        <w:tc>
          <w:tcPr>
            <w:tcW w:w="1274" w:type="dxa"/>
          </w:tcPr>
          <w:p w14:paraId="101CBD66" w14:textId="40803231" w:rsidR="00532E60" w:rsidRPr="00E4005D" w:rsidRDefault="00532E60" w:rsidP="00532E60">
            <w:pPr>
              <w:pStyle w:val="Tabletext"/>
              <w:rPr>
                <w:lang w:val="en-GB"/>
              </w:rPr>
            </w:pPr>
            <w:r w:rsidRPr="00E4005D">
              <w:rPr>
                <w:lang w:val="en-GB"/>
              </w:rPr>
              <w:t xml:space="preserve">Face </w:t>
            </w:r>
            <w:r w:rsidR="00E53A35" w:rsidRPr="00E4005D">
              <w:rPr>
                <w:lang w:val="en-GB"/>
              </w:rPr>
              <w:t>fixed</w:t>
            </w:r>
          </w:p>
        </w:tc>
        <w:tc>
          <w:tcPr>
            <w:tcW w:w="720" w:type="dxa"/>
            <w:shd w:val="clear" w:color="auto" w:fill="auto"/>
            <w:tcMar>
              <w:top w:w="28" w:type="dxa"/>
              <w:left w:w="28" w:type="dxa"/>
              <w:bottom w:w="28" w:type="dxa"/>
              <w:right w:w="28" w:type="dxa"/>
            </w:tcMar>
          </w:tcPr>
          <w:p w14:paraId="399A9B57"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7B4635AA"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4F85AB86" w14:textId="77777777" w:rsidR="00532E60" w:rsidRPr="00E4005D" w:rsidRDefault="00532E60" w:rsidP="00532E60">
            <w:pPr>
              <w:pStyle w:val="Tabletext"/>
              <w:rPr>
                <w:lang w:val="en-GB"/>
              </w:rPr>
            </w:pPr>
            <w:r w:rsidRPr="00E4005D">
              <w:rPr>
                <w:lang w:val="en-GB"/>
              </w:rPr>
              <w:t>35+</w:t>
            </w:r>
          </w:p>
        </w:tc>
        <w:tc>
          <w:tcPr>
            <w:tcW w:w="895" w:type="dxa"/>
          </w:tcPr>
          <w:p w14:paraId="56121BC1" w14:textId="77777777" w:rsidR="00532E60" w:rsidRPr="00E4005D" w:rsidRDefault="00532E60" w:rsidP="00532E60">
            <w:pPr>
              <w:pStyle w:val="Tabletext"/>
              <w:rPr>
                <w:lang w:val="en-GB"/>
              </w:rPr>
            </w:pPr>
            <w:r w:rsidRPr="00E4005D">
              <w:rPr>
                <w:lang w:val="en-GB"/>
              </w:rPr>
              <w:t>Medium</w:t>
            </w:r>
          </w:p>
        </w:tc>
        <w:tc>
          <w:tcPr>
            <w:tcW w:w="994" w:type="dxa"/>
          </w:tcPr>
          <w:p w14:paraId="0FBFA06B" w14:textId="77777777" w:rsidR="00532E60" w:rsidRPr="00E4005D" w:rsidRDefault="00532E60" w:rsidP="00532E60">
            <w:pPr>
              <w:pStyle w:val="Tabletext"/>
              <w:rPr>
                <w:lang w:val="en-GB"/>
              </w:rPr>
            </w:pPr>
          </w:p>
        </w:tc>
      </w:tr>
      <w:tr w:rsidR="00532E60" w:rsidRPr="00E4005D" w14:paraId="51478F08" w14:textId="77777777" w:rsidTr="00DE3706">
        <w:tc>
          <w:tcPr>
            <w:tcW w:w="2570" w:type="dxa"/>
            <w:shd w:val="clear" w:color="auto" w:fill="auto"/>
            <w:tcMar>
              <w:top w:w="28" w:type="dxa"/>
              <w:left w:w="28" w:type="dxa"/>
              <w:bottom w:w="28" w:type="dxa"/>
              <w:right w:w="28" w:type="dxa"/>
            </w:tcMar>
          </w:tcPr>
          <w:p w14:paraId="7259EDB8" w14:textId="77777777" w:rsidR="00532E60" w:rsidRPr="00E4005D" w:rsidRDefault="00532E60" w:rsidP="00532E60">
            <w:pPr>
              <w:pStyle w:val="Tabletext"/>
              <w:rPr>
                <w:lang w:val="en-GB"/>
              </w:rPr>
            </w:pPr>
            <w:r w:rsidRPr="00E4005D">
              <w:rPr>
                <w:lang w:val="en-GB"/>
              </w:rPr>
              <w:t>RP124 + RP128Si</w:t>
            </w:r>
          </w:p>
        </w:tc>
        <w:tc>
          <w:tcPr>
            <w:tcW w:w="1274" w:type="dxa"/>
          </w:tcPr>
          <w:p w14:paraId="7F01B363" w14:textId="239DED52" w:rsidR="00532E60" w:rsidRPr="00E4005D" w:rsidRDefault="00532E60" w:rsidP="00532E60">
            <w:pPr>
              <w:pStyle w:val="Tabletext"/>
              <w:rPr>
                <w:lang w:val="en-GB"/>
              </w:rPr>
            </w:pPr>
            <w:r w:rsidRPr="00E4005D">
              <w:rPr>
                <w:lang w:val="en-GB"/>
              </w:rPr>
              <w:t xml:space="preserve">Face </w:t>
            </w:r>
            <w:r w:rsidR="00E53A35" w:rsidRPr="00E4005D">
              <w:rPr>
                <w:lang w:val="en-GB"/>
              </w:rPr>
              <w:t>fixed</w:t>
            </w:r>
          </w:p>
        </w:tc>
        <w:tc>
          <w:tcPr>
            <w:tcW w:w="720" w:type="dxa"/>
            <w:shd w:val="clear" w:color="auto" w:fill="auto"/>
            <w:tcMar>
              <w:top w:w="28" w:type="dxa"/>
              <w:left w:w="28" w:type="dxa"/>
              <w:bottom w:w="28" w:type="dxa"/>
              <w:right w:w="28" w:type="dxa"/>
            </w:tcMar>
          </w:tcPr>
          <w:p w14:paraId="7F4BCD6E"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1A14E787"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2F02F58B" w14:textId="77777777" w:rsidR="00532E60" w:rsidRPr="00E4005D" w:rsidRDefault="00532E60" w:rsidP="00532E60">
            <w:pPr>
              <w:pStyle w:val="Tabletext"/>
              <w:rPr>
                <w:lang w:val="en-GB"/>
              </w:rPr>
            </w:pPr>
            <w:r w:rsidRPr="00E4005D">
              <w:rPr>
                <w:lang w:val="en-GB"/>
              </w:rPr>
              <w:t>35+</w:t>
            </w:r>
          </w:p>
        </w:tc>
        <w:tc>
          <w:tcPr>
            <w:tcW w:w="895" w:type="dxa"/>
          </w:tcPr>
          <w:p w14:paraId="1F92A49F" w14:textId="77777777" w:rsidR="00532E60" w:rsidRPr="00E4005D" w:rsidRDefault="00532E60" w:rsidP="00532E60">
            <w:pPr>
              <w:pStyle w:val="Tabletext"/>
              <w:rPr>
                <w:lang w:val="en-GB"/>
              </w:rPr>
            </w:pPr>
            <w:r w:rsidRPr="00E4005D">
              <w:rPr>
                <w:lang w:val="en-GB"/>
              </w:rPr>
              <w:t>Medium</w:t>
            </w:r>
          </w:p>
        </w:tc>
        <w:tc>
          <w:tcPr>
            <w:tcW w:w="994" w:type="dxa"/>
          </w:tcPr>
          <w:p w14:paraId="57C23A68" w14:textId="77777777" w:rsidR="00532E60" w:rsidRPr="00E4005D" w:rsidRDefault="00532E60" w:rsidP="00532E60">
            <w:pPr>
              <w:pStyle w:val="Tabletext"/>
              <w:rPr>
                <w:lang w:val="en-GB"/>
              </w:rPr>
            </w:pPr>
          </w:p>
        </w:tc>
      </w:tr>
      <w:tr w:rsidR="00532E60" w:rsidRPr="00E4005D" w14:paraId="3B9D1F3B" w14:textId="77777777" w:rsidTr="00DE3706">
        <w:tc>
          <w:tcPr>
            <w:tcW w:w="2570" w:type="dxa"/>
            <w:shd w:val="clear" w:color="auto" w:fill="auto"/>
            <w:tcMar>
              <w:top w:w="28" w:type="dxa"/>
              <w:left w:w="28" w:type="dxa"/>
              <w:bottom w:w="28" w:type="dxa"/>
              <w:right w:w="28" w:type="dxa"/>
            </w:tcMar>
          </w:tcPr>
          <w:p w14:paraId="41470B49" w14:textId="77777777" w:rsidR="00532E60" w:rsidRPr="00E4005D" w:rsidRDefault="00532E60" w:rsidP="00532E60">
            <w:pPr>
              <w:pStyle w:val="Tabletext"/>
              <w:rPr>
                <w:lang w:val="en-GB"/>
              </w:rPr>
            </w:pPr>
            <w:r w:rsidRPr="00E4005D">
              <w:rPr>
                <w:lang w:val="en-GB"/>
              </w:rPr>
              <w:t>RP124 + RP126Si</w:t>
            </w:r>
          </w:p>
        </w:tc>
        <w:tc>
          <w:tcPr>
            <w:tcW w:w="1274" w:type="dxa"/>
          </w:tcPr>
          <w:p w14:paraId="5D88C024" w14:textId="20BC40EA" w:rsidR="00532E60" w:rsidRPr="00E4005D" w:rsidRDefault="00532E60" w:rsidP="00532E60">
            <w:pPr>
              <w:pStyle w:val="Tabletext"/>
              <w:rPr>
                <w:lang w:val="en-GB"/>
              </w:rPr>
            </w:pPr>
            <w:r w:rsidRPr="00E4005D">
              <w:rPr>
                <w:lang w:val="en-GB"/>
              </w:rPr>
              <w:t xml:space="preserve">Face </w:t>
            </w:r>
            <w:r w:rsidR="00E53A35" w:rsidRPr="00E4005D">
              <w:rPr>
                <w:lang w:val="en-GB"/>
              </w:rPr>
              <w:t>fixed</w:t>
            </w:r>
          </w:p>
        </w:tc>
        <w:tc>
          <w:tcPr>
            <w:tcW w:w="720" w:type="dxa"/>
            <w:shd w:val="clear" w:color="auto" w:fill="auto"/>
            <w:tcMar>
              <w:top w:w="28" w:type="dxa"/>
              <w:left w:w="28" w:type="dxa"/>
              <w:bottom w:w="28" w:type="dxa"/>
              <w:right w:w="28" w:type="dxa"/>
            </w:tcMar>
          </w:tcPr>
          <w:p w14:paraId="62401000"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4EB2B18E"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38528175" w14:textId="77777777" w:rsidR="00532E60" w:rsidRPr="00E4005D" w:rsidRDefault="00532E60" w:rsidP="00532E60">
            <w:pPr>
              <w:pStyle w:val="Tabletext"/>
              <w:rPr>
                <w:lang w:val="en-GB"/>
              </w:rPr>
            </w:pPr>
            <w:r w:rsidRPr="00E4005D">
              <w:rPr>
                <w:lang w:val="en-GB"/>
              </w:rPr>
              <w:t>35+</w:t>
            </w:r>
          </w:p>
        </w:tc>
        <w:tc>
          <w:tcPr>
            <w:tcW w:w="895" w:type="dxa"/>
          </w:tcPr>
          <w:p w14:paraId="503D3C6C" w14:textId="77777777" w:rsidR="00532E60" w:rsidRPr="00E4005D" w:rsidRDefault="00532E60" w:rsidP="00532E60">
            <w:pPr>
              <w:pStyle w:val="Tabletext"/>
              <w:rPr>
                <w:lang w:val="en-GB"/>
              </w:rPr>
            </w:pPr>
            <w:r w:rsidRPr="00E4005D">
              <w:rPr>
                <w:lang w:val="en-GB"/>
              </w:rPr>
              <w:t>Medium</w:t>
            </w:r>
          </w:p>
        </w:tc>
        <w:tc>
          <w:tcPr>
            <w:tcW w:w="994" w:type="dxa"/>
          </w:tcPr>
          <w:p w14:paraId="5843C9AF" w14:textId="77777777" w:rsidR="00532E60" w:rsidRPr="00E4005D" w:rsidRDefault="00532E60" w:rsidP="00532E60">
            <w:pPr>
              <w:pStyle w:val="Tabletext"/>
              <w:rPr>
                <w:lang w:val="en-GB"/>
              </w:rPr>
            </w:pPr>
          </w:p>
        </w:tc>
      </w:tr>
      <w:tr w:rsidR="00532E60" w:rsidRPr="00E4005D" w14:paraId="7AE8DF18" w14:textId="77777777" w:rsidTr="00DE3706">
        <w:tc>
          <w:tcPr>
            <w:tcW w:w="2570" w:type="dxa"/>
            <w:shd w:val="clear" w:color="auto" w:fill="auto"/>
            <w:tcMar>
              <w:top w:w="28" w:type="dxa"/>
              <w:left w:w="28" w:type="dxa"/>
              <w:bottom w:w="28" w:type="dxa"/>
              <w:right w:w="28" w:type="dxa"/>
            </w:tcMar>
          </w:tcPr>
          <w:p w14:paraId="15C4006A" w14:textId="77777777" w:rsidR="00532E60" w:rsidRPr="00E4005D" w:rsidRDefault="00532E60" w:rsidP="00532E60">
            <w:pPr>
              <w:pStyle w:val="Tabletext"/>
              <w:rPr>
                <w:lang w:val="en-GB"/>
              </w:rPr>
            </w:pPr>
            <w:r w:rsidRPr="00E4005D">
              <w:rPr>
                <w:lang w:val="en-GB"/>
              </w:rPr>
              <w:t>RP124 + RP127Si</w:t>
            </w:r>
          </w:p>
        </w:tc>
        <w:tc>
          <w:tcPr>
            <w:tcW w:w="1274" w:type="dxa"/>
          </w:tcPr>
          <w:p w14:paraId="1B509E27" w14:textId="3BE88100" w:rsidR="00532E60" w:rsidRPr="00E4005D" w:rsidRDefault="00532E60" w:rsidP="00532E60">
            <w:pPr>
              <w:pStyle w:val="Tabletext"/>
              <w:rPr>
                <w:lang w:val="en-GB"/>
              </w:rPr>
            </w:pPr>
            <w:r w:rsidRPr="00E4005D">
              <w:rPr>
                <w:lang w:val="en-GB"/>
              </w:rPr>
              <w:t xml:space="preserve">Face </w:t>
            </w:r>
            <w:r w:rsidR="00E53A35" w:rsidRPr="00E4005D">
              <w:rPr>
                <w:lang w:val="en-GB"/>
              </w:rPr>
              <w:t>fixed</w:t>
            </w:r>
          </w:p>
        </w:tc>
        <w:tc>
          <w:tcPr>
            <w:tcW w:w="720" w:type="dxa"/>
            <w:shd w:val="clear" w:color="auto" w:fill="auto"/>
            <w:tcMar>
              <w:top w:w="28" w:type="dxa"/>
              <w:left w:w="28" w:type="dxa"/>
              <w:bottom w:w="28" w:type="dxa"/>
              <w:right w:w="28" w:type="dxa"/>
            </w:tcMar>
          </w:tcPr>
          <w:p w14:paraId="7ED0081E"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0DD471D2"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2A1F2FC6" w14:textId="77777777" w:rsidR="00532E60" w:rsidRPr="00E4005D" w:rsidRDefault="00532E60" w:rsidP="00532E60">
            <w:pPr>
              <w:pStyle w:val="Tabletext"/>
              <w:rPr>
                <w:lang w:val="en-GB"/>
              </w:rPr>
            </w:pPr>
            <w:r w:rsidRPr="00E4005D">
              <w:rPr>
                <w:lang w:val="en-GB"/>
              </w:rPr>
              <w:t>40+</w:t>
            </w:r>
          </w:p>
        </w:tc>
        <w:tc>
          <w:tcPr>
            <w:tcW w:w="895" w:type="dxa"/>
          </w:tcPr>
          <w:p w14:paraId="09789866" w14:textId="77777777" w:rsidR="00532E60" w:rsidRPr="00E4005D" w:rsidRDefault="00532E60" w:rsidP="00532E60">
            <w:pPr>
              <w:pStyle w:val="Tabletext"/>
              <w:rPr>
                <w:lang w:val="en-GB"/>
              </w:rPr>
            </w:pPr>
            <w:r w:rsidRPr="00E4005D">
              <w:rPr>
                <w:lang w:val="en-GB"/>
              </w:rPr>
              <w:t>Medium</w:t>
            </w:r>
          </w:p>
        </w:tc>
        <w:tc>
          <w:tcPr>
            <w:tcW w:w="994" w:type="dxa"/>
          </w:tcPr>
          <w:p w14:paraId="727B2FE2" w14:textId="77777777" w:rsidR="00532E60" w:rsidRPr="00E4005D" w:rsidRDefault="00532E60" w:rsidP="00532E60">
            <w:pPr>
              <w:pStyle w:val="Tabletext"/>
              <w:rPr>
                <w:lang w:val="en-GB"/>
              </w:rPr>
            </w:pPr>
          </w:p>
        </w:tc>
      </w:tr>
      <w:tr w:rsidR="00532E60" w:rsidRPr="00E4005D" w14:paraId="7728F5C2" w14:textId="77777777" w:rsidTr="00DE3706">
        <w:tc>
          <w:tcPr>
            <w:tcW w:w="2570" w:type="dxa"/>
            <w:shd w:val="clear" w:color="auto" w:fill="auto"/>
            <w:tcMar>
              <w:top w:w="28" w:type="dxa"/>
              <w:left w:w="28" w:type="dxa"/>
              <w:bottom w:w="28" w:type="dxa"/>
              <w:right w:w="28" w:type="dxa"/>
            </w:tcMar>
          </w:tcPr>
          <w:p w14:paraId="52C38E6F" w14:textId="77777777" w:rsidR="00532E60" w:rsidRPr="00E4005D" w:rsidRDefault="00532E60" w:rsidP="00532E60">
            <w:pPr>
              <w:pStyle w:val="Tabletext"/>
              <w:rPr>
                <w:lang w:val="en-GB"/>
              </w:rPr>
            </w:pPr>
            <w:r w:rsidRPr="00E4005D">
              <w:rPr>
                <w:lang w:val="en-GB"/>
              </w:rPr>
              <w:t>RP23 + RP8Si</w:t>
            </w:r>
          </w:p>
        </w:tc>
        <w:tc>
          <w:tcPr>
            <w:tcW w:w="1274" w:type="dxa"/>
          </w:tcPr>
          <w:p w14:paraId="333C15C3" w14:textId="77777777" w:rsidR="00532E60" w:rsidRPr="00E4005D" w:rsidRDefault="00532E60" w:rsidP="00532E60">
            <w:pPr>
              <w:pStyle w:val="Tabletext"/>
              <w:rPr>
                <w:lang w:val="en-GB"/>
              </w:rPr>
            </w:pPr>
            <w:r w:rsidRPr="00E4005D">
              <w:rPr>
                <w:lang w:val="en-GB"/>
              </w:rPr>
              <w:t>Mortised</w:t>
            </w:r>
          </w:p>
        </w:tc>
        <w:tc>
          <w:tcPr>
            <w:tcW w:w="720" w:type="dxa"/>
            <w:shd w:val="clear" w:color="auto" w:fill="auto"/>
            <w:tcMar>
              <w:top w:w="28" w:type="dxa"/>
              <w:left w:w="28" w:type="dxa"/>
              <w:bottom w:w="28" w:type="dxa"/>
              <w:right w:w="28" w:type="dxa"/>
            </w:tcMar>
          </w:tcPr>
          <w:p w14:paraId="231BA0B9"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75F1AC99"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53777027" w14:textId="77777777" w:rsidR="00532E60" w:rsidRPr="00E4005D" w:rsidRDefault="00532E60" w:rsidP="00532E60">
            <w:pPr>
              <w:pStyle w:val="Tabletext"/>
              <w:rPr>
                <w:lang w:val="en-GB"/>
              </w:rPr>
            </w:pPr>
            <w:r w:rsidRPr="00E4005D">
              <w:rPr>
                <w:lang w:val="en-GB"/>
              </w:rPr>
              <w:t>35+</w:t>
            </w:r>
          </w:p>
        </w:tc>
        <w:tc>
          <w:tcPr>
            <w:tcW w:w="895" w:type="dxa"/>
          </w:tcPr>
          <w:p w14:paraId="28166AB3" w14:textId="77777777" w:rsidR="00532E60" w:rsidRPr="00E4005D" w:rsidRDefault="00532E60" w:rsidP="00532E60">
            <w:pPr>
              <w:pStyle w:val="Tabletext"/>
              <w:rPr>
                <w:lang w:val="en-GB"/>
              </w:rPr>
            </w:pPr>
            <w:r w:rsidRPr="00E4005D">
              <w:rPr>
                <w:lang w:val="en-GB"/>
              </w:rPr>
              <w:t>Medium</w:t>
            </w:r>
          </w:p>
        </w:tc>
        <w:tc>
          <w:tcPr>
            <w:tcW w:w="994" w:type="dxa"/>
          </w:tcPr>
          <w:p w14:paraId="7F082965" w14:textId="77777777" w:rsidR="00532E60" w:rsidRPr="00E4005D" w:rsidRDefault="00532E60" w:rsidP="00532E60">
            <w:pPr>
              <w:pStyle w:val="Tabletext"/>
              <w:rPr>
                <w:lang w:val="en-GB"/>
              </w:rPr>
            </w:pPr>
          </w:p>
        </w:tc>
      </w:tr>
      <w:tr w:rsidR="00532E60" w:rsidRPr="00E4005D" w14:paraId="6C1ED23E" w14:textId="77777777" w:rsidTr="00DE3706">
        <w:tc>
          <w:tcPr>
            <w:tcW w:w="2570" w:type="dxa"/>
            <w:shd w:val="clear" w:color="auto" w:fill="auto"/>
            <w:tcMar>
              <w:top w:w="28" w:type="dxa"/>
              <w:left w:w="28" w:type="dxa"/>
              <w:bottom w:w="28" w:type="dxa"/>
              <w:right w:w="28" w:type="dxa"/>
            </w:tcMar>
          </w:tcPr>
          <w:p w14:paraId="79690D3B" w14:textId="77777777" w:rsidR="00532E60" w:rsidRPr="00E4005D" w:rsidRDefault="00532E60" w:rsidP="00532E60">
            <w:pPr>
              <w:pStyle w:val="Tabletext"/>
              <w:rPr>
                <w:lang w:val="en-GB"/>
              </w:rPr>
            </w:pPr>
            <w:r w:rsidRPr="00E4005D">
              <w:rPr>
                <w:lang w:val="en-GB"/>
              </w:rPr>
              <w:t>RP24Si + RP38Si</w:t>
            </w:r>
          </w:p>
        </w:tc>
        <w:tc>
          <w:tcPr>
            <w:tcW w:w="1274" w:type="dxa"/>
          </w:tcPr>
          <w:p w14:paraId="4E2D9714" w14:textId="17E74E92" w:rsidR="00532E60" w:rsidRPr="00E4005D" w:rsidRDefault="00532E60" w:rsidP="00532E60">
            <w:pPr>
              <w:pStyle w:val="Tabletext"/>
              <w:rPr>
                <w:lang w:val="en-GB"/>
              </w:rPr>
            </w:pPr>
            <w:r w:rsidRPr="00E4005D">
              <w:rPr>
                <w:lang w:val="en-GB"/>
              </w:rPr>
              <w:t xml:space="preserve">Semi </w:t>
            </w:r>
            <w:r w:rsidR="00E53A35" w:rsidRPr="00E4005D">
              <w:rPr>
                <w:lang w:val="en-GB"/>
              </w:rPr>
              <w:t>m</w:t>
            </w:r>
            <w:r w:rsidRPr="00E4005D">
              <w:rPr>
                <w:lang w:val="en-GB"/>
              </w:rPr>
              <w:t>ortised</w:t>
            </w:r>
          </w:p>
        </w:tc>
        <w:tc>
          <w:tcPr>
            <w:tcW w:w="720" w:type="dxa"/>
            <w:shd w:val="clear" w:color="auto" w:fill="auto"/>
            <w:tcMar>
              <w:top w:w="28" w:type="dxa"/>
              <w:left w:w="28" w:type="dxa"/>
              <w:bottom w:w="28" w:type="dxa"/>
              <w:right w:w="28" w:type="dxa"/>
            </w:tcMar>
          </w:tcPr>
          <w:p w14:paraId="4609C3D7"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7FAAE652"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5A52C21C" w14:textId="77777777" w:rsidR="00532E60" w:rsidRPr="00E4005D" w:rsidRDefault="00532E60" w:rsidP="00532E60">
            <w:pPr>
              <w:pStyle w:val="Tabletext"/>
              <w:rPr>
                <w:lang w:val="en-GB"/>
              </w:rPr>
            </w:pPr>
            <w:r w:rsidRPr="00E4005D">
              <w:rPr>
                <w:lang w:val="en-GB"/>
              </w:rPr>
              <w:t>40+</w:t>
            </w:r>
          </w:p>
        </w:tc>
        <w:tc>
          <w:tcPr>
            <w:tcW w:w="895" w:type="dxa"/>
          </w:tcPr>
          <w:p w14:paraId="33EDA2C9" w14:textId="77777777" w:rsidR="00532E60" w:rsidRPr="00E4005D" w:rsidRDefault="00532E60" w:rsidP="00532E60">
            <w:pPr>
              <w:pStyle w:val="Tabletext"/>
              <w:rPr>
                <w:lang w:val="en-GB"/>
              </w:rPr>
            </w:pPr>
            <w:r w:rsidRPr="00E4005D">
              <w:rPr>
                <w:lang w:val="en-GB"/>
              </w:rPr>
              <w:t>Heavy</w:t>
            </w:r>
          </w:p>
        </w:tc>
        <w:tc>
          <w:tcPr>
            <w:tcW w:w="994" w:type="dxa"/>
          </w:tcPr>
          <w:p w14:paraId="3E8AC11A" w14:textId="77777777" w:rsidR="00532E60" w:rsidRPr="00E4005D" w:rsidRDefault="00532E60" w:rsidP="00532E60">
            <w:pPr>
              <w:pStyle w:val="Tabletext"/>
              <w:rPr>
                <w:lang w:val="en-GB"/>
              </w:rPr>
            </w:pPr>
          </w:p>
        </w:tc>
      </w:tr>
      <w:tr w:rsidR="00532E60" w:rsidRPr="00E4005D" w14:paraId="6B77E055" w14:textId="77777777" w:rsidTr="00DE3706">
        <w:tc>
          <w:tcPr>
            <w:tcW w:w="2570" w:type="dxa"/>
            <w:shd w:val="clear" w:color="auto" w:fill="auto"/>
            <w:tcMar>
              <w:top w:w="28" w:type="dxa"/>
              <w:left w:w="28" w:type="dxa"/>
              <w:bottom w:w="28" w:type="dxa"/>
              <w:right w:w="28" w:type="dxa"/>
            </w:tcMar>
          </w:tcPr>
          <w:p w14:paraId="75747F85" w14:textId="77777777" w:rsidR="00532E60" w:rsidRPr="00E4005D" w:rsidRDefault="00532E60" w:rsidP="00532E60">
            <w:pPr>
              <w:pStyle w:val="Tabletext"/>
              <w:rPr>
                <w:lang w:val="en-GB"/>
              </w:rPr>
            </w:pPr>
            <w:r w:rsidRPr="00E4005D">
              <w:rPr>
                <w:lang w:val="en-GB"/>
              </w:rPr>
              <w:t>RP87Si + RP126Si</w:t>
            </w:r>
          </w:p>
        </w:tc>
        <w:tc>
          <w:tcPr>
            <w:tcW w:w="1274" w:type="dxa"/>
          </w:tcPr>
          <w:p w14:paraId="114CF9D8" w14:textId="41F7C65B" w:rsidR="00532E60" w:rsidRPr="00E4005D" w:rsidRDefault="00532E60" w:rsidP="00532E60">
            <w:pPr>
              <w:pStyle w:val="Tabletext"/>
              <w:rPr>
                <w:lang w:val="en-GB"/>
              </w:rPr>
            </w:pPr>
            <w:r w:rsidRPr="00E4005D">
              <w:rPr>
                <w:lang w:val="en-GB"/>
              </w:rPr>
              <w:t xml:space="preserve">Semi </w:t>
            </w:r>
            <w:r w:rsidR="00E53A35" w:rsidRPr="00E4005D">
              <w:rPr>
                <w:lang w:val="en-GB"/>
              </w:rPr>
              <w:t>mortised</w:t>
            </w:r>
          </w:p>
        </w:tc>
        <w:tc>
          <w:tcPr>
            <w:tcW w:w="720" w:type="dxa"/>
            <w:shd w:val="clear" w:color="auto" w:fill="auto"/>
            <w:tcMar>
              <w:top w:w="28" w:type="dxa"/>
              <w:left w:w="28" w:type="dxa"/>
              <w:bottom w:w="28" w:type="dxa"/>
              <w:right w:w="28" w:type="dxa"/>
            </w:tcMar>
          </w:tcPr>
          <w:p w14:paraId="511995EE"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5D99A9B8" w14:textId="77777777" w:rsidR="00532E60" w:rsidRPr="00E4005D" w:rsidRDefault="00532E60" w:rsidP="00532E60">
            <w:pPr>
              <w:pStyle w:val="Tabletext"/>
              <w:rPr>
                <w:lang w:val="en-GB"/>
              </w:rPr>
            </w:pPr>
            <w:r w:rsidRPr="00E4005D">
              <w:rPr>
                <w:lang w:val="en-GB"/>
              </w:rPr>
              <w:t>Single</w:t>
            </w:r>
          </w:p>
        </w:tc>
        <w:tc>
          <w:tcPr>
            <w:tcW w:w="1169" w:type="dxa"/>
            <w:shd w:val="clear" w:color="auto" w:fill="auto"/>
            <w:tcMar>
              <w:top w:w="28" w:type="dxa"/>
              <w:left w:w="28" w:type="dxa"/>
              <w:bottom w:w="28" w:type="dxa"/>
              <w:right w:w="28" w:type="dxa"/>
            </w:tcMar>
          </w:tcPr>
          <w:p w14:paraId="6B10E503" w14:textId="77777777" w:rsidR="00532E60" w:rsidRPr="00E4005D" w:rsidRDefault="00532E60" w:rsidP="00532E60">
            <w:pPr>
              <w:pStyle w:val="Tabletext"/>
              <w:rPr>
                <w:lang w:val="en-GB"/>
              </w:rPr>
            </w:pPr>
            <w:r w:rsidRPr="00E4005D">
              <w:rPr>
                <w:lang w:val="en-GB"/>
              </w:rPr>
              <w:t>40+</w:t>
            </w:r>
          </w:p>
        </w:tc>
        <w:tc>
          <w:tcPr>
            <w:tcW w:w="895" w:type="dxa"/>
          </w:tcPr>
          <w:p w14:paraId="022E96E2" w14:textId="77777777" w:rsidR="00532E60" w:rsidRPr="00E4005D" w:rsidRDefault="00532E60" w:rsidP="00532E60">
            <w:pPr>
              <w:pStyle w:val="Tabletext"/>
              <w:rPr>
                <w:lang w:val="en-GB"/>
              </w:rPr>
            </w:pPr>
            <w:r w:rsidRPr="00E4005D">
              <w:rPr>
                <w:lang w:val="en-GB"/>
              </w:rPr>
              <w:t>Heavy</w:t>
            </w:r>
          </w:p>
        </w:tc>
        <w:tc>
          <w:tcPr>
            <w:tcW w:w="994" w:type="dxa"/>
          </w:tcPr>
          <w:p w14:paraId="505F1A11" w14:textId="77777777" w:rsidR="00532E60" w:rsidRPr="00E4005D" w:rsidRDefault="00532E60" w:rsidP="00532E60">
            <w:pPr>
              <w:pStyle w:val="Tabletext"/>
              <w:rPr>
                <w:lang w:val="en-GB"/>
              </w:rPr>
            </w:pPr>
          </w:p>
        </w:tc>
      </w:tr>
      <w:tr w:rsidR="00532E60" w:rsidRPr="00E4005D" w14:paraId="1B29A4F3" w14:textId="77777777" w:rsidTr="00DE3706">
        <w:tc>
          <w:tcPr>
            <w:tcW w:w="2570" w:type="dxa"/>
            <w:shd w:val="clear" w:color="auto" w:fill="auto"/>
            <w:tcMar>
              <w:top w:w="28" w:type="dxa"/>
              <w:left w:w="28" w:type="dxa"/>
              <w:bottom w:w="28" w:type="dxa"/>
              <w:right w:w="28" w:type="dxa"/>
            </w:tcMar>
          </w:tcPr>
          <w:p w14:paraId="70E60BC5" w14:textId="77777777" w:rsidR="00532E60" w:rsidRPr="00E4005D" w:rsidRDefault="00532E60" w:rsidP="00532E60">
            <w:pPr>
              <w:pStyle w:val="Tabletext"/>
              <w:rPr>
                <w:lang w:val="en-GB"/>
              </w:rPr>
            </w:pPr>
            <w:r w:rsidRPr="00E4005D">
              <w:rPr>
                <w:lang w:val="en-GB"/>
              </w:rPr>
              <w:lastRenderedPageBreak/>
              <w:t>RP78Si + RP38Si + RP16Si</w:t>
            </w:r>
          </w:p>
        </w:tc>
        <w:tc>
          <w:tcPr>
            <w:tcW w:w="1274" w:type="dxa"/>
          </w:tcPr>
          <w:p w14:paraId="445E7E2D" w14:textId="7D5A796B" w:rsidR="00532E60" w:rsidRPr="00E4005D" w:rsidRDefault="00532E60" w:rsidP="00532E60">
            <w:pPr>
              <w:pStyle w:val="Tabletext"/>
              <w:rPr>
                <w:lang w:val="en-GB"/>
              </w:rPr>
            </w:pPr>
            <w:r w:rsidRPr="00E4005D">
              <w:rPr>
                <w:lang w:val="en-GB"/>
              </w:rPr>
              <w:t xml:space="preserve">Semi </w:t>
            </w:r>
            <w:r w:rsidR="00E53A35" w:rsidRPr="00E4005D">
              <w:rPr>
                <w:lang w:val="en-GB"/>
              </w:rPr>
              <w:t>mortised</w:t>
            </w:r>
          </w:p>
        </w:tc>
        <w:tc>
          <w:tcPr>
            <w:tcW w:w="720" w:type="dxa"/>
            <w:shd w:val="clear" w:color="auto" w:fill="auto"/>
            <w:tcMar>
              <w:top w:w="28" w:type="dxa"/>
              <w:left w:w="28" w:type="dxa"/>
              <w:bottom w:w="28" w:type="dxa"/>
              <w:right w:w="28" w:type="dxa"/>
            </w:tcMar>
          </w:tcPr>
          <w:p w14:paraId="781B56B1"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4BD9B60B" w14:textId="77777777" w:rsidR="00532E60" w:rsidRPr="00E4005D" w:rsidRDefault="00532E60" w:rsidP="00532E60">
            <w:pPr>
              <w:pStyle w:val="Tabletext"/>
              <w:rPr>
                <w:lang w:val="en-GB"/>
              </w:rPr>
            </w:pPr>
            <w:r w:rsidRPr="00E4005D">
              <w:rPr>
                <w:lang w:val="en-GB"/>
              </w:rPr>
              <w:t>Double</w:t>
            </w:r>
          </w:p>
        </w:tc>
        <w:tc>
          <w:tcPr>
            <w:tcW w:w="1169" w:type="dxa"/>
            <w:shd w:val="clear" w:color="auto" w:fill="auto"/>
            <w:tcMar>
              <w:top w:w="28" w:type="dxa"/>
              <w:left w:w="28" w:type="dxa"/>
              <w:bottom w:w="28" w:type="dxa"/>
              <w:right w:w="28" w:type="dxa"/>
            </w:tcMar>
          </w:tcPr>
          <w:p w14:paraId="7A2993A4" w14:textId="77777777" w:rsidR="00532E60" w:rsidRPr="00E4005D" w:rsidRDefault="00532E60" w:rsidP="00532E60">
            <w:pPr>
              <w:pStyle w:val="Tabletext"/>
              <w:rPr>
                <w:lang w:val="en-GB"/>
              </w:rPr>
            </w:pPr>
            <w:r w:rsidRPr="00E4005D">
              <w:rPr>
                <w:lang w:val="en-GB"/>
              </w:rPr>
              <w:t>40+</w:t>
            </w:r>
          </w:p>
        </w:tc>
        <w:tc>
          <w:tcPr>
            <w:tcW w:w="895" w:type="dxa"/>
          </w:tcPr>
          <w:p w14:paraId="2811FE01" w14:textId="77777777" w:rsidR="00532E60" w:rsidRPr="00E4005D" w:rsidRDefault="00532E60" w:rsidP="00532E60">
            <w:pPr>
              <w:pStyle w:val="Tabletext"/>
              <w:rPr>
                <w:lang w:val="en-GB"/>
              </w:rPr>
            </w:pPr>
            <w:r w:rsidRPr="00E4005D">
              <w:rPr>
                <w:lang w:val="en-GB"/>
              </w:rPr>
              <w:t>Medium</w:t>
            </w:r>
          </w:p>
        </w:tc>
        <w:tc>
          <w:tcPr>
            <w:tcW w:w="994" w:type="dxa"/>
          </w:tcPr>
          <w:p w14:paraId="554A36EA" w14:textId="77777777" w:rsidR="00532E60" w:rsidRPr="00E4005D" w:rsidRDefault="00532E60" w:rsidP="00532E60">
            <w:pPr>
              <w:pStyle w:val="Tabletext"/>
              <w:rPr>
                <w:lang w:val="en-GB"/>
              </w:rPr>
            </w:pPr>
          </w:p>
        </w:tc>
      </w:tr>
      <w:tr w:rsidR="00532E60" w:rsidRPr="00E4005D" w14:paraId="19268B16" w14:textId="77777777" w:rsidTr="00DE3706">
        <w:tc>
          <w:tcPr>
            <w:tcW w:w="2570" w:type="dxa"/>
            <w:shd w:val="clear" w:color="auto" w:fill="auto"/>
            <w:tcMar>
              <w:top w:w="28" w:type="dxa"/>
              <w:left w:w="28" w:type="dxa"/>
              <w:bottom w:w="28" w:type="dxa"/>
              <w:right w:w="28" w:type="dxa"/>
            </w:tcMar>
          </w:tcPr>
          <w:p w14:paraId="27A9AE02" w14:textId="77777777" w:rsidR="00532E60" w:rsidRPr="00E4005D" w:rsidRDefault="00532E60" w:rsidP="00532E60">
            <w:pPr>
              <w:pStyle w:val="Tabletext"/>
              <w:rPr>
                <w:lang w:val="en-GB"/>
              </w:rPr>
            </w:pPr>
            <w:r w:rsidRPr="00E4005D">
              <w:rPr>
                <w:lang w:val="en-GB"/>
              </w:rPr>
              <w:t>RP120 + RP8Si + RP120</w:t>
            </w:r>
          </w:p>
        </w:tc>
        <w:tc>
          <w:tcPr>
            <w:tcW w:w="1274" w:type="dxa"/>
          </w:tcPr>
          <w:p w14:paraId="33855141" w14:textId="6C792BC4" w:rsidR="00532E60" w:rsidRPr="00E4005D" w:rsidRDefault="00532E60" w:rsidP="00532E60">
            <w:pPr>
              <w:pStyle w:val="Tabletext"/>
              <w:rPr>
                <w:lang w:val="en-GB"/>
              </w:rPr>
            </w:pPr>
            <w:r w:rsidRPr="00E4005D">
              <w:rPr>
                <w:lang w:val="en-GB"/>
              </w:rPr>
              <w:t xml:space="preserve">In </w:t>
            </w:r>
            <w:r w:rsidR="00E53A35" w:rsidRPr="00E4005D">
              <w:rPr>
                <w:lang w:val="en-GB"/>
              </w:rPr>
              <w:t>m</w:t>
            </w:r>
            <w:r w:rsidRPr="00E4005D">
              <w:rPr>
                <w:lang w:val="en-GB"/>
              </w:rPr>
              <w:t xml:space="preserve">eeting </w:t>
            </w:r>
            <w:r w:rsidR="00E53A35" w:rsidRPr="00E4005D">
              <w:rPr>
                <w:lang w:val="en-GB"/>
              </w:rPr>
              <w:t>s</w:t>
            </w:r>
            <w:r w:rsidRPr="00E4005D">
              <w:rPr>
                <w:lang w:val="en-GB"/>
              </w:rPr>
              <w:t xml:space="preserve">tile </w:t>
            </w:r>
            <w:r w:rsidR="00E53A35" w:rsidRPr="00E4005D">
              <w:rPr>
                <w:lang w:val="en-GB"/>
              </w:rPr>
              <w:t>r</w:t>
            </w:r>
            <w:r w:rsidRPr="00E4005D">
              <w:rPr>
                <w:lang w:val="en-GB"/>
              </w:rPr>
              <w:t>ebate</w:t>
            </w:r>
          </w:p>
        </w:tc>
        <w:tc>
          <w:tcPr>
            <w:tcW w:w="720" w:type="dxa"/>
            <w:shd w:val="clear" w:color="auto" w:fill="auto"/>
            <w:tcMar>
              <w:top w:w="28" w:type="dxa"/>
              <w:left w:w="28" w:type="dxa"/>
              <w:bottom w:w="28" w:type="dxa"/>
              <w:right w:w="28" w:type="dxa"/>
            </w:tcMar>
          </w:tcPr>
          <w:p w14:paraId="1C8AEBE1"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1887D23C" w14:textId="77777777" w:rsidR="00532E60" w:rsidRPr="00E4005D" w:rsidRDefault="00532E60" w:rsidP="00532E60">
            <w:pPr>
              <w:pStyle w:val="Tabletext"/>
              <w:rPr>
                <w:lang w:val="en-GB"/>
              </w:rPr>
            </w:pPr>
            <w:r w:rsidRPr="00E4005D">
              <w:rPr>
                <w:lang w:val="en-GB"/>
              </w:rPr>
              <w:t>Double</w:t>
            </w:r>
          </w:p>
        </w:tc>
        <w:tc>
          <w:tcPr>
            <w:tcW w:w="1169" w:type="dxa"/>
            <w:shd w:val="clear" w:color="auto" w:fill="auto"/>
            <w:tcMar>
              <w:top w:w="28" w:type="dxa"/>
              <w:left w:w="28" w:type="dxa"/>
              <w:bottom w:w="28" w:type="dxa"/>
              <w:right w:w="28" w:type="dxa"/>
            </w:tcMar>
          </w:tcPr>
          <w:p w14:paraId="2D9903D1" w14:textId="77777777" w:rsidR="00532E60" w:rsidRPr="00E4005D" w:rsidRDefault="00532E60" w:rsidP="00532E60">
            <w:pPr>
              <w:pStyle w:val="Tabletext"/>
              <w:rPr>
                <w:lang w:val="en-GB"/>
              </w:rPr>
            </w:pPr>
            <w:r w:rsidRPr="00E4005D">
              <w:rPr>
                <w:lang w:val="en-GB"/>
              </w:rPr>
              <w:t>40+</w:t>
            </w:r>
          </w:p>
        </w:tc>
        <w:tc>
          <w:tcPr>
            <w:tcW w:w="895" w:type="dxa"/>
          </w:tcPr>
          <w:p w14:paraId="62342F5B" w14:textId="77777777" w:rsidR="00532E60" w:rsidRPr="00E4005D" w:rsidRDefault="00532E60" w:rsidP="00532E60">
            <w:pPr>
              <w:pStyle w:val="Tabletext"/>
              <w:rPr>
                <w:lang w:val="en-GB"/>
              </w:rPr>
            </w:pPr>
            <w:r w:rsidRPr="00E4005D">
              <w:rPr>
                <w:lang w:val="en-GB"/>
              </w:rPr>
              <w:t>Medium</w:t>
            </w:r>
          </w:p>
        </w:tc>
        <w:tc>
          <w:tcPr>
            <w:tcW w:w="994" w:type="dxa"/>
          </w:tcPr>
          <w:p w14:paraId="0709AC60" w14:textId="77777777" w:rsidR="00532E60" w:rsidRPr="00E4005D" w:rsidRDefault="00532E60" w:rsidP="00532E60">
            <w:pPr>
              <w:pStyle w:val="Tabletext"/>
              <w:rPr>
                <w:lang w:val="en-GB"/>
              </w:rPr>
            </w:pPr>
          </w:p>
        </w:tc>
      </w:tr>
      <w:tr w:rsidR="00532E60" w:rsidRPr="00E4005D" w14:paraId="56DFACA3" w14:textId="77777777" w:rsidTr="00DE3706">
        <w:tc>
          <w:tcPr>
            <w:tcW w:w="2570" w:type="dxa"/>
            <w:shd w:val="clear" w:color="auto" w:fill="auto"/>
            <w:tcMar>
              <w:top w:w="28" w:type="dxa"/>
              <w:left w:w="28" w:type="dxa"/>
              <w:bottom w:w="28" w:type="dxa"/>
              <w:right w:w="28" w:type="dxa"/>
            </w:tcMar>
          </w:tcPr>
          <w:p w14:paraId="76B284E9" w14:textId="77777777" w:rsidR="00532E60" w:rsidRPr="00E4005D" w:rsidRDefault="00532E60" w:rsidP="00532E60">
            <w:pPr>
              <w:pStyle w:val="Tabletext"/>
              <w:rPr>
                <w:lang w:val="en-GB"/>
              </w:rPr>
            </w:pPr>
            <w:r w:rsidRPr="00E4005D">
              <w:rPr>
                <w:lang w:val="en-GB"/>
              </w:rPr>
              <w:t>RP150 + RP8Si + RP150</w:t>
            </w:r>
          </w:p>
        </w:tc>
        <w:tc>
          <w:tcPr>
            <w:tcW w:w="1274" w:type="dxa"/>
          </w:tcPr>
          <w:p w14:paraId="39A1C825" w14:textId="04B9532A" w:rsidR="00532E60" w:rsidRPr="00E4005D" w:rsidRDefault="00E53A35" w:rsidP="00532E60">
            <w:pPr>
              <w:pStyle w:val="Tabletext"/>
              <w:rPr>
                <w:lang w:val="en-GB"/>
              </w:rPr>
            </w:pPr>
            <w:r w:rsidRPr="00E4005D">
              <w:rPr>
                <w:lang w:val="en-GB"/>
              </w:rPr>
              <w:t>In meeting stile rebate</w:t>
            </w:r>
          </w:p>
        </w:tc>
        <w:tc>
          <w:tcPr>
            <w:tcW w:w="720" w:type="dxa"/>
            <w:shd w:val="clear" w:color="auto" w:fill="auto"/>
            <w:tcMar>
              <w:top w:w="28" w:type="dxa"/>
              <w:left w:w="28" w:type="dxa"/>
              <w:bottom w:w="28" w:type="dxa"/>
              <w:right w:w="28" w:type="dxa"/>
            </w:tcMar>
          </w:tcPr>
          <w:p w14:paraId="0E8803B1"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13026563" w14:textId="77777777" w:rsidR="00532E60" w:rsidRPr="00E4005D" w:rsidRDefault="00532E60" w:rsidP="00532E60">
            <w:pPr>
              <w:pStyle w:val="Tabletext"/>
              <w:rPr>
                <w:lang w:val="en-GB"/>
              </w:rPr>
            </w:pPr>
            <w:r w:rsidRPr="00E4005D">
              <w:rPr>
                <w:lang w:val="en-GB"/>
              </w:rPr>
              <w:t>Double</w:t>
            </w:r>
          </w:p>
        </w:tc>
        <w:tc>
          <w:tcPr>
            <w:tcW w:w="1169" w:type="dxa"/>
            <w:shd w:val="clear" w:color="auto" w:fill="auto"/>
            <w:tcMar>
              <w:top w:w="28" w:type="dxa"/>
              <w:left w:w="28" w:type="dxa"/>
              <w:bottom w:w="28" w:type="dxa"/>
              <w:right w:w="28" w:type="dxa"/>
            </w:tcMar>
          </w:tcPr>
          <w:p w14:paraId="5DF83066" w14:textId="77777777" w:rsidR="00532E60" w:rsidRPr="00E4005D" w:rsidRDefault="00532E60" w:rsidP="00532E60">
            <w:pPr>
              <w:pStyle w:val="Tabletext"/>
              <w:rPr>
                <w:lang w:val="en-GB"/>
              </w:rPr>
            </w:pPr>
            <w:r w:rsidRPr="00E4005D">
              <w:rPr>
                <w:lang w:val="en-GB"/>
              </w:rPr>
              <w:t>40+</w:t>
            </w:r>
          </w:p>
        </w:tc>
        <w:tc>
          <w:tcPr>
            <w:tcW w:w="895" w:type="dxa"/>
          </w:tcPr>
          <w:p w14:paraId="1565A40E" w14:textId="77777777" w:rsidR="00532E60" w:rsidRPr="00E4005D" w:rsidRDefault="00532E60" w:rsidP="00532E60">
            <w:pPr>
              <w:pStyle w:val="Tabletext"/>
              <w:rPr>
                <w:lang w:val="en-GB"/>
              </w:rPr>
            </w:pPr>
            <w:r w:rsidRPr="00E4005D">
              <w:rPr>
                <w:lang w:val="en-GB"/>
              </w:rPr>
              <w:t>Medium</w:t>
            </w:r>
          </w:p>
        </w:tc>
        <w:tc>
          <w:tcPr>
            <w:tcW w:w="994" w:type="dxa"/>
          </w:tcPr>
          <w:p w14:paraId="77536F3F" w14:textId="77777777" w:rsidR="00532E60" w:rsidRPr="00E4005D" w:rsidRDefault="00532E60" w:rsidP="00532E60">
            <w:pPr>
              <w:pStyle w:val="Tabletext"/>
              <w:rPr>
                <w:lang w:val="en-GB"/>
              </w:rPr>
            </w:pPr>
          </w:p>
        </w:tc>
      </w:tr>
      <w:tr w:rsidR="00532E60" w:rsidRPr="00E4005D" w14:paraId="1FC1E204" w14:textId="77777777" w:rsidTr="00DE3706">
        <w:tc>
          <w:tcPr>
            <w:tcW w:w="2570" w:type="dxa"/>
            <w:shd w:val="clear" w:color="auto" w:fill="auto"/>
            <w:tcMar>
              <w:top w:w="28" w:type="dxa"/>
              <w:left w:w="28" w:type="dxa"/>
              <w:bottom w:w="28" w:type="dxa"/>
              <w:right w:w="28" w:type="dxa"/>
            </w:tcMar>
          </w:tcPr>
          <w:p w14:paraId="5DEEC0A8" w14:textId="77777777" w:rsidR="00532E60" w:rsidRPr="00E4005D" w:rsidRDefault="00532E60" w:rsidP="00532E60">
            <w:pPr>
              <w:pStyle w:val="Tabletext"/>
              <w:rPr>
                <w:lang w:val="en-GB"/>
              </w:rPr>
            </w:pPr>
            <w:r w:rsidRPr="00E4005D">
              <w:rPr>
                <w:lang w:val="en-GB"/>
              </w:rPr>
              <w:t>RP124 + RP35Si + RP71Si</w:t>
            </w:r>
          </w:p>
        </w:tc>
        <w:tc>
          <w:tcPr>
            <w:tcW w:w="1274" w:type="dxa"/>
          </w:tcPr>
          <w:p w14:paraId="2B61C5E6" w14:textId="3E3DCB4E" w:rsidR="00532E60" w:rsidRPr="00E4005D" w:rsidRDefault="00532E60" w:rsidP="00532E60">
            <w:pPr>
              <w:pStyle w:val="Tabletext"/>
              <w:rPr>
                <w:lang w:val="en-GB"/>
              </w:rPr>
            </w:pPr>
            <w:r w:rsidRPr="00E4005D">
              <w:rPr>
                <w:lang w:val="en-GB"/>
              </w:rPr>
              <w:t xml:space="preserve">Face </w:t>
            </w:r>
            <w:r w:rsidR="00E53A35" w:rsidRPr="00E4005D">
              <w:rPr>
                <w:lang w:val="en-GB"/>
              </w:rPr>
              <w:t>f</w:t>
            </w:r>
            <w:r w:rsidRPr="00E4005D">
              <w:rPr>
                <w:lang w:val="en-GB"/>
              </w:rPr>
              <w:t>ixed</w:t>
            </w:r>
          </w:p>
        </w:tc>
        <w:tc>
          <w:tcPr>
            <w:tcW w:w="720" w:type="dxa"/>
            <w:shd w:val="clear" w:color="auto" w:fill="auto"/>
            <w:tcMar>
              <w:top w:w="28" w:type="dxa"/>
              <w:left w:w="28" w:type="dxa"/>
              <w:bottom w:w="28" w:type="dxa"/>
              <w:right w:w="28" w:type="dxa"/>
            </w:tcMar>
          </w:tcPr>
          <w:p w14:paraId="60F1CC5D" w14:textId="77777777" w:rsidR="00532E60" w:rsidRPr="00E4005D" w:rsidRDefault="00532E60" w:rsidP="00532E60">
            <w:pPr>
              <w:pStyle w:val="Tabletext"/>
              <w:rPr>
                <w:lang w:val="en-GB"/>
              </w:rPr>
            </w:pPr>
            <w:r w:rsidRPr="00E4005D">
              <w:rPr>
                <w:lang w:val="en-GB"/>
              </w:rPr>
              <w:t>Butt</w:t>
            </w:r>
          </w:p>
        </w:tc>
        <w:tc>
          <w:tcPr>
            <w:tcW w:w="1439" w:type="dxa"/>
            <w:shd w:val="clear" w:color="auto" w:fill="auto"/>
            <w:tcMar>
              <w:top w:w="28" w:type="dxa"/>
              <w:left w:w="28" w:type="dxa"/>
              <w:bottom w:w="28" w:type="dxa"/>
              <w:right w:w="28" w:type="dxa"/>
            </w:tcMar>
          </w:tcPr>
          <w:p w14:paraId="3739F463" w14:textId="77777777" w:rsidR="00532E60" w:rsidRPr="00E4005D" w:rsidRDefault="00532E60" w:rsidP="00532E60">
            <w:pPr>
              <w:pStyle w:val="Tabletext"/>
              <w:rPr>
                <w:lang w:val="en-GB"/>
              </w:rPr>
            </w:pPr>
            <w:r w:rsidRPr="00E4005D">
              <w:rPr>
                <w:lang w:val="en-GB"/>
              </w:rPr>
              <w:t>Double</w:t>
            </w:r>
          </w:p>
        </w:tc>
        <w:tc>
          <w:tcPr>
            <w:tcW w:w="1169" w:type="dxa"/>
            <w:shd w:val="clear" w:color="auto" w:fill="auto"/>
            <w:tcMar>
              <w:top w:w="28" w:type="dxa"/>
              <w:left w:w="28" w:type="dxa"/>
              <w:bottom w:w="28" w:type="dxa"/>
              <w:right w:w="28" w:type="dxa"/>
            </w:tcMar>
          </w:tcPr>
          <w:p w14:paraId="45614352" w14:textId="77777777" w:rsidR="00532E60" w:rsidRPr="00E4005D" w:rsidRDefault="00532E60" w:rsidP="00532E60">
            <w:pPr>
              <w:pStyle w:val="Tabletext"/>
              <w:rPr>
                <w:lang w:val="en-GB"/>
              </w:rPr>
            </w:pPr>
            <w:r w:rsidRPr="00E4005D">
              <w:rPr>
                <w:lang w:val="en-GB"/>
              </w:rPr>
              <w:t>40+</w:t>
            </w:r>
          </w:p>
        </w:tc>
        <w:tc>
          <w:tcPr>
            <w:tcW w:w="895" w:type="dxa"/>
          </w:tcPr>
          <w:p w14:paraId="3F6073F6" w14:textId="77777777" w:rsidR="00532E60" w:rsidRPr="00E4005D" w:rsidRDefault="00532E60" w:rsidP="00532E60">
            <w:pPr>
              <w:pStyle w:val="Tabletext"/>
              <w:rPr>
                <w:lang w:val="en-GB"/>
              </w:rPr>
            </w:pPr>
            <w:r w:rsidRPr="00E4005D">
              <w:rPr>
                <w:lang w:val="en-GB"/>
              </w:rPr>
              <w:t>Medium</w:t>
            </w:r>
          </w:p>
        </w:tc>
        <w:tc>
          <w:tcPr>
            <w:tcW w:w="994" w:type="dxa"/>
          </w:tcPr>
          <w:p w14:paraId="724D6FAB" w14:textId="77777777" w:rsidR="00532E60" w:rsidRPr="00E4005D" w:rsidRDefault="00532E60" w:rsidP="00532E60">
            <w:pPr>
              <w:pStyle w:val="Tabletext"/>
              <w:rPr>
                <w:lang w:val="en-GB"/>
              </w:rPr>
            </w:pPr>
          </w:p>
        </w:tc>
      </w:tr>
      <w:tr w:rsidR="00532E60" w:rsidRPr="00E4005D" w14:paraId="717E69B5" w14:textId="77777777" w:rsidTr="00DE3706">
        <w:tc>
          <w:tcPr>
            <w:tcW w:w="2570" w:type="dxa"/>
            <w:shd w:val="clear" w:color="auto" w:fill="auto"/>
            <w:tcMar>
              <w:top w:w="28" w:type="dxa"/>
              <w:left w:w="28" w:type="dxa"/>
              <w:bottom w:w="28" w:type="dxa"/>
              <w:right w:w="28" w:type="dxa"/>
            </w:tcMar>
          </w:tcPr>
          <w:p w14:paraId="6C0886B2" w14:textId="77777777" w:rsidR="00532E60" w:rsidRPr="00E4005D" w:rsidRDefault="00532E60" w:rsidP="00532E60">
            <w:pPr>
              <w:pStyle w:val="Tabletext"/>
              <w:rPr>
                <w:lang w:val="en-GB"/>
              </w:rPr>
            </w:pPr>
            <w:r w:rsidRPr="00E4005D">
              <w:rPr>
                <w:lang w:val="en-GB"/>
              </w:rPr>
              <w:t xml:space="preserve">RP130Si + RP129F + RP130Si </w:t>
            </w:r>
          </w:p>
          <w:p w14:paraId="1E24534D" w14:textId="77777777" w:rsidR="00532E60" w:rsidRPr="00E4005D" w:rsidRDefault="00532E60" w:rsidP="00532E60">
            <w:pPr>
              <w:pStyle w:val="Tabletext"/>
              <w:rPr>
                <w:lang w:val="en-GB"/>
              </w:rPr>
            </w:pPr>
            <w:r w:rsidRPr="00E4005D">
              <w:rPr>
                <w:lang w:val="en-GB"/>
              </w:rPr>
              <w:t>+ RP115 threshold plate</w:t>
            </w:r>
          </w:p>
        </w:tc>
        <w:tc>
          <w:tcPr>
            <w:tcW w:w="1274" w:type="dxa"/>
          </w:tcPr>
          <w:p w14:paraId="729C7587" w14:textId="0388A762" w:rsidR="00532E60" w:rsidRPr="00E4005D" w:rsidRDefault="00532E60" w:rsidP="00532E60">
            <w:pPr>
              <w:pStyle w:val="Tabletext"/>
              <w:rPr>
                <w:lang w:val="en-GB"/>
              </w:rPr>
            </w:pPr>
            <w:r w:rsidRPr="00E4005D">
              <w:rPr>
                <w:lang w:val="en-GB"/>
              </w:rPr>
              <w:t xml:space="preserve">On </w:t>
            </w:r>
            <w:r w:rsidR="00E53A35" w:rsidRPr="00E4005D">
              <w:rPr>
                <w:lang w:val="en-GB"/>
              </w:rPr>
              <w:t>m</w:t>
            </w:r>
            <w:r w:rsidRPr="00E4005D">
              <w:rPr>
                <w:lang w:val="en-GB"/>
              </w:rPr>
              <w:t xml:space="preserve">eeting </w:t>
            </w:r>
            <w:r w:rsidR="00E53A35" w:rsidRPr="00E4005D">
              <w:rPr>
                <w:lang w:val="en-GB"/>
              </w:rPr>
              <w:t>s</w:t>
            </w:r>
            <w:r w:rsidRPr="00E4005D">
              <w:rPr>
                <w:lang w:val="en-GB"/>
              </w:rPr>
              <w:t>tile</w:t>
            </w:r>
          </w:p>
        </w:tc>
        <w:tc>
          <w:tcPr>
            <w:tcW w:w="720" w:type="dxa"/>
            <w:shd w:val="clear" w:color="auto" w:fill="auto"/>
            <w:tcMar>
              <w:top w:w="28" w:type="dxa"/>
              <w:left w:w="28" w:type="dxa"/>
              <w:bottom w:w="28" w:type="dxa"/>
              <w:right w:w="28" w:type="dxa"/>
            </w:tcMar>
          </w:tcPr>
          <w:p w14:paraId="7755C3F6" w14:textId="599817DA" w:rsidR="00532E60" w:rsidRPr="00E4005D" w:rsidRDefault="00532E60" w:rsidP="00532E60">
            <w:pPr>
              <w:pStyle w:val="Tabletext"/>
              <w:rPr>
                <w:lang w:val="en-GB"/>
              </w:rPr>
            </w:pPr>
            <w:r w:rsidRPr="00E4005D">
              <w:rPr>
                <w:lang w:val="en-GB"/>
              </w:rPr>
              <w:t xml:space="preserve">Pivot </w:t>
            </w:r>
            <w:r w:rsidR="00E53A35" w:rsidRPr="00E4005D">
              <w:rPr>
                <w:lang w:val="en-GB"/>
              </w:rPr>
              <w:t>d</w:t>
            </w:r>
            <w:r w:rsidRPr="00E4005D">
              <w:rPr>
                <w:lang w:val="en-GB"/>
              </w:rPr>
              <w:t xml:space="preserve">ouble </w:t>
            </w:r>
            <w:r w:rsidR="00E53A35" w:rsidRPr="00E4005D">
              <w:rPr>
                <w:lang w:val="en-GB"/>
              </w:rPr>
              <w:t>a</w:t>
            </w:r>
            <w:r w:rsidRPr="00E4005D">
              <w:rPr>
                <w:lang w:val="en-GB"/>
              </w:rPr>
              <w:t>cting</w:t>
            </w:r>
          </w:p>
        </w:tc>
        <w:tc>
          <w:tcPr>
            <w:tcW w:w="1439" w:type="dxa"/>
            <w:shd w:val="clear" w:color="auto" w:fill="auto"/>
            <w:tcMar>
              <w:top w:w="28" w:type="dxa"/>
              <w:left w:w="28" w:type="dxa"/>
              <w:bottom w:w="28" w:type="dxa"/>
              <w:right w:w="28" w:type="dxa"/>
            </w:tcMar>
          </w:tcPr>
          <w:p w14:paraId="304BA164" w14:textId="77777777" w:rsidR="00532E60" w:rsidRPr="00E4005D" w:rsidRDefault="00532E60" w:rsidP="00532E60">
            <w:pPr>
              <w:pStyle w:val="Tabletext"/>
              <w:rPr>
                <w:lang w:val="en-GB"/>
              </w:rPr>
            </w:pPr>
            <w:r w:rsidRPr="00E4005D">
              <w:rPr>
                <w:lang w:val="en-GB"/>
              </w:rPr>
              <w:t>Double</w:t>
            </w:r>
          </w:p>
        </w:tc>
        <w:tc>
          <w:tcPr>
            <w:tcW w:w="1169" w:type="dxa"/>
            <w:shd w:val="clear" w:color="auto" w:fill="auto"/>
            <w:tcMar>
              <w:top w:w="28" w:type="dxa"/>
              <w:left w:w="28" w:type="dxa"/>
              <w:bottom w:w="28" w:type="dxa"/>
              <w:right w:w="28" w:type="dxa"/>
            </w:tcMar>
          </w:tcPr>
          <w:p w14:paraId="607B37E4" w14:textId="77777777" w:rsidR="00532E60" w:rsidRPr="00E4005D" w:rsidRDefault="00532E60" w:rsidP="00532E60">
            <w:pPr>
              <w:pStyle w:val="Tabletext"/>
              <w:rPr>
                <w:lang w:val="en-GB"/>
              </w:rPr>
            </w:pPr>
            <w:r w:rsidRPr="00E4005D">
              <w:rPr>
                <w:lang w:val="en-GB"/>
              </w:rPr>
              <w:t>40+</w:t>
            </w:r>
          </w:p>
        </w:tc>
        <w:tc>
          <w:tcPr>
            <w:tcW w:w="895" w:type="dxa"/>
          </w:tcPr>
          <w:p w14:paraId="721C195D" w14:textId="77777777" w:rsidR="00532E60" w:rsidRPr="00E4005D" w:rsidRDefault="00532E60" w:rsidP="00532E60">
            <w:pPr>
              <w:pStyle w:val="Tabletext"/>
              <w:rPr>
                <w:lang w:val="en-GB"/>
              </w:rPr>
            </w:pPr>
            <w:r w:rsidRPr="00E4005D">
              <w:rPr>
                <w:lang w:val="en-GB"/>
              </w:rPr>
              <w:t>Heavy</w:t>
            </w:r>
          </w:p>
        </w:tc>
        <w:tc>
          <w:tcPr>
            <w:tcW w:w="994" w:type="dxa"/>
          </w:tcPr>
          <w:p w14:paraId="3B06086F" w14:textId="77777777" w:rsidR="00532E60" w:rsidRPr="00E4005D" w:rsidRDefault="00532E60" w:rsidP="00532E60">
            <w:pPr>
              <w:pStyle w:val="Tabletext"/>
              <w:rPr>
                <w:lang w:val="en-GB"/>
              </w:rPr>
            </w:pPr>
          </w:p>
        </w:tc>
      </w:tr>
    </w:tbl>
    <w:p w14:paraId="19AA275D" w14:textId="77777777" w:rsidR="00532E60" w:rsidRPr="00E4005D" w:rsidRDefault="00532E60" w:rsidP="00532E60"/>
    <w:p w14:paraId="2FB4CFC3" w14:textId="49FA5BFD" w:rsidR="00532E60" w:rsidRPr="00E4005D" w:rsidRDefault="00E53A35" w:rsidP="00DE57A9">
      <w:pPr>
        <w:pStyle w:val="Heading4"/>
      </w:pPr>
      <w:r w:rsidRPr="00E4005D">
        <w:t>S</w:t>
      </w:r>
      <w:r w:rsidR="00532E60" w:rsidRPr="00E4005D">
        <w:t>moke sealing system</w:t>
      </w:r>
      <w:r w:rsidR="00DE57A9" w:rsidRPr="00E4005D">
        <w:t xml:space="preserve"> schedule</w:t>
      </w:r>
      <w:r w:rsidR="00532E60" w:rsidRPr="00E4005D">
        <w:t xml:space="preserve"> </w:t>
      </w:r>
      <w:r w:rsidRPr="00E4005D">
        <w:t xml:space="preserve">- </w:t>
      </w:r>
      <w:r w:rsidR="001708F8" w:rsidRPr="00E4005D">
        <w:t>f</w:t>
      </w:r>
      <w:r w:rsidRPr="00E4005D">
        <w:t>ire engineered alternative solution tested</w:t>
      </w:r>
      <w:r w:rsidR="001708F8" w:rsidRPr="00E4005D">
        <w:t xml:space="preserve"> to AS 1530.7</w:t>
      </w:r>
    </w:p>
    <w:p w14:paraId="46932F6D" w14:textId="32BF10C7" w:rsidR="00532E60" w:rsidRPr="00E4005D" w:rsidRDefault="00532E60" w:rsidP="00532E60">
      <w:pPr>
        <w:pStyle w:val="Instructions"/>
        <w:rPr>
          <w:shd w:val="clear" w:color="auto" w:fill="FFFFFF"/>
        </w:rPr>
      </w:pPr>
      <w:r w:rsidRPr="00E4005D">
        <w:rPr>
          <w:shd w:val="clear" w:color="auto" w:fill="FFFFFF"/>
        </w:rPr>
        <w:t xml:space="preserve">These systems are tested to AS 1530.7. They may be used where the source of exposure is from either side of the door opening and can be used when a Fire Engineered alternative solution is required. Effective combinations of Smoke and Acoustic seals tested on solid core doors meet the requirements for to BCA Spec C3.4. </w:t>
      </w:r>
      <w:r w:rsidR="002359B9" w:rsidRPr="00E4005D">
        <w:t>Refer to the RAVEN website for updated systems.</w:t>
      </w:r>
      <w:r w:rsidR="001708F8" w:rsidRPr="00E4005D">
        <w:t xml:space="preserve"> </w:t>
      </w:r>
    </w:p>
    <w:p w14:paraId="178F3C4C" w14:textId="7F795523" w:rsidR="00532E60" w:rsidRPr="00E4005D" w:rsidRDefault="00532E60" w:rsidP="00532E60">
      <w:pPr>
        <w:pStyle w:val="Instructions"/>
        <w:rPr>
          <w:rFonts w:ascii="Myriad Pro" w:hAnsi="Myriad Pro" w:cs="Myriad Pro"/>
          <w:b/>
          <w:sz w:val="18"/>
          <w:szCs w:val="18"/>
          <w:lang w:val="en-GB"/>
        </w:rPr>
      </w:pPr>
      <w:r w:rsidRPr="00E4005D">
        <w:rPr>
          <w:shd w:val="clear" w:color="auto" w:fill="FFFFFF"/>
        </w:rPr>
        <w:t>AS 1530.7 ≤ 25</w:t>
      </w:r>
      <w:r w:rsidR="00DE3706" w:rsidRPr="00E4005D">
        <w:rPr>
          <w:shd w:val="clear" w:color="auto" w:fill="FFFFFF"/>
        </w:rPr>
        <w:t xml:space="preserve"> </w:t>
      </w:r>
      <w:r w:rsidRPr="00E4005D">
        <w:rPr>
          <w:shd w:val="clear" w:color="auto" w:fill="FFFFFF"/>
        </w:rPr>
        <w:t>m</w:t>
      </w:r>
      <w:r w:rsidRPr="00E4005D">
        <w:rPr>
          <w:shd w:val="clear" w:color="auto" w:fill="FFFFFF"/>
          <w:vertAlign w:val="superscript"/>
        </w:rPr>
        <w:t>3</w:t>
      </w:r>
      <w:r w:rsidRPr="00E4005D">
        <w:rPr>
          <w:shd w:val="clear" w:color="auto" w:fill="FFFFFF"/>
        </w:rPr>
        <w:t>/h @ 25 Pa for single doors and ≤ 40m</w:t>
      </w:r>
      <w:r w:rsidRPr="00E4005D">
        <w:rPr>
          <w:shd w:val="clear" w:color="auto" w:fill="FFFFFF"/>
          <w:vertAlign w:val="superscript"/>
        </w:rPr>
        <w:t>3</w:t>
      </w:r>
      <w:r w:rsidRPr="00E4005D">
        <w:rPr>
          <w:shd w:val="clear" w:color="auto" w:fill="FFFFFF"/>
        </w:rPr>
        <w:t>/h @ 25 Pa for double doors when exposed to 200°C for 30 minutes in accordance with AS 6905.</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643"/>
        <w:gridCol w:w="1309"/>
        <w:gridCol w:w="832"/>
        <w:gridCol w:w="1016"/>
        <w:gridCol w:w="1202"/>
        <w:gridCol w:w="1016"/>
        <w:gridCol w:w="1109"/>
      </w:tblGrid>
      <w:tr w:rsidR="00DE3706" w:rsidRPr="00E4005D" w14:paraId="39A248B9" w14:textId="77777777" w:rsidTr="00DE3706">
        <w:trPr>
          <w:tblHeader/>
        </w:trPr>
        <w:tc>
          <w:tcPr>
            <w:tcW w:w="2623" w:type="dxa"/>
            <w:vMerge w:val="restart"/>
            <w:shd w:val="clear" w:color="auto" w:fill="FFFFFF" w:themeFill="background1"/>
            <w:tcMar>
              <w:top w:w="28" w:type="dxa"/>
              <w:left w:w="28" w:type="dxa"/>
              <w:bottom w:w="28" w:type="dxa"/>
              <w:right w:w="28" w:type="dxa"/>
            </w:tcMar>
          </w:tcPr>
          <w:p w14:paraId="6D08DEF6" w14:textId="77777777" w:rsidR="00DE3706" w:rsidRPr="00E4005D" w:rsidRDefault="00DE3706" w:rsidP="00C806F9">
            <w:pPr>
              <w:pStyle w:val="Tabletitle"/>
              <w:rPr>
                <w:lang w:val="en-GB"/>
              </w:rPr>
            </w:pPr>
            <w:r w:rsidRPr="00E4005D">
              <w:rPr>
                <w:lang w:val="en-GB"/>
              </w:rPr>
              <w:t>RAVEN smoke sealing system</w:t>
            </w:r>
          </w:p>
        </w:tc>
        <w:tc>
          <w:tcPr>
            <w:tcW w:w="4328" w:type="dxa"/>
            <w:gridSpan w:val="4"/>
            <w:shd w:val="clear" w:color="auto" w:fill="FFFFFF" w:themeFill="background1"/>
          </w:tcPr>
          <w:p w14:paraId="085E7BC8" w14:textId="77777777" w:rsidR="00DE3706" w:rsidRPr="00E4005D" w:rsidRDefault="00DE3706" w:rsidP="00C806F9">
            <w:pPr>
              <w:pStyle w:val="Tabletitle"/>
              <w:rPr>
                <w:lang w:val="en-GB"/>
              </w:rPr>
            </w:pPr>
            <w:r w:rsidRPr="00E4005D">
              <w:rPr>
                <w:lang w:val="en-GB"/>
              </w:rPr>
              <w:t>Door</w:t>
            </w:r>
          </w:p>
        </w:tc>
        <w:tc>
          <w:tcPr>
            <w:tcW w:w="1009" w:type="dxa"/>
            <w:vMerge w:val="restart"/>
            <w:shd w:val="clear" w:color="auto" w:fill="FFFFFF" w:themeFill="background1"/>
          </w:tcPr>
          <w:p w14:paraId="66827FBF" w14:textId="3051A89F" w:rsidR="00DE3706" w:rsidRPr="00E4005D" w:rsidRDefault="00DE3706" w:rsidP="00DE3706">
            <w:pPr>
              <w:pStyle w:val="Tabletitle"/>
              <w:rPr>
                <w:lang w:val="en-GB"/>
              </w:rPr>
            </w:pPr>
            <w:r w:rsidRPr="00E4005D">
              <w:rPr>
                <w:lang w:val="en-GB"/>
              </w:rPr>
              <w:t>Duty level</w:t>
            </w:r>
          </w:p>
        </w:tc>
        <w:tc>
          <w:tcPr>
            <w:tcW w:w="1101" w:type="dxa"/>
            <w:vMerge w:val="restart"/>
            <w:shd w:val="clear" w:color="auto" w:fill="FFFFFF" w:themeFill="background1"/>
          </w:tcPr>
          <w:p w14:paraId="376BB241" w14:textId="77777777" w:rsidR="00DE3706" w:rsidRPr="00E4005D" w:rsidRDefault="00DE3706" w:rsidP="00C806F9">
            <w:pPr>
              <w:pStyle w:val="Tabletitle"/>
              <w:rPr>
                <w:lang w:val="en-GB"/>
              </w:rPr>
            </w:pPr>
            <w:r w:rsidRPr="00E4005D">
              <w:rPr>
                <w:lang w:val="en-GB"/>
              </w:rPr>
              <w:t>Door No.</w:t>
            </w:r>
          </w:p>
        </w:tc>
      </w:tr>
      <w:tr w:rsidR="00DE3706" w:rsidRPr="00E4005D" w14:paraId="7A79A46E" w14:textId="77777777" w:rsidTr="00DE3706">
        <w:trPr>
          <w:tblHeader/>
        </w:trPr>
        <w:tc>
          <w:tcPr>
            <w:tcW w:w="2623" w:type="dxa"/>
            <w:vMerge/>
            <w:shd w:val="clear" w:color="auto" w:fill="A6A6A6" w:themeFill="background1" w:themeFillShade="A6"/>
            <w:tcMar>
              <w:top w:w="28" w:type="dxa"/>
              <w:left w:w="28" w:type="dxa"/>
              <w:bottom w:w="28" w:type="dxa"/>
              <w:right w:w="28" w:type="dxa"/>
            </w:tcMar>
          </w:tcPr>
          <w:p w14:paraId="21CCA445" w14:textId="77777777" w:rsidR="00DE3706" w:rsidRPr="00E4005D" w:rsidRDefault="00DE3706" w:rsidP="00C806F9">
            <w:pPr>
              <w:suppressAutoHyphens/>
              <w:autoSpaceDE w:val="0"/>
              <w:autoSpaceDN w:val="0"/>
              <w:adjustRightInd w:val="0"/>
              <w:spacing w:after="0"/>
              <w:textAlignment w:val="center"/>
              <w:rPr>
                <w:rFonts w:cs="Arial"/>
                <w:b/>
                <w:color w:val="00B0F0"/>
                <w:sz w:val="16"/>
                <w:szCs w:val="16"/>
                <w:lang w:val="en-GB"/>
              </w:rPr>
            </w:pPr>
          </w:p>
        </w:tc>
        <w:tc>
          <w:tcPr>
            <w:tcW w:w="1300" w:type="dxa"/>
            <w:shd w:val="clear" w:color="auto" w:fill="FFFFFF" w:themeFill="background1"/>
          </w:tcPr>
          <w:p w14:paraId="42C6B459" w14:textId="77777777" w:rsidR="00DE3706" w:rsidRPr="00E4005D" w:rsidRDefault="00DE3706" w:rsidP="00C806F9">
            <w:pPr>
              <w:pStyle w:val="Tabletitle"/>
              <w:rPr>
                <w:lang w:val="en-GB"/>
              </w:rPr>
            </w:pPr>
            <w:r w:rsidRPr="00E4005D">
              <w:rPr>
                <w:lang w:val="en-GB"/>
              </w:rPr>
              <w:t>Seal installation type</w:t>
            </w:r>
          </w:p>
        </w:tc>
        <w:tc>
          <w:tcPr>
            <w:tcW w:w="826" w:type="dxa"/>
            <w:shd w:val="clear" w:color="auto" w:fill="FFFFFF" w:themeFill="background1"/>
            <w:tcMar>
              <w:top w:w="28" w:type="dxa"/>
              <w:left w:w="28" w:type="dxa"/>
              <w:bottom w:w="28" w:type="dxa"/>
              <w:right w:w="28" w:type="dxa"/>
            </w:tcMar>
          </w:tcPr>
          <w:p w14:paraId="5C018688" w14:textId="77777777" w:rsidR="00DE3706" w:rsidRPr="00E4005D" w:rsidRDefault="00DE3706" w:rsidP="00C806F9">
            <w:pPr>
              <w:pStyle w:val="Tabletitle"/>
              <w:rPr>
                <w:lang w:val="en-GB"/>
              </w:rPr>
            </w:pPr>
            <w:r w:rsidRPr="00E4005D">
              <w:rPr>
                <w:lang w:val="en-GB"/>
              </w:rPr>
              <w:t>Hinge</w:t>
            </w:r>
          </w:p>
        </w:tc>
        <w:tc>
          <w:tcPr>
            <w:tcW w:w="1009" w:type="dxa"/>
            <w:shd w:val="clear" w:color="auto" w:fill="FFFFFF" w:themeFill="background1"/>
            <w:tcMar>
              <w:top w:w="28" w:type="dxa"/>
              <w:left w:w="28" w:type="dxa"/>
              <w:bottom w:w="28" w:type="dxa"/>
              <w:right w:w="28" w:type="dxa"/>
            </w:tcMar>
          </w:tcPr>
          <w:p w14:paraId="41930532" w14:textId="77777777" w:rsidR="00DE3706" w:rsidRPr="00E4005D" w:rsidRDefault="00DE3706" w:rsidP="00C806F9">
            <w:pPr>
              <w:pStyle w:val="Tabletitle"/>
              <w:rPr>
                <w:lang w:val="en-GB"/>
              </w:rPr>
            </w:pPr>
            <w:r w:rsidRPr="00E4005D">
              <w:rPr>
                <w:lang w:val="en-GB"/>
              </w:rPr>
              <w:t>Configuration</w:t>
            </w:r>
          </w:p>
        </w:tc>
        <w:tc>
          <w:tcPr>
            <w:tcW w:w="1193" w:type="dxa"/>
            <w:shd w:val="clear" w:color="auto" w:fill="FFFFFF" w:themeFill="background1"/>
            <w:tcMar>
              <w:top w:w="28" w:type="dxa"/>
              <w:left w:w="28" w:type="dxa"/>
              <w:bottom w:w="28" w:type="dxa"/>
              <w:right w:w="28" w:type="dxa"/>
            </w:tcMar>
          </w:tcPr>
          <w:p w14:paraId="403B1752" w14:textId="77777777" w:rsidR="00DE3706" w:rsidRPr="00E4005D" w:rsidRDefault="00DE3706" w:rsidP="00C806F9">
            <w:pPr>
              <w:pStyle w:val="Tabletitle"/>
              <w:rPr>
                <w:lang w:val="en-GB"/>
              </w:rPr>
            </w:pPr>
            <w:r w:rsidRPr="00E4005D">
              <w:rPr>
                <w:lang w:val="en-GB"/>
              </w:rPr>
              <w:t>Thickness</w:t>
            </w:r>
          </w:p>
          <w:p w14:paraId="35FA7B8F" w14:textId="77777777" w:rsidR="00DE3706" w:rsidRPr="00E4005D" w:rsidRDefault="00DE3706" w:rsidP="00C806F9">
            <w:pPr>
              <w:pStyle w:val="Tabletitle"/>
              <w:rPr>
                <w:lang w:val="en-GB"/>
              </w:rPr>
            </w:pPr>
            <w:r w:rsidRPr="00E4005D">
              <w:rPr>
                <w:lang w:val="en-GB"/>
              </w:rPr>
              <w:t>(mm)</w:t>
            </w:r>
          </w:p>
        </w:tc>
        <w:tc>
          <w:tcPr>
            <w:tcW w:w="1009" w:type="dxa"/>
            <w:vMerge/>
            <w:shd w:val="clear" w:color="auto" w:fill="D9D9D9" w:themeFill="background1" w:themeFillShade="D9"/>
          </w:tcPr>
          <w:p w14:paraId="6562DD76" w14:textId="77777777" w:rsidR="00DE3706" w:rsidRPr="00E4005D" w:rsidRDefault="00DE3706" w:rsidP="00C806F9">
            <w:pPr>
              <w:suppressAutoHyphens/>
              <w:autoSpaceDE w:val="0"/>
              <w:autoSpaceDN w:val="0"/>
              <w:adjustRightInd w:val="0"/>
              <w:spacing w:after="0"/>
              <w:jc w:val="center"/>
              <w:textAlignment w:val="center"/>
              <w:rPr>
                <w:rFonts w:cs="Arial"/>
                <w:b/>
                <w:color w:val="00B0F0"/>
                <w:sz w:val="16"/>
                <w:szCs w:val="16"/>
                <w:lang w:val="en-GB"/>
              </w:rPr>
            </w:pPr>
          </w:p>
        </w:tc>
        <w:tc>
          <w:tcPr>
            <w:tcW w:w="1101" w:type="dxa"/>
            <w:vMerge/>
            <w:shd w:val="clear" w:color="auto" w:fill="D9D9D9" w:themeFill="background1" w:themeFillShade="D9"/>
          </w:tcPr>
          <w:p w14:paraId="1CD6E0C5" w14:textId="77777777" w:rsidR="00DE3706" w:rsidRPr="00E4005D" w:rsidRDefault="00DE3706" w:rsidP="00C806F9">
            <w:pPr>
              <w:suppressAutoHyphens/>
              <w:autoSpaceDE w:val="0"/>
              <w:autoSpaceDN w:val="0"/>
              <w:adjustRightInd w:val="0"/>
              <w:spacing w:after="0"/>
              <w:jc w:val="center"/>
              <w:textAlignment w:val="center"/>
              <w:rPr>
                <w:rFonts w:cs="Arial"/>
                <w:b/>
                <w:color w:val="00B0F0"/>
                <w:sz w:val="16"/>
                <w:szCs w:val="16"/>
                <w:lang w:val="en-GB"/>
              </w:rPr>
            </w:pPr>
          </w:p>
        </w:tc>
      </w:tr>
      <w:tr w:rsidR="00C806F9" w:rsidRPr="00E4005D" w14:paraId="04CA3DED" w14:textId="77777777" w:rsidTr="00DE3706">
        <w:tc>
          <w:tcPr>
            <w:tcW w:w="2623" w:type="dxa"/>
            <w:shd w:val="clear" w:color="auto" w:fill="auto"/>
            <w:tcMar>
              <w:top w:w="28" w:type="dxa"/>
              <w:left w:w="28" w:type="dxa"/>
              <w:bottom w:w="28" w:type="dxa"/>
              <w:right w:w="28" w:type="dxa"/>
            </w:tcMar>
          </w:tcPr>
          <w:p w14:paraId="27A5F903" w14:textId="77777777" w:rsidR="00C806F9" w:rsidRPr="00E4005D" w:rsidRDefault="00C806F9" w:rsidP="00C806F9">
            <w:pPr>
              <w:pStyle w:val="Tabletext"/>
              <w:rPr>
                <w:lang w:val="en-GB"/>
              </w:rPr>
            </w:pPr>
            <w:r w:rsidRPr="00E4005D">
              <w:rPr>
                <w:lang w:val="en-GB"/>
              </w:rPr>
              <w:t>RP120 + RP8Si</w:t>
            </w:r>
          </w:p>
        </w:tc>
        <w:tc>
          <w:tcPr>
            <w:tcW w:w="1300" w:type="dxa"/>
          </w:tcPr>
          <w:p w14:paraId="254EB50B" w14:textId="77777777" w:rsidR="00C806F9" w:rsidRPr="00E4005D" w:rsidRDefault="00C806F9" w:rsidP="00C806F9">
            <w:pPr>
              <w:pStyle w:val="Tabletext"/>
              <w:rPr>
                <w:lang w:val="en-GB"/>
              </w:rPr>
            </w:pPr>
            <w:r w:rsidRPr="00E4005D">
              <w:rPr>
                <w:lang w:val="en-GB"/>
              </w:rPr>
              <w:t>Mortised</w:t>
            </w:r>
          </w:p>
        </w:tc>
        <w:tc>
          <w:tcPr>
            <w:tcW w:w="826" w:type="dxa"/>
            <w:shd w:val="clear" w:color="auto" w:fill="auto"/>
            <w:tcMar>
              <w:top w:w="28" w:type="dxa"/>
              <w:left w:w="28" w:type="dxa"/>
              <w:bottom w:w="28" w:type="dxa"/>
              <w:right w:w="28" w:type="dxa"/>
            </w:tcMar>
          </w:tcPr>
          <w:p w14:paraId="57842F60"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051A618D" w14:textId="77777777" w:rsidR="00C806F9" w:rsidRPr="00E4005D" w:rsidRDefault="00C806F9" w:rsidP="00C806F9">
            <w:pPr>
              <w:pStyle w:val="Tabletext"/>
              <w:rPr>
                <w:lang w:val="en-GB"/>
              </w:rPr>
            </w:pPr>
            <w:r w:rsidRPr="00E4005D">
              <w:rPr>
                <w:lang w:val="en-GB"/>
              </w:rPr>
              <w:t>Single</w:t>
            </w:r>
          </w:p>
        </w:tc>
        <w:tc>
          <w:tcPr>
            <w:tcW w:w="1193" w:type="dxa"/>
            <w:shd w:val="clear" w:color="auto" w:fill="auto"/>
            <w:tcMar>
              <w:top w:w="28" w:type="dxa"/>
              <w:left w:w="28" w:type="dxa"/>
              <w:bottom w:w="28" w:type="dxa"/>
              <w:right w:w="28" w:type="dxa"/>
            </w:tcMar>
          </w:tcPr>
          <w:p w14:paraId="601D125F" w14:textId="77777777" w:rsidR="00C806F9" w:rsidRPr="00E4005D" w:rsidRDefault="00C806F9" w:rsidP="00C806F9">
            <w:pPr>
              <w:pStyle w:val="Tabletext"/>
              <w:rPr>
                <w:lang w:val="en-GB"/>
              </w:rPr>
            </w:pPr>
            <w:r w:rsidRPr="00E4005D">
              <w:rPr>
                <w:lang w:val="en-GB"/>
              </w:rPr>
              <w:t>35+</w:t>
            </w:r>
          </w:p>
        </w:tc>
        <w:tc>
          <w:tcPr>
            <w:tcW w:w="1009" w:type="dxa"/>
          </w:tcPr>
          <w:p w14:paraId="5656B089" w14:textId="77777777" w:rsidR="00C806F9" w:rsidRPr="00E4005D" w:rsidRDefault="00C806F9" w:rsidP="00C806F9">
            <w:pPr>
              <w:pStyle w:val="Tabletext"/>
              <w:rPr>
                <w:lang w:val="en-GB"/>
              </w:rPr>
            </w:pPr>
            <w:r w:rsidRPr="00E4005D">
              <w:rPr>
                <w:lang w:val="en-GB"/>
              </w:rPr>
              <w:t>Medium</w:t>
            </w:r>
          </w:p>
        </w:tc>
        <w:tc>
          <w:tcPr>
            <w:tcW w:w="1101" w:type="dxa"/>
          </w:tcPr>
          <w:p w14:paraId="56BF526F" w14:textId="77777777" w:rsidR="00C806F9" w:rsidRPr="00E4005D" w:rsidRDefault="00C806F9" w:rsidP="00C806F9">
            <w:pPr>
              <w:pStyle w:val="Tabletext"/>
              <w:rPr>
                <w:lang w:val="en-GB"/>
              </w:rPr>
            </w:pPr>
          </w:p>
        </w:tc>
      </w:tr>
      <w:tr w:rsidR="00C806F9" w:rsidRPr="00E4005D" w14:paraId="1F239714" w14:textId="77777777" w:rsidTr="00DE3706">
        <w:tc>
          <w:tcPr>
            <w:tcW w:w="2623" w:type="dxa"/>
            <w:shd w:val="clear" w:color="auto" w:fill="auto"/>
            <w:tcMar>
              <w:top w:w="28" w:type="dxa"/>
              <w:left w:w="28" w:type="dxa"/>
              <w:bottom w:w="28" w:type="dxa"/>
              <w:right w:w="28" w:type="dxa"/>
            </w:tcMar>
          </w:tcPr>
          <w:p w14:paraId="5DB65927" w14:textId="77777777" w:rsidR="00C806F9" w:rsidRPr="00E4005D" w:rsidRDefault="00C806F9" w:rsidP="00C806F9">
            <w:pPr>
              <w:pStyle w:val="Tabletext"/>
              <w:rPr>
                <w:lang w:val="en-GB"/>
              </w:rPr>
            </w:pPr>
            <w:r w:rsidRPr="00E4005D">
              <w:rPr>
                <w:lang w:val="en-GB"/>
              </w:rPr>
              <w:t>RP670 + RP8Si</w:t>
            </w:r>
          </w:p>
        </w:tc>
        <w:tc>
          <w:tcPr>
            <w:tcW w:w="1300" w:type="dxa"/>
          </w:tcPr>
          <w:p w14:paraId="378725E1" w14:textId="77777777" w:rsidR="00C806F9" w:rsidRPr="00E4005D" w:rsidRDefault="00C806F9" w:rsidP="00C806F9">
            <w:pPr>
              <w:pStyle w:val="Tabletext"/>
              <w:rPr>
                <w:lang w:val="en-GB"/>
              </w:rPr>
            </w:pPr>
            <w:r w:rsidRPr="00E4005D">
              <w:rPr>
                <w:lang w:val="en-GB"/>
              </w:rPr>
              <w:t>Mortised</w:t>
            </w:r>
          </w:p>
        </w:tc>
        <w:tc>
          <w:tcPr>
            <w:tcW w:w="826" w:type="dxa"/>
            <w:shd w:val="clear" w:color="auto" w:fill="auto"/>
            <w:tcMar>
              <w:top w:w="28" w:type="dxa"/>
              <w:left w:w="28" w:type="dxa"/>
              <w:bottom w:w="28" w:type="dxa"/>
              <w:right w:w="28" w:type="dxa"/>
            </w:tcMar>
          </w:tcPr>
          <w:p w14:paraId="56C4F41D"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5CD5F265" w14:textId="77777777" w:rsidR="00C806F9" w:rsidRPr="00E4005D" w:rsidRDefault="00C806F9" w:rsidP="00C806F9">
            <w:pPr>
              <w:pStyle w:val="Tabletext"/>
              <w:rPr>
                <w:lang w:val="en-GB"/>
              </w:rPr>
            </w:pPr>
            <w:r w:rsidRPr="00E4005D">
              <w:rPr>
                <w:lang w:val="en-GB"/>
              </w:rPr>
              <w:t>Single</w:t>
            </w:r>
          </w:p>
        </w:tc>
        <w:tc>
          <w:tcPr>
            <w:tcW w:w="1193" w:type="dxa"/>
            <w:shd w:val="clear" w:color="auto" w:fill="auto"/>
            <w:tcMar>
              <w:top w:w="28" w:type="dxa"/>
              <w:left w:w="28" w:type="dxa"/>
              <w:bottom w:w="28" w:type="dxa"/>
              <w:right w:w="28" w:type="dxa"/>
            </w:tcMar>
          </w:tcPr>
          <w:p w14:paraId="16C1022F" w14:textId="77777777" w:rsidR="00C806F9" w:rsidRPr="00E4005D" w:rsidRDefault="00C806F9" w:rsidP="00C806F9">
            <w:pPr>
              <w:pStyle w:val="Tabletext"/>
              <w:rPr>
                <w:lang w:val="en-GB"/>
              </w:rPr>
            </w:pPr>
            <w:r w:rsidRPr="00E4005D">
              <w:rPr>
                <w:lang w:val="en-GB"/>
              </w:rPr>
              <w:t>35+</w:t>
            </w:r>
          </w:p>
        </w:tc>
        <w:tc>
          <w:tcPr>
            <w:tcW w:w="1009" w:type="dxa"/>
          </w:tcPr>
          <w:p w14:paraId="057D715C" w14:textId="77777777" w:rsidR="00C806F9" w:rsidRPr="00E4005D" w:rsidRDefault="00C806F9" w:rsidP="00C806F9">
            <w:pPr>
              <w:pStyle w:val="Tabletext"/>
              <w:rPr>
                <w:lang w:val="en-GB"/>
              </w:rPr>
            </w:pPr>
            <w:r w:rsidRPr="00E4005D">
              <w:rPr>
                <w:lang w:val="en-GB"/>
              </w:rPr>
              <w:t>Medium</w:t>
            </w:r>
          </w:p>
        </w:tc>
        <w:tc>
          <w:tcPr>
            <w:tcW w:w="1101" w:type="dxa"/>
          </w:tcPr>
          <w:p w14:paraId="38729750" w14:textId="77777777" w:rsidR="00C806F9" w:rsidRPr="00E4005D" w:rsidRDefault="00C806F9" w:rsidP="00C806F9">
            <w:pPr>
              <w:pStyle w:val="Tabletext"/>
              <w:rPr>
                <w:lang w:val="en-GB"/>
              </w:rPr>
            </w:pPr>
          </w:p>
        </w:tc>
      </w:tr>
      <w:tr w:rsidR="00C806F9" w:rsidRPr="00E4005D" w14:paraId="61FE3314" w14:textId="77777777" w:rsidTr="00DE3706">
        <w:tc>
          <w:tcPr>
            <w:tcW w:w="2623" w:type="dxa"/>
            <w:shd w:val="clear" w:color="auto" w:fill="auto"/>
            <w:tcMar>
              <w:top w:w="28" w:type="dxa"/>
              <w:left w:w="28" w:type="dxa"/>
              <w:bottom w:w="28" w:type="dxa"/>
              <w:right w:w="28" w:type="dxa"/>
            </w:tcMar>
          </w:tcPr>
          <w:p w14:paraId="3367AAE4" w14:textId="77777777" w:rsidR="00C806F9" w:rsidRPr="00E4005D" w:rsidRDefault="00C806F9" w:rsidP="00C806F9">
            <w:pPr>
              <w:pStyle w:val="Tabletext"/>
              <w:rPr>
                <w:lang w:val="en-GB"/>
              </w:rPr>
            </w:pPr>
            <w:r w:rsidRPr="00E4005D">
              <w:rPr>
                <w:lang w:val="en-GB"/>
              </w:rPr>
              <w:t>RP124 + RP35Si</w:t>
            </w:r>
          </w:p>
        </w:tc>
        <w:tc>
          <w:tcPr>
            <w:tcW w:w="1300" w:type="dxa"/>
          </w:tcPr>
          <w:p w14:paraId="2B13B164" w14:textId="717AF88A" w:rsidR="00C806F9" w:rsidRPr="00E4005D" w:rsidRDefault="00C806F9" w:rsidP="00C806F9">
            <w:pPr>
              <w:pStyle w:val="Tabletext"/>
              <w:rPr>
                <w:lang w:val="en-GB"/>
              </w:rPr>
            </w:pPr>
            <w:r w:rsidRPr="00E4005D">
              <w:rPr>
                <w:lang w:val="en-GB"/>
              </w:rPr>
              <w:t>Face</w:t>
            </w:r>
            <w:r w:rsidR="00E53A35" w:rsidRPr="00E4005D">
              <w:rPr>
                <w:lang w:val="en-GB"/>
              </w:rPr>
              <w:t xml:space="preserve"> f</w:t>
            </w:r>
            <w:r w:rsidRPr="00E4005D">
              <w:rPr>
                <w:lang w:val="en-GB"/>
              </w:rPr>
              <w:t>ixed</w:t>
            </w:r>
          </w:p>
        </w:tc>
        <w:tc>
          <w:tcPr>
            <w:tcW w:w="826" w:type="dxa"/>
            <w:shd w:val="clear" w:color="auto" w:fill="auto"/>
            <w:tcMar>
              <w:top w:w="28" w:type="dxa"/>
              <w:left w:w="28" w:type="dxa"/>
              <w:bottom w:w="28" w:type="dxa"/>
              <w:right w:w="28" w:type="dxa"/>
            </w:tcMar>
          </w:tcPr>
          <w:p w14:paraId="2D890486"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7C7F4F2F" w14:textId="77777777" w:rsidR="00C806F9" w:rsidRPr="00E4005D" w:rsidRDefault="00C806F9" w:rsidP="00C806F9">
            <w:pPr>
              <w:pStyle w:val="Tabletext"/>
              <w:rPr>
                <w:lang w:val="en-GB"/>
              </w:rPr>
            </w:pPr>
            <w:r w:rsidRPr="00E4005D">
              <w:rPr>
                <w:lang w:val="en-GB"/>
              </w:rPr>
              <w:t>Single</w:t>
            </w:r>
          </w:p>
        </w:tc>
        <w:tc>
          <w:tcPr>
            <w:tcW w:w="1193" w:type="dxa"/>
            <w:shd w:val="clear" w:color="auto" w:fill="auto"/>
            <w:tcMar>
              <w:top w:w="28" w:type="dxa"/>
              <w:left w:w="28" w:type="dxa"/>
              <w:bottom w:w="28" w:type="dxa"/>
              <w:right w:w="28" w:type="dxa"/>
            </w:tcMar>
          </w:tcPr>
          <w:p w14:paraId="3B0DBB5B" w14:textId="77777777" w:rsidR="00C806F9" w:rsidRPr="00E4005D" w:rsidRDefault="00C806F9" w:rsidP="00C806F9">
            <w:pPr>
              <w:pStyle w:val="Tabletext"/>
              <w:rPr>
                <w:lang w:val="en-GB"/>
              </w:rPr>
            </w:pPr>
            <w:r w:rsidRPr="00E4005D">
              <w:rPr>
                <w:lang w:val="en-GB"/>
              </w:rPr>
              <w:t>35+</w:t>
            </w:r>
          </w:p>
        </w:tc>
        <w:tc>
          <w:tcPr>
            <w:tcW w:w="1009" w:type="dxa"/>
          </w:tcPr>
          <w:p w14:paraId="18D96083" w14:textId="77777777" w:rsidR="00C806F9" w:rsidRPr="00E4005D" w:rsidRDefault="00C806F9" w:rsidP="00C806F9">
            <w:pPr>
              <w:pStyle w:val="Tabletext"/>
              <w:rPr>
                <w:lang w:val="en-GB"/>
              </w:rPr>
            </w:pPr>
            <w:r w:rsidRPr="00E4005D">
              <w:rPr>
                <w:lang w:val="en-GB"/>
              </w:rPr>
              <w:t>Medium</w:t>
            </w:r>
          </w:p>
        </w:tc>
        <w:tc>
          <w:tcPr>
            <w:tcW w:w="1101" w:type="dxa"/>
          </w:tcPr>
          <w:p w14:paraId="66583BE2" w14:textId="77777777" w:rsidR="00C806F9" w:rsidRPr="00E4005D" w:rsidRDefault="00C806F9" w:rsidP="00C806F9">
            <w:pPr>
              <w:pStyle w:val="Tabletext"/>
              <w:rPr>
                <w:lang w:val="en-GB"/>
              </w:rPr>
            </w:pPr>
          </w:p>
        </w:tc>
      </w:tr>
      <w:tr w:rsidR="00C806F9" w:rsidRPr="00E4005D" w14:paraId="75C897CF" w14:textId="77777777" w:rsidTr="00DE3706">
        <w:tc>
          <w:tcPr>
            <w:tcW w:w="2623" w:type="dxa"/>
            <w:shd w:val="clear" w:color="auto" w:fill="auto"/>
            <w:tcMar>
              <w:top w:w="28" w:type="dxa"/>
              <w:left w:w="28" w:type="dxa"/>
              <w:bottom w:w="28" w:type="dxa"/>
              <w:right w:w="28" w:type="dxa"/>
            </w:tcMar>
          </w:tcPr>
          <w:p w14:paraId="6FFA6845" w14:textId="77777777" w:rsidR="00C806F9" w:rsidRPr="00E4005D" w:rsidRDefault="00C806F9" w:rsidP="00C806F9">
            <w:pPr>
              <w:pStyle w:val="Tabletext"/>
              <w:rPr>
                <w:lang w:val="en-GB"/>
              </w:rPr>
            </w:pPr>
            <w:r w:rsidRPr="00E4005D">
              <w:rPr>
                <w:lang w:val="en-GB"/>
              </w:rPr>
              <w:t>RP76Si + RP8Si</w:t>
            </w:r>
          </w:p>
        </w:tc>
        <w:tc>
          <w:tcPr>
            <w:tcW w:w="1300" w:type="dxa"/>
          </w:tcPr>
          <w:p w14:paraId="747F0F62" w14:textId="77777777" w:rsidR="00C806F9" w:rsidRPr="00E4005D" w:rsidRDefault="00C806F9" w:rsidP="00C806F9">
            <w:pPr>
              <w:pStyle w:val="Tabletext"/>
              <w:rPr>
                <w:lang w:val="en-GB"/>
              </w:rPr>
            </w:pPr>
            <w:r w:rsidRPr="00E4005D">
              <w:rPr>
                <w:lang w:val="en-GB"/>
              </w:rPr>
              <w:t>Mortised</w:t>
            </w:r>
          </w:p>
        </w:tc>
        <w:tc>
          <w:tcPr>
            <w:tcW w:w="826" w:type="dxa"/>
            <w:shd w:val="clear" w:color="auto" w:fill="auto"/>
            <w:tcMar>
              <w:top w:w="28" w:type="dxa"/>
              <w:left w:w="28" w:type="dxa"/>
              <w:bottom w:w="28" w:type="dxa"/>
              <w:right w:w="28" w:type="dxa"/>
            </w:tcMar>
          </w:tcPr>
          <w:p w14:paraId="497E073B"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02E83A2E" w14:textId="77777777" w:rsidR="00C806F9" w:rsidRPr="00E4005D" w:rsidRDefault="00C806F9" w:rsidP="00C806F9">
            <w:pPr>
              <w:pStyle w:val="Tabletext"/>
              <w:rPr>
                <w:lang w:val="en-GB"/>
              </w:rPr>
            </w:pPr>
            <w:r w:rsidRPr="00E4005D">
              <w:rPr>
                <w:lang w:val="en-GB"/>
              </w:rPr>
              <w:t>Single</w:t>
            </w:r>
          </w:p>
        </w:tc>
        <w:tc>
          <w:tcPr>
            <w:tcW w:w="1193" w:type="dxa"/>
            <w:shd w:val="clear" w:color="auto" w:fill="auto"/>
            <w:tcMar>
              <w:top w:w="28" w:type="dxa"/>
              <w:left w:w="28" w:type="dxa"/>
              <w:bottom w:w="28" w:type="dxa"/>
              <w:right w:w="28" w:type="dxa"/>
            </w:tcMar>
          </w:tcPr>
          <w:p w14:paraId="220C9EBA" w14:textId="77777777" w:rsidR="00C806F9" w:rsidRPr="00E4005D" w:rsidRDefault="00C806F9" w:rsidP="00C806F9">
            <w:pPr>
              <w:pStyle w:val="Tabletext"/>
              <w:rPr>
                <w:lang w:val="en-GB"/>
              </w:rPr>
            </w:pPr>
            <w:r w:rsidRPr="00E4005D">
              <w:rPr>
                <w:lang w:val="en-GB"/>
              </w:rPr>
              <w:t>35+</w:t>
            </w:r>
          </w:p>
        </w:tc>
        <w:tc>
          <w:tcPr>
            <w:tcW w:w="1009" w:type="dxa"/>
          </w:tcPr>
          <w:p w14:paraId="5931F8E6" w14:textId="77777777" w:rsidR="00C806F9" w:rsidRPr="00E4005D" w:rsidRDefault="00C806F9" w:rsidP="00C806F9">
            <w:pPr>
              <w:pStyle w:val="Tabletext"/>
              <w:rPr>
                <w:lang w:val="en-GB"/>
              </w:rPr>
            </w:pPr>
            <w:r w:rsidRPr="00E4005D">
              <w:rPr>
                <w:lang w:val="en-GB"/>
              </w:rPr>
              <w:t>Heavy</w:t>
            </w:r>
          </w:p>
        </w:tc>
        <w:tc>
          <w:tcPr>
            <w:tcW w:w="1101" w:type="dxa"/>
          </w:tcPr>
          <w:p w14:paraId="6D266A4A" w14:textId="77777777" w:rsidR="00C806F9" w:rsidRPr="00E4005D" w:rsidRDefault="00C806F9" w:rsidP="00C806F9">
            <w:pPr>
              <w:pStyle w:val="Tabletext"/>
              <w:rPr>
                <w:lang w:val="en-GB"/>
              </w:rPr>
            </w:pPr>
          </w:p>
        </w:tc>
      </w:tr>
      <w:tr w:rsidR="00C806F9" w:rsidRPr="00E4005D" w14:paraId="180C72B3" w14:textId="77777777" w:rsidTr="00DE3706">
        <w:tc>
          <w:tcPr>
            <w:tcW w:w="2623" w:type="dxa"/>
            <w:shd w:val="clear" w:color="auto" w:fill="auto"/>
            <w:tcMar>
              <w:top w:w="28" w:type="dxa"/>
              <w:left w:w="28" w:type="dxa"/>
              <w:bottom w:w="28" w:type="dxa"/>
              <w:right w:w="28" w:type="dxa"/>
            </w:tcMar>
          </w:tcPr>
          <w:p w14:paraId="2B74D504" w14:textId="77777777" w:rsidR="00C806F9" w:rsidRPr="00E4005D" w:rsidRDefault="00C806F9" w:rsidP="00C806F9">
            <w:pPr>
              <w:pStyle w:val="Tabletext"/>
              <w:rPr>
                <w:lang w:val="en-GB"/>
              </w:rPr>
            </w:pPr>
            <w:r w:rsidRPr="00E4005D">
              <w:rPr>
                <w:lang w:val="en-GB"/>
              </w:rPr>
              <w:t>RP78Si + RP38Si + RP16Si</w:t>
            </w:r>
          </w:p>
        </w:tc>
        <w:tc>
          <w:tcPr>
            <w:tcW w:w="1300" w:type="dxa"/>
          </w:tcPr>
          <w:p w14:paraId="3C1CB4D3" w14:textId="74C459B9" w:rsidR="00C806F9" w:rsidRPr="00E4005D" w:rsidRDefault="00C806F9" w:rsidP="00C806F9">
            <w:pPr>
              <w:pStyle w:val="Tabletext"/>
              <w:rPr>
                <w:lang w:val="en-GB"/>
              </w:rPr>
            </w:pPr>
            <w:r w:rsidRPr="00E4005D">
              <w:rPr>
                <w:lang w:val="en-GB"/>
              </w:rPr>
              <w:t xml:space="preserve">Semi </w:t>
            </w:r>
            <w:r w:rsidR="00E53A35" w:rsidRPr="00E4005D">
              <w:rPr>
                <w:lang w:val="en-GB"/>
              </w:rPr>
              <w:t>m</w:t>
            </w:r>
            <w:r w:rsidRPr="00E4005D">
              <w:rPr>
                <w:lang w:val="en-GB"/>
              </w:rPr>
              <w:t>ortised</w:t>
            </w:r>
          </w:p>
        </w:tc>
        <w:tc>
          <w:tcPr>
            <w:tcW w:w="826" w:type="dxa"/>
            <w:shd w:val="clear" w:color="auto" w:fill="auto"/>
            <w:tcMar>
              <w:top w:w="28" w:type="dxa"/>
              <w:left w:w="28" w:type="dxa"/>
              <w:bottom w:w="28" w:type="dxa"/>
              <w:right w:w="28" w:type="dxa"/>
            </w:tcMar>
          </w:tcPr>
          <w:p w14:paraId="3451C93C"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40A1E0AF" w14:textId="77777777" w:rsidR="00C806F9" w:rsidRPr="00E4005D" w:rsidRDefault="00C806F9" w:rsidP="00C806F9">
            <w:pPr>
              <w:pStyle w:val="Tabletext"/>
              <w:rPr>
                <w:lang w:val="en-GB"/>
              </w:rPr>
            </w:pPr>
            <w:r w:rsidRPr="00E4005D">
              <w:rPr>
                <w:lang w:val="en-GB"/>
              </w:rPr>
              <w:t>Double</w:t>
            </w:r>
          </w:p>
        </w:tc>
        <w:tc>
          <w:tcPr>
            <w:tcW w:w="1193" w:type="dxa"/>
            <w:shd w:val="clear" w:color="auto" w:fill="auto"/>
            <w:tcMar>
              <w:top w:w="28" w:type="dxa"/>
              <w:left w:w="28" w:type="dxa"/>
              <w:bottom w:w="28" w:type="dxa"/>
              <w:right w:w="28" w:type="dxa"/>
            </w:tcMar>
          </w:tcPr>
          <w:p w14:paraId="1D3563E8" w14:textId="77777777" w:rsidR="00C806F9" w:rsidRPr="00E4005D" w:rsidRDefault="00C806F9" w:rsidP="00C806F9">
            <w:pPr>
              <w:pStyle w:val="Tabletext"/>
              <w:rPr>
                <w:lang w:val="en-GB"/>
              </w:rPr>
            </w:pPr>
            <w:r w:rsidRPr="00E4005D">
              <w:rPr>
                <w:lang w:val="en-GB"/>
              </w:rPr>
              <w:t>47+</w:t>
            </w:r>
          </w:p>
        </w:tc>
        <w:tc>
          <w:tcPr>
            <w:tcW w:w="1009" w:type="dxa"/>
          </w:tcPr>
          <w:p w14:paraId="244675F4" w14:textId="77777777" w:rsidR="00C806F9" w:rsidRPr="00E4005D" w:rsidRDefault="00C806F9" w:rsidP="00C806F9">
            <w:pPr>
              <w:pStyle w:val="Tabletext"/>
              <w:rPr>
                <w:lang w:val="en-GB"/>
              </w:rPr>
            </w:pPr>
            <w:r w:rsidRPr="00E4005D">
              <w:rPr>
                <w:lang w:val="en-GB"/>
              </w:rPr>
              <w:t>Medium</w:t>
            </w:r>
          </w:p>
        </w:tc>
        <w:tc>
          <w:tcPr>
            <w:tcW w:w="1101" w:type="dxa"/>
          </w:tcPr>
          <w:p w14:paraId="3E27CDBC" w14:textId="77777777" w:rsidR="00C806F9" w:rsidRPr="00E4005D" w:rsidRDefault="00C806F9" w:rsidP="00C806F9">
            <w:pPr>
              <w:pStyle w:val="Tabletext"/>
              <w:rPr>
                <w:lang w:val="en-GB"/>
              </w:rPr>
            </w:pPr>
          </w:p>
        </w:tc>
      </w:tr>
      <w:tr w:rsidR="00C806F9" w:rsidRPr="00E4005D" w14:paraId="4A5BEDBC" w14:textId="77777777" w:rsidTr="00DE3706">
        <w:tc>
          <w:tcPr>
            <w:tcW w:w="2623" w:type="dxa"/>
            <w:shd w:val="clear" w:color="auto" w:fill="auto"/>
            <w:tcMar>
              <w:top w:w="28" w:type="dxa"/>
              <w:left w:w="28" w:type="dxa"/>
              <w:bottom w:w="28" w:type="dxa"/>
              <w:right w:w="28" w:type="dxa"/>
            </w:tcMar>
          </w:tcPr>
          <w:p w14:paraId="309908DB" w14:textId="77777777" w:rsidR="00C806F9" w:rsidRPr="00E4005D" w:rsidRDefault="00C806F9" w:rsidP="00C806F9">
            <w:pPr>
              <w:pStyle w:val="Tabletext"/>
              <w:rPr>
                <w:lang w:val="en-GB"/>
              </w:rPr>
            </w:pPr>
            <w:r w:rsidRPr="00E4005D">
              <w:rPr>
                <w:lang w:val="en-GB"/>
              </w:rPr>
              <w:t>RP124 + RP8Si + RP16Si</w:t>
            </w:r>
          </w:p>
        </w:tc>
        <w:tc>
          <w:tcPr>
            <w:tcW w:w="1300" w:type="dxa"/>
          </w:tcPr>
          <w:p w14:paraId="79F58C80" w14:textId="77777777" w:rsidR="00C806F9" w:rsidRPr="00E4005D" w:rsidRDefault="00C806F9" w:rsidP="00C806F9">
            <w:pPr>
              <w:pStyle w:val="Tabletext"/>
              <w:rPr>
                <w:lang w:val="en-GB"/>
              </w:rPr>
            </w:pPr>
            <w:r w:rsidRPr="00E4005D">
              <w:rPr>
                <w:lang w:val="en-GB"/>
              </w:rPr>
              <w:t>-</w:t>
            </w:r>
          </w:p>
        </w:tc>
        <w:tc>
          <w:tcPr>
            <w:tcW w:w="826" w:type="dxa"/>
            <w:shd w:val="clear" w:color="auto" w:fill="auto"/>
            <w:tcMar>
              <w:top w:w="28" w:type="dxa"/>
              <w:left w:w="28" w:type="dxa"/>
              <w:bottom w:w="28" w:type="dxa"/>
              <w:right w:w="28" w:type="dxa"/>
            </w:tcMar>
          </w:tcPr>
          <w:p w14:paraId="5C1C0DA0"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3B43882B" w14:textId="77777777" w:rsidR="00C806F9" w:rsidRPr="00E4005D" w:rsidRDefault="00C806F9" w:rsidP="00C806F9">
            <w:pPr>
              <w:pStyle w:val="Tabletext"/>
              <w:rPr>
                <w:lang w:val="en-GB"/>
              </w:rPr>
            </w:pPr>
            <w:r w:rsidRPr="00E4005D">
              <w:rPr>
                <w:lang w:val="en-GB"/>
              </w:rPr>
              <w:t>Double</w:t>
            </w:r>
          </w:p>
        </w:tc>
        <w:tc>
          <w:tcPr>
            <w:tcW w:w="1193" w:type="dxa"/>
            <w:shd w:val="clear" w:color="auto" w:fill="auto"/>
            <w:tcMar>
              <w:top w:w="28" w:type="dxa"/>
              <w:left w:w="28" w:type="dxa"/>
              <w:bottom w:w="28" w:type="dxa"/>
              <w:right w:w="28" w:type="dxa"/>
            </w:tcMar>
          </w:tcPr>
          <w:p w14:paraId="28CBB9AE" w14:textId="77777777" w:rsidR="00C806F9" w:rsidRPr="00E4005D" w:rsidRDefault="00C806F9" w:rsidP="00C806F9">
            <w:pPr>
              <w:pStyle w:val="Tabletext"/>
              <w:rPr>
                <w:lang w:val="en-GB"/>
              </w:rPr>
            </w:pPr>
            <w:r w:rsidRPr="00E4005D">
              <w:rPr>
                <w:lang w:val="en-GB"/>
              </w:rPr>
              <w:t>40+</w:t>
            </w:r>
          </w:p>
        </w:tc>
        <w:tc>
          <w:tcPr>
            <w:tcW w:w="1009" w:type="dxa"/>
          </w:tcPr>
          <w:p w14:paraId="2A9F1CCE" w14:textId="77777777" w:rsidR="00C806F9" w:rsidRPr="00E4005D" w:rsidRDefault="00C806F9" w:rsidP="00C806F9">
            <w:pPr>
              <w:pStyle w:val="Tabletext"/>
              <w:rPr>
                <w:lang w:val="en-GB"/>
              </w:rPr>
            </w:pPr>
            <w:r w:rsidRPr="00E4005D">
              <w:rPr>
                <w:lang w:val="en-GB"/>
              </w:rPr>
              <w:t>Medium</w:t>
            </w:r>
          </w:p>
        </w:tc>
        <w:tc>
          <w:tcPr>
            <w:tcW w:w="1101" w:type="dxa"/>
          </w:tcPr>
          <w:p w14:paraId="3520E773" w14:textId="77777777" w:rsidR="00C806F9" w:rsidRPr="00E4005D" w:rsidRDefault="00C806F9" w:rsidP="00C806F9">
            <w:pPr>
              <w:pStyle w:val="Tabletext"/>
              <w:rPr>
                <w:lang w:val="en-GB"/>
              </w:rPr>
            </w:pPr>
          </w:p>
        </w:tc>
      </w:tr>
      <w:tr w:rsidR="00C806F9" w:rsidRPr="00E4005D" w14:paraId="2FE842BD" w14:textId="77777777" w:rsidTr="00DE3706">
        <w:tc>
          <w:tcPr>
            <w:tcW w:w="2623" w:type="dxa"/>
            <w:shd w:val="clear" w:color="auto" w:fill="auto"/>
            <w:tcMar>
              <w:top w:w="28" w:type="dxa"/>
              <w:left w:w="28" w:type="dxa"/>
              <w:bottom w:w="28" w:type="dxa"/>
              <w:right w:w="28" w:type="dxa"/>
            </w:tcMar>
          </w:tcPr>
          <w:p w14:paraId="43BC1FA9" w14:textId="77777777" w:rsidR="00C806F9" w:rsidRPr="00E4005D" w:rsidRDefault="00C806F9" w:rsidP="00C806F9">
            <w:pPr>
              <w:pStyle w:val="Tabletext"/>
              <w:rPr>
                <w:lang w:val="en-GB"/>
              </w:rPr>
            </w:pPr>
            <w:r w:rsidRPr="00E4005D">
              <w:rPr>
                <w:lang w:val="en-GB"/>
              </w:rPr>
              <w:t>RP150 + RP126Si + RP150</w:t>
            </w:r>
          </w:p>
        </w:tc>
        <w:tc>
          <w:tcPr>
            <w:tcW w:w="1300" w:type="dxa"/>
          </w:tcPr>
          <w:p w14:paraId="2317727C" w14:textId="3C8BC1E5" w:rsidR="00C806F9" w:rsidRPr="00E4005D" w:rsidRDefault="00927103" w:rsidP="00C806F9">
            <w:pPr>
              <w:pStyle w:val="Tabletext"/>
              <w:rPr>
                <w:lang w:val="en-GB"/>
              </w:rPr>
            </w:pPr>
            <w:r w:rsidRPr="00E4005D">
              <w:rPr>
                <w:lang w:val="en-GB"/>
              </w:rPr>
              <w:t>In meeting stile rebate</w:t>
            </w:r>
          </w:p>
        </w:tc>
        <w:tc>
          <w:tcPr>
            <w:tcW w:w="826" w:type="dxa"/>
            <w:shd w:val="clear" w:color="auto" w:fill="auto"/>
            <w:tcMar>
              <w:top w:w="28" w:type="dxa"/>
              <w:left w:w="28" w:type="dxa"/>
              <w:bottom w:w="28" w:type="dxa"/>
              <w:right w:w="28" w:type="dxa"/>
            </w:tcMar>
          </w:tcPr>
          <w:p w14:paraId="558FBB97" w14:textId="77777777" w:rsidR="00C806F9" w:rsidRPr="00E4005D" w:rsidRDefault="00C806F9" w:rsidP="00C806F9">
            <w:pPr>
              <w:pStyle w:val="Tabletext"/>
              <w:rPr>
                <w:lang w:val="en-GB"/>
              </w:rPr>
            </w:pPr>
            <w:r w:rsidRPr="00E4005D">
              <w:rPr>
                <w:lang w:val="en-GB"/>
              </w:rPr>
              <w:t>Butt</w:t>
            </w:r>
          </w:p>
        </w:tc>
        <w:tc>
          <w:tcPr>
            <w:tcW w:w="1009" w:type="dxa"/>
            <w:shd w:val="clear" w:color="auto" w:fill="auto"/>
            <w:tcMar>
              <w:top w:w="28" w:type="dxa"/>
              <w:left w:w="28" w:type="dxa"/>
              <w:bottom w:w="28" w:type="dxa"/>
              <w:right w:w="28" w:type="dxa"/>
            </w:tcMar>
          </w:tcPr>
          <w:p w14:paraId="061C60B5" w14:textId="77777777" w:rsidR="00C806F9" w:rsidRPr="00E4005D" w:rsidRDefault="00C806F9" w:rsidP="00C806F9">
            <w:pPr>
              <w:pStyle w:val="Tabletext"/>
              <w:rPr>
                <w:lang w:val="en-GB"/>
              </w:rPr>
            </w:pPr>
            <w:r w:rsidRPr="00E4005D">
              <w:rPr>
                <w:lang w:val="en-GB"/>
              </w:rPr>
              <w:t>Double</w:t>
            </w:r>
          </w:p>
        </w:tc>
        <w:tc>
          <w:tcPr>
            <w:tcW w:w="1193" w:type="dxa"/>
            <w:shd w:val="clear" w:color="auto" w:fill="auto"/>
            <w:tcMar>
              <w:top w:w="28" w:type="dxa"/>
              <w:left w:w="28" w:type="dxa"/>
              <w:bottom w:w="28" w:type="dxa"/>
              <w:right w:w="28" w:type="dxa"/>
            </w:tcMar>
          </w:tcPr>
          <w:p w14:paraId="09B6B2DC" w14:textId="77777777" w:rsidR="00C806F9" w:rsidRPr="00E4005D" w:rsidRDefault="00C806F9" w:rsidP="00C806F9">
            <w:pPr>
              <w:pStyle w:val="Tabletext"/>
              <w:rPr>
                <w:lang w:val="en-GB"/>
              </w:rPr>
            </w:pPr>
            <w:r w:rsidRPr="00E4005D">
              <w:rPr>
                <w:lang w:val="en-GB"/>
              </w:rPr>
              <w:t>40+</w:t>
            </w:r>
          </w:p>
        </w:tc>
        <w:tc>
          <w:tcPr>
            <w:tcW w:w="1009" w:type="dxa"/>
          </w:tcPr>
          <w:p w14:paraId="40F850C1" w14:textId="77777777" w:rsidR="00C806F9" w:rsidRPr="00E4005D" w:rsidRDefault="00C806F9" w:rsidP="00C806F9">
            <w:pPr>
              <w:pStyle w:val="Tabletext"/>
              <w:rPr>
                <w:lang w:val="en-GB"/>
              </w:rPr>
            </w:pPr>
            <w:r w:rsidRPr="00E4005D">
              <w:rPr>
                <w:lang w:val="en-GB"/>
              </w:rPr>
              <w:t>Medium</w:t>
            </w:r>
          </w:p>
        </w:tc>
        <w:tc>
          <w:tcPr>
            <w:tcW w:w="1101" w:type="dxa"/>
          </w:tcPr>
          <w:p w14:paraId="113EC3BF" w14:textId="77777777" w:rsidR="00C806F9" w:rsidRPr="00E4005D" w:rsidRDefault="00C806F9" w:rsidP="00C806F9">
            <w:pPr>
              <w:pStyle w:val="Tabletext"/>
              <w:rPr>
                <w:lang w:val="en-GB"/>
              </w:rPr>
            </w:pPr>
          </w:p>
        </w:tc>
      </w:tr>
      <w:tr w:rsidR="00C806F9" w:rsidRPr="00E4005D" w14:paraId="2414D846" w14:textId="77777777" w:rsidTr="00DE3706">
        <w:tc>
          <w:tcPr>
            <w:tcW w:w="2623" w:type="dxa"/>
            <w:shd w:val="clear" w:color="auto" w:fill="auto"/>
            <w:tcMar>
              <w:top w:w="28" w:type="dxa"/>
              <w:left w:w="28" w:type="dxa"/>
              <w:bottom w:w="28" w:type="dxa"/>
              <w:right w:w="28" w:type="dxa"/>
            </w:tcMar>
          </w:tcPr>
          <w:p w14:paraId="7C552A04" w14:textId="77777777" w:rsidR="00C806F9" w:rsidRPr="00E4005D" w:rsidRDefault="00C806F9" w:rsidP="00C806F9">
            <w:pPr>
              <w:pStyle w:val="Tabletext"/>
              <w:rPr>
                <w:lang w:val="en-GB"/>
              </w:rPr>
            </w:pPr>
            <w:r w:rsidRPr="00E4005D">
              <w:rPr>
                <w:lang w:val="en-GB"/>
              </w:rPr>
              <w:t>RP130Si + RP129F + RP130Si + RP115 threshold plate</w:t>
            </w:r>
          </w:p>
        </w:tc>
        <w:tc>
          <w:tcPr>
            <w:tcW w:w="1300" w:type="dxa"/>
          </w:tcPr>
          <w:p w14:paraId="6A39E817" w14:textId="61FAE43F" w:rsidR="00C806F9" w:rsidRPr="00E4005D" w:rsidRDefault="00927103" w:rsidP="00C806F9">
            <w:pPr>
              <w:pStyle w:val="Tabletext"/>
              <w:rPr>
                <w:lang w:val="en-GB"/>
              </w:rPr>
            </w:pPr>
            <w:r w:rsidRPr="00E4005D">
              <w:rPr>
                <w:lang w:val="en-GB"/>
              </w:rPr>
              <w:t xml:space="preserve">In meeting stile </w:t>
            </w:r>
          </w:p>
        </w:tc>
        <w:tc>
          <w:tcPr>
            <w:tcW w:w="826" w:type="dxa"/>
            <w:shd w:val="clear" w:color="auto" w:fill="auto"/>
            <w:tcMar>
              <w:top w:w="28" w:type="dxa"/>
              <w:left w:w="28" w:type="dxa"/>
              <w:bottom w:w="28" w:type="dxa"/>
              <w:right w:w="28" w:type="dxa"/>
            </w:tcMar>
          </w:tcPr>
          <w:p w14:paraId="4A89B84F" w14:textId="77777777" w:rsidR="00C806F9" w:rsidRPr="00E4005D" w:rsidRDefault="00C806F9" w:rsidP="00C806F9">
            <w:pPr>
              <w:pStyle w:val="Tabletext"/>
              <w:rPr>
                <w:lang w:val="en-GB"/>
              </w:rPr>
            </w:pPr>
            <w:r w:rsidRPr="00E4005D">
              <w:rPr>
                <w:lang w:val="en-GB"/>
              </w:rPr>
              <w:t>Pivot double acting</w:t>
            </w:r>
          </w:p>
        </w:tc>
        <w:tc>
          <w:tcPr>
            <w:tcW w:w="1009" w:type="dxa"/>
            <w:shd w:val="clear" w:color="auto" w:fill="auto"/>
            <w:tcMar>
              <w:top w:w="28" w:type="dxa"/>
              <w:left w:w="28" w:type="dxa"/>
              <w:bottom w:w="28" w:type="dxa"/>
              <w:right w:w="28" w:type="dxa"/>
            </w:tcMar>
          </w:tcPr>
          <w:p w14:paraId="20709581" w14:textId="77777777" w:rsidR="00C806F9" w:rsidRPr="00E4005D" w:rsidRDefault="00C806F9" w:rsidP="00C806F9">
            <w:pPr>
              <w:pStyle w:val="Tabletext"/>
              <w:rPr>
                <w:lang w:val="en-GB"/>
              </w:rPr>
            </w:pPr>
            <w:r w:rsidRPr="00E4005D">
              <w:rPr>
                <w:lang w:val="en-GB"/>
              </w:rPr>
              <w:t>Double</w:t>
            </w:r>
          </w:p>
        </w:tc>
        <w:tc>
          <w:tcPr>
            <w:tcW w:w="1193" w:type="dxa"/>
            <w:shd w:val="clear" w:color="auto" w:fill="auto"/>
            <w:tcMar>
              <w:top w:w="28" w:type="dxa"/>
              <w:left w:w="28" w:type="dxa"/>
              <w:bottom w:w="28" w:type="dxa"/>
              <w:right w:w="28" w:type="dxa"/>
            </w:tcMar>
          </w:tcPr>
          <w:p w14:paraId="1A24316F" w14:textId="77777777" w:rsidR="00C806F9" w:rsidRPr="00E4005D" w:rsidRDefault="00C806F9" w:rsidP="00C806F9">
            <w:pPr>
              <w:pStyle w:val="Tabletext"/>
              <w:rPr>
                <w:lang w:val="en-GB"/>
              </w:rPr>
            </w:pPr>
            <w:r w:rsidRPr="00E4005D">
              <w:rPr>
                <w:lang w:val="en-GB"/>
              </w:rPr>
              <w:t>40+</w:t>
            </w:r>
          </w:p>
        </w:tc>
        <w:tc>
          <w:tcPr>
            <w:tcW w:w="1009" w:type="dxa"/>
          </w:tcPr>
          <w:p w14:paraId="7989324F" w14:textId="77777777" w:rsidR="00C806F9" w:rsidRPr="00E4005D" w:rsidRDefault="00C806F9" w:rsidP="00C806F9">
            <w:pPr>
              <w:pStyle w:val="Tabletext"/>
              <w:rPr>
                <w:lang w:val="en-GB"/>
              </w:rPr>
            </w:pPr>
            <w:r w:rsidRPr="00E4005D">
              <w:rPr>
                <w:lang w:val="en-GB"/>
              </w:rPr>
              <w:t>Heavy</w:t>
            </w:r>
          </w:p>
        </w:tc>
        <w:tc>
          <w:tcPr>
            <w:tcW w:w="1101" w:type="dxa"/>
          </w:tcPr>
          <w:p w14:paraId="1F5BE960" w14:textId="77777777" w:rsidR="00C806F9" w:rsidRPr="00E4005D" w:rsidRDefault="00C806F9" w:rsidP="00C806F9">
            <w:pPr>
              <w:pStyle w:val="Tabletext"/>
              <w:rPr>
                <w:lang w:val="en-GB"/>
              </w:rPr>
            </w:pPr>
          </w:p>
        </w:tc>
      </w:tr>
      <w:tr w:rsidR="00C806F9" w:rsidRPr="00E4005D" w14:paraId="618505FC" w14:textId="77777777" w:rsidTr="00DE3706">
        <w:tc>
          <w:tcPr>
            <w:tcW w:w="2623" w:type="dxa"/>
            <w:shd w:val="clear" w:color="auto" w:fill="auto"/>
            <w:tcMar>
              <w:top w:w="28" w:type="dxa"/>
              <w:left w:w="28" w:type="dxa"/>
              <w:bottom w:w="28" w:type="dxa"/>
              <w:right w:w="28" w:type="dxa"/>
            </w:tcMar>
          </w:tcPr>
          <w:p w14:paraId="4EB9CB72" w14:textId="77777777" w:rsidR="00C806F9" w:rsidRPr="00E4005D" w:rsidRDefault="00C806F9" w:rsidP="00C806F9">
            <w:pPr>
              <w:pStyle w:val="Tabletext"/>
              <w:rPr>
                <w:lang w:val="en-GB"/>
              </w:rPr>
            </w:pPr>
            <w:r w:rsidRPr="00E4005D">
              <w:rPr>
                <w:lang w:val="en-GB"/>
              </w:rPr>
              <w:t>RP130Si + RP129Si + RP130Si + RP115 threshold plate</w:t>
            </w:r>
          </w:p>
        </w:tc>
        <w:tc>
          <w:tcPr>
            <w:tcW w:w="1300" w:type="dxa"/>
          </w:tcPr>
          <w:p w14:paraId="48BEC255" w14:textId="2614BDED" w:rsidR="00C806F9" w:rsidRPr="00E4005D" w:rsidRDefault="00927103" w:rsidP="00C806F9">
            <w:pPr>
              <w:pStyle w:val="Tabletext"/>
              <w:rPr>
                <w:lang w:val="en-GB"/>
              </w:rPr>
            </w:pPr>
            <w:r w:rsidRPr="00E4005D">
              <w:rPr>
                <w:lang w:val="en-GB"/>
              </w:rPr>
              <w:t xml:space="preserve">In meeting stile </w:t>
            </w:r>
          </w:p>
        </w:tc>
        <w:tc>
          <w:tcPr>
            <w:tcW w:w="826" w:type="dxa"/>
            <w:shd w:val="clear" w:color="auto" w:fill="auto"/>
            <w:tcMar>
              <w:top w:w="28" w:type="dxa"/>
              <w:left w:w="28" w:type="dxa"/>
              <w:bottom w:w="28" w:type="dxa"/>
              <w:right w:w="28" w:type="dxa"/>
            </w:tcMar>
          </w:tcPr>
          <w:p w14:paraId="593222A0" w14:textId="77777777" w:rsidR="00C806F9" w:rsidRPr="00E4005D" w:rsidRDefault="00C806F9" w:rsidP="00C806F9">
            <w:pPr>
              <w:pStyle w:val="Tabletext"/>
              <w:rPr>
                <w:lang w:val="en-GB"/>
              </w:rPr>
            </w:pPr>
            <w:r w:rsidRPr="00E4005D">
              <w:rPr>
                <w:lang w:val="en-GB"/>
              </w:rPr>
              <w:t>Pivot double acting</w:t>
            </w:r>
          </w:p>
        </w:tc>
        <w:tc>
          <w:tcPr>
            <w:tcW w:w="1009" w:type="dxa"/>
            <w:shd w:val="clear" w:color="auto" w:fill="auto"/>
            <w:tcMar>
              <w:top w:w="28" w:type="dxa"/>
              <w:left w:w="28" w:type="dxa"/>
              <w:bottom w:w="28" w:type="dxa"/>
              <w:right w:w="28" w:type="dxa"/>
            </w:tcMar>
          </w:tcPr>
          <w:p w14:paraId="7367359B" w14:textId="77777777" w:rsidR="00C806F9" w:rsidRPr="00E4005D" w:rsidRDefault="00C806F9" w:rsidP="00C806F9">
            <w:pPr>
              <w:pStyle w:val="Tabletext"/>
              <w:rPr>
                <w:lang w:val="en-GB"/>
              </w:rPr>
            </w:pPr>
            <w:r w:rsidRPr="00E4005D">
              <w:rPr>
                <w:lang w:val="en-GB"/>
              </w:rPr>
              <w:t>Double</w:t>
            </w:r>
          </w:p>
        </w:tc>
        <w:tc>
          <w:tcPr>
            <w:tcW w:w="1193" w:type="dxa"/>
            <w:shd w:val="clear" w:color="auto" w:fill="auto"/>
            <w:tcMar>
              <w:top w:w="28" w:type="dxa"/>
              <w:left w:w="28" w:type="dxa"/>
              <w:bottom w:w="28" w:type="dxa"/>
              <w:right w:w="28" w:type="dxa"/>
            </w:tcMar>
          </w:tcPr>
          <w:p w14:paraId="59806136" w14:textId="77777777" w:rsidR="00C806F9" w:rsidRPr="00E4005D" w:rsidRDefault="00C806F9" w:rsidP="00C806F9">
            <w:pPr>
              <w:pStyle w:val="Tabletext"/>
              <w:rPr>
                <w:lang w:val="en-GB"/>
              </w:rPr>
            </w:pPr>
            <w:r w:rsidRPr="00E4005D">
              <w:rPr>
                <w:lang w:val="en-GB"/>
              </w:rPr>
              <w:t>40+</w:t>
            </w:r>
          </w:p>
        </w:tc>
        <w:tc>
          <w:tcPr>
            <w:tcW w:w="1009" w:type="dxa"/>
          </w:tcPr>
          <w:p w14:paraId="2D1E2FA8" w14:textId="77777777" w:rsidR="00C806F9" w:rsidRPr="00E4005D" w:rsidRDefault="00C806F9" w:rsidP="00C806F9">
            <w:pPr>
              <w:pStyle w:val="Tabletext"/>
              <w:rPr>
                <w:lang w:val="en-GB"/>
              </w:rPr>
            </w:pPr>
            <w:r w:rsidRPr="00E4005D">
              <w:rPr>
                <w:lang w:val="en-GB"/>
              </w:rPr>
              <w:t>Heavy</w:t>
            </w:r>
          </w:p>
        </w:tc>
        <w:tc>
          <w:tcPr>
            <w:tcW w:w="1101" w:type="dxa"/>
          </w:tcPr>
          <w:p w14:paraId="7A170E1A" w14:textId="77777777" w:rsidR="00C806F9" w:rsidRPr="00E4005D" w:rsidRDefault="00C806F9" w:rsidP="00C806F9">
            <w:pPr>
              <w:pStyle w:val="Tabletext"/>
              <w:rPr>
                <w:lang w:val="en-GB"/>
              </w:rPr>
            </w:pPr>
          </w:p>
        </w:tc>
      </w:tr>
    </w:tbl>
    <w:p w14:paraId="47438F34" w14:textId="77777777" w:rsidR="00532E60" w:rsidRPr="00E4005D" w:rsidRDefault="00532E60" w:rsidP="00532E60"/>
    <w:p w14:paraId="099B7BB8" w14:textId="77777777" w:rsidR="001562AE" w:rsidRPr="00E4005D" w:rsidRDefault="0024003B">
      <w:pPr>
        <w:pStyle w:val="Heading3"/>
      </w:pPr>
      <w:bookmarkStart w:id="145" w:name="h-120112-1"/>
      <w:bookmarkStart w:id="146" w:name="f-120112-1"/>
      <w:bookmarkStart w:id="147" w:name="f-120112"/>
      <w:bookmarkEnd w:id="143"/>
      <w:bookmarkEnd w:id="144"/>
      <w:r w:rsidRPr="00E4005D">
        <w:t>Fire doors</w:t>
      </w:r>
      <w:bookmarkEnd w:id="145"/>
    </w:p>
    <w:p w14:paraId="2CE5F459" w14:textId="77777777" w:rsidR="001562AE" w:rsidRPr="00E4005D" w:rsidRDefault="0024003B">
      <w:pPr>
        <w:pStyle w:val="Instructions"/>
      </w:pPr>
      <w:bookmarkStart w:id="148" w:name="f-118932-1"/>
      <w:bookmarkStart w:id="149" w:name="f-118932"/>
      <w:bookmarkEnd w:id="146"/>
      <w:bookmarkEnd w:id="147"/>
      <w:r w:rsidRPr="00E4005D">
        <w:t>Intumescent seals for developed fires above 600°C and hot smoke above 200°C (AS 1530.4). Consult the Fire and Smoke section of the RAVEN Catalogue # 115.</w:t>
      </w:r>
      <w:r w:rsidR="002359B9" w:rsidRPr="00E4005D">
        <w:t xml:space="preserve"> Refer to the RAVEN website for updated systems.</w:t>
      </w:r>
    </w:p>
    <w:p w14:paraId="0CDBBE25" w14:textId="44756F81" w:rsidR="001562AE" w:rsidRPr="00E4005D" w:rsidRDefault="001708F8">
      <w:pPr>
        <w:pStyle w:val="Heading4"/>
      </w:pPr>
      <w:bookmarkStart w:id="150" w:name="f-118946-1"/>
      <w:bookmarkStart w:id="151" w:name="f-118946"/>
      <w:bookmarkEnd w:id="148"/>
      <w:bookmarkEnd w:id="149"/>
      <w:r w:rsidRPr="00E4005D">
        <w:t>C</w:t>
      </w:r>
      <w:r w:rsidR="00C806F9" w:rsidRPr="00E4005D">
        <w:t>ombined smoke and acoustic sealing system</w:t>
      </w:r>
      <w:r w:rsidR="002359B9" w:rsidRPr="00E4005D">
        <w:t xml:space="preserve"> schedule</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863"/>
        <w:gridCol w:w="1102"/>
        <w:gridCol w:w="1681"/>
        <w:gridCol w:w="1587"/>
        <w:gridCol w:w="1120"/>
        <w:gridCol w:w="934"/>
        <w:gridCol w:w="840"/>
      </w:tblGrid>
      <w:tr w:rsidR="00DE3706" w:rsidRPr="00E4005D" w14:paraId="7AB8B300" w14:textId="77777777" w:rsidTr="00E4005D">
        <w:trPr>
          <w:trHeight w:val="60"/>
          <w:tblHeader/>
        </w:trPr>
        <w:tc>
          <w:tcPr>
            <w:tcW w:w="1863" w:type="dxa"/>
            <w:vMerge w:val="restart"/>
            <w:shd w:val="clear" w:color="auto" w:fill="FFFFFF" w:themeFill="background1"/>
            <w:tcMar>
              <w:top w:w="28" w:type="dxa"/>
              <w:left w:w="28" w:type="dxa"/>
              <w:bottom w:w="28" w:type="dxa"/>
              <w:right w:w="28" w:type="dxa"/>
            </w:tcMar>
          </w:tcPr>
          <w:p w14:paraId="651A53AD" w14:textId="77777777" w:rsidR="00DE3706" w:rsidRPr="00E4005D" w:rsidRDefault="00DE3706" w:rsidP="00C806F9">
            <w:pPr>
              <w:pStyle w:val="Tabletitle"/>
              <w:rPr>
                <w:lang w:val="en-GB"/>
              </w:rPr>
            </w:pPr>
            <w:bookmarkStart w:id="152" w:name="h-120113-1"/>
            <w:bookmarkStart w:id="153" w:name="f-120113-1"/>
            <w:bookmarkStart w:id="154" w:name="f-120113"/>
            <w:bookmarkEnd w:id="150"/>
            <w:bookmarkEnd w:id="151"/>
            <w:r w:rsidRPr="00E4005D">
              <w:rPr>
                <w:lang w:val="en-GB"/>
              </w:rPr>
              <w:t>RAVEN smoke sealing system</w:t>
            </w:r>
          </w:p>
        </w:tc>
        <w:tc>
          <w:tcPr>
            <w:tcW w:w="5490" w:type="dxa"/>
            <w:gridSpan w:val="4"/>
            <w:shd w:val="clear" w:color="auto" w:fill="FFFFFF" w:themeFill="background1"/>
          </w:tcPr>
          <w:p w14:paraId="3E090391" w14:textId="77777777" w:rsidR="00DE3706" w:rsidRPr="00E4005D" w:rsidRDefault="00DE3706" w:rsidP="00C806F9">
            <w:pPr>
              <w:pStyle w:val="Tabletitle"/>
              <w:rPr>
                <w:lang w:val="en-GB"/>
              </w:rPr>
            </w:pPr>
            <w:r w:rsidRPr="00E4005D">
              <w:rPr>
                <w:lang w:val="en-GB"/>
              </w:rPr>
              <w:t>Fire door</w:t>
            </w:r>
          </w:p>
        </w:tc>
        <w:tc>
          <w:tcPr>
            <w:tcW w:w="934" w:type="dxa"/>
            <w:vMerge w:val="restart"/>
            <w:shd w:val="clear" w:color="auto" w:fill="FFFFFF" w:themeFill="background1"/>
          </w:tcPr>
          <w:p w14:paraId="30F2E423" w14:textId="418F4B50" w:rsidR="00DE3706" w:rsidRPr="00E4005D" w:rsidRDefault="00DE3706" w:rsidP="00DE3706">
            <w:pPr>
              <w:pStyle w:val="Tabletitle"/>
              <w:rPr>
                <w:lang w:val="en-GB"/>
              </w:rPr>
            </w:pPr>
            <w:r w:rsidRPr="00E4005D">
              <w:rPr>
                <w:lang w:val="en-GB"/>
              </w:rPr>
              <w:t>Duty level</w:t>
            </w:r>
          </w:p>
        </w:tc>
        <w:tc>
          <w:tcPr>
            <w:tcW w:w="840" w:type="dxa"/>
            <w:vMerge w:val="restart"/>
            <w:shd w:val="clear" w:color="auto" w:fill="FFFFFF" w:themeFill="background1"/>
          </w:tcPr>
          <w:p w14:paraId="7126DB51" w14:textId="77777777" w:rsidR="00DE3706" w:rsidRPr="00E4005D" w:rsidRDefault="00DE3706" w:rsidP="00C806F9">
            <w:pPr>
              <w:pStyle w:val="Tabletitle"/>
              <w:rPr>
                <w:lang w:val="en-GB"/>
              </w:rPr>
            </w:pPr>
            <w:r w:rsidRPr="00E4005D">
              <w:rPr>
                <w:lang w:val="en-GB"/>
              </w:rPr>
              <w:t>Door No.</w:t>
            </w:r>
          </w:p>
        </w:tc>
      </w:tr>
      <w:tr w:rsidR="00DE3706" w:rsidRPr="00E4005D" w14:paraId="06E904B5" w14:textId="77777777" w:rsidTr="00E4005D">
        <w:trPr>
          <w:trHeight w:val="60"/>
          <w:tblHeader/>
        </w:trPr>
        <w:tc>
          <w:tcPr>
            <w:tcW w:w="1863" w:type="dxa"/>
            <w:vMerge/>
            <w:shd w:val="clear" w:color="auto" w:fill="A6A6A6" w:themeFill="background1" w:themeFillShade="A6"/>
            <w:tcMar>
              <w:top w:w="28" w:type="dxa"/>
              <w:left w:w="28" w:type="dxa"/>
              <w:bottom w:w="28" w:type="dxa"/>
              <w:right w:w="28" w:type="dxa"/>
            </w:tcMar>
          </w:tcPr>
          <w:p w14:paraId="1AB7FB84" w14:textId="77777777" w:rsidR="00DE3706" w:rsidRPr="00E4005D" w:rsidRDefault="00DE3706" w:rsidP="00C806F9">
            <w:pPr>
              <w:pStyle w:val="Tabletitle"/>
              <w:rPr>
                <w:lang w:val="en-GB"/>
              </w:rPr>
            </w:pPr>
          </w:p>
        </w:tc>
        <w:tc>
          <w:tcPr>
            <w:tcW w:w="1102" w:type="dxa"/>
            <w:shd w:val="clear" w:color="auto" w:fill="FFFFFF" w:themeFill="background1"/>
          </w:tcPr>
          <w:p w14:paraId="1F38BBD1" w14:textId="77777777" w:rsidR="00DE3706" w:rsidRPr="00E4005D" w:rsidRDefault="00DE3706" w:rsidP="00C806F9">
            <w:pPr>
              <w:pStyle w:val="Tabletitle"/>
              <w:rPr>
                <w:lang w:val="en-GB"/>
              </w:rPr>
            </w:pPr>
            <w:r w:rsidRPr="00E4005D">
              <w:rPr>
                <w:lang w:val="en-GB"/>
              </w:rPr>
              <w:t>Seal installation type</w:t>
            </w:r>
          </w:p>
        </w:tc>
        <w:tc>
          <w:tcPr>
            <w:tcW w:w="1681" w:type="dxa"/>
            <w:shd w:val="clear" w:color="auto" w:fill="FFFFFF" w:themeFill="background1"/>
            <w:tcMar>
              <w:top w:w="28" w:type="dxa"/>
              <w:left w:w="28" w:type="dxa"/>
              <w:bottom w:w="28" w:type="dxa"/>
              <w:right w:w="28" w:type="dxa"/>
            </w:tcMar>
          </w:tcPr>
          <w:p w14:paraId="5E89F1A1" w14:textId="77777777" w:rsidR="00DE3706" w:rsidRPr="00E4005D" w:rsidRDefault="00DE3706" w:rsidP="00C806F9">
            <w:pPr>
              <w:pStyle w:val="Tabletitle"/>
              <w:rPr>
                <w:lang w:val="en-GB"/>
              </w:rPr>
            </w:pPr>
            <w:r w:rsidRPr="00E4005D">
              <w:rPr>
                <w:lang w:val="en-GB"/>
              </w:rPr>
              <w:t>FRL</w:t>
            </w:r>
          </w:p>
          <w:p w14:paraId="6D0789DF" w14:textId="77777777" w:rsidR="00DE3706" w:rsidRPr="00E4005D" w:rsidRDefault="00DE3706" w:rsidP="00C806F9">
            <w:pPr>
              <w:pStyle w:val="Tabletitle"/>
              <w:rPr>
                <w:lang w:val="en-GB"/>
              </w:rPr>
            </w:pPr>
            <w:r w:rsidRPr="00E4005D">
              <w:rPr>
                <w:lang w:val="en-GB"/>
              </w:rPr>
              <w:t>(Fire Rating)</w:t>
            </w:r>
          </w:p>
        </w:tc>
        <w:tc>
          <w:tcPr>
            <w:tcW w:w="1587" w:type="dxa"/>
            <w:shd w:val="clear" w:color="auto" w:fill="FFFFFF" w:themeFill="background1"/>
            <w:tcMar>
              <w:top w:w="28" w:type="dxa"/>
              <w:left w:w="28" w:type="dxa"/>
              <w:bottom w:w="28" w:type="dxa"/>
              <w:right w:w="28" w:type="dxa"/>
            </w:tcMar>
          </w:tcPr>
          <w:p w14:paraId="55412ECA" w14:textId="77777777" w:rsidR="00DE3706" w:rsidRPr="00E4005D" w:rsidRDefault="00DE3706" w:rsidP="00C806F9">
            <w:pPr>
              <w:pStyle w:val="Tabletitle"/>
              <w:rPr>
                <w:lang w:val="en-GB"/>
              </w:rPr>
            </w:pPr>
            <w:r w:rsidRPr="00E4005D">
              <w:rPr>
                <w:lang w:val="en-GB"/>
              </w:rPr>
              <w:t>Configuration</w:t>
            </w:r>
          </w:p>
        </w:tc>
        <w:tc>
          <w:tcPr>
            <w:tcW w:w="1120" w:type="dxa"/>
            <w:shd w:val="clear" w:color="auto" w:fill="FFFFFF" w:themeFill="background1"/>
            <w:tcMar>
              <w:top w:w="28" w:type="dxa"/>
              <w:left w:w="28" w:type="dxa"/>
              <w:bottom w:w="28" w:type="dxa"/>
              <w:right w:w="28" w:type="dxa"/>
            </w:tcMar>
          </w:tcPr>
          <w:p w14:paraId="40ACE21C" w14:textId="77777777" w:rsidR="00DE3706" w:rsidRPr="00E4005D" w:rsidRDefault="00DE3706" w:rsidP="00C806F9">
            <w:pPr>
              <w:pStyle w:val="Tabletitle"/>
              <w:rPr>
                <w:lang w:val="en-GB"/>
              </w:rPr>
            </w:pPr>
            <w:r w:rsidRPr="00E4005D">
              <w:rPr>
                <w:lang w:val="en-GB"/>
              </w:rPr>
              <w:t>Thickness</w:t>
            </w:r>
          </w:p>
          <w:p w14:paraId="436B2723" w14:textId="77777777" w:rsidR="00DE3706" w:rsidRPr="00E4005D" w:rsidRDefault="00DE3706" w:rsidP="00C806F9">
            <w:pPr>
              <w:pStyle w:val="Tabletitle"/>
              <w:rPr>
                <w:lang w:val="en-GB"/>
              </w:rPr>
            </w:pPr>
            <w:r w:rsidRPr="00E4005D">
              <w:rPr>
                <w:lang w:val="en-GB"/>
              </w:rPr>
              <w:t>(mm)</w:t>
            </w:r>
          </w:p>
        </w:tc>
        <w:tc>
          <w:tcPr>
            <w:tcW w:w="934" w:type="dxa"/>
            <w:vMerge/>
            <w:shd w:val="clear" w:color="auto" w:fill="D9D9D9" w:themeFill="background1" w:themeFillShade="D9"/>
          </w:tcPr>
          <w:p w14:paraId="00C930D3" w14:textId="77777777" w:rsidR="00DE3706" w:rsidRPr="00E4005D" w:rsidRDefault="00DE3706" w:rsidP="00C806F9">
            <w:pPr>
              <w:pStyle w:val="Tabletitle"/>
              <w:rPr>
                <w:lang w:val="en-GB"/>
              </w:rPr>
            </w:pPr>
          </w:p>
        </w:tc>
        <w:tc>
          <w:tcPr>
            <w:tcW w:w="840" w:type="dxa"/>
            <w:vMerge/>
            <w:shd w:val="clear" w:color="auto" w:fill="D9D9D9" w:themeFill="background1" w:themeFillShade="D9"/>
          </w:tcPr>
          <w:p w14:paraId="4162D097" w14:textId="77777777" w:rsidR="00DE3706" w:rsidRPr="00E4005D" w:rsidRDefault="00DE3706" w:rsidP="00C806F9">
            <w:pPr>
              <w:pStyle w:val="Tabletitle"/>
              <w:rPr>
                <w:lang w:val="en-GB"/>
              </w:rPr>
            </w:pPr>
          </w:p>
        </w:tc>
      </w:tr>
      <w:tr w:rsidR="00592847" w:rsidRPr="00E4005D" w14:paraId="6CD937C7" w14:textId="77777777" w:rsidTr="00E4005D">
        <w:trPr>
          <w:trHeight w:hRule="exact" w:val="284"/>
        </w:trPr>
        <w:tc>
          <w:tcPr>
            <w:tcW w:w="1863" w:type="dxa"/>
            <w:shd w:val="clear" w:color="auto" w:fill="auto"/>
            <w:tcMar>
              <w:top w:w="28" w:type="dxa"/>
              <w:left w:w="28" w:type="dxa"/>
              <w:bottom w:w="28" w:type="dxa"/>
              <w:right w:w="28" w:type="dxa"/>
            </w:tcMar>
          </w:tcPr>
          <w:p w14:paraId="34663626" w14:textId="77777777" w:rsidR="00592847" w:rsidRPr="00E4005D" w:rsidRDefault="00592847" w:rsidP="00ED0FEF">
            <w:pPr>
              <w:pStyle w:val="Tabletext"/>
              <w:rPr>
                <w:lang w:val="en-GB"/>
              </w:rPr>
            </w:pPr>
            <w:r w:rsidRPr="00E4005D">
              <w:rPr>
                <w:lang w:val="en-GB"/>
              </w:rPr>
              <w:t>RP120 + RP8Si</w:t>
            </w:r>
          </w:p>
        </w:tc>
        <w:tc>
          <w:tcPr>
            <w:tcW w:w="1102" w:type="dxa"/>
          </w:tcPr>
          <w:p w14:paraId="50381197" w14:textId="77777777" w:rsidR="00592847" w:rsidRPr="00E4005D" w:rsidRDefault="00592847" w:rsidP="00ED0FEF">
            <w:pPr>
              <w:pStyle w:val="Tabletext"/>
              <w:rPr>
                <w:lang w:val="en-GB"/>
              </w:rPr>
            </w:pPr>
            <w:r w:rsidRPr="00E4005D">
              <w:rPr>
                <w:lang w:val="en-GB"/>
              </w:rPr>
              <w:t>Mortised</w:t>
            </w:r>
          </w:p>
        </w:tc>
        <w:tc>
          <w:tcPr>
            <w:tcW w:w="1681" w:type="dxa"/>
            <w:shd w:val="clear" w:color="auto" w:fill="auto"/>
            <w:tcMar>
              <w:top w:w="28" w:type="dxa"/>
              <w:left w:w="28" w:type="dxa"/>
              <w:bottom w:w="28" w:type="dxa"/>
              <w:right w:w="28" w:type="dxa"/>
            </w:tcMar>
          </w:tcPr>
          <w:p w14:paraId="1207BA21" w14:textId="77777777" w:rsidR="00592847" w:rsidRPr="00E4005D" w:rsidRDefault="00592847" w:rsidP="00ED0FEF">
            <w:pPr>
              <w:pStyle w:val="Tabletext"/>
              <w:rPr>
                <w:lang w:val="en-GB"/>
              </w:rPr>
            </w:pPr>
            <w:r w:rsidRPr="00E4005D">
              <w:rPr>
                <w:lang w:val="en-GB"/>
              </w:rPr>
              <w:t>Up to -/240/60</w:t>
            </w:r>
          </w:p>
        </w:tc>
        <w:tc>
          <w:tcPr>
            <w:tcW w:w="1587" w:type="dxa"/>
            <w:shd w:val="clear" w:color="auto" w:fill="auto"/>
            <w:tcMar>
              <w:top w:w="28" w:type="dxa"/>
              <w:left w:w="28" w:type="dxa"/>
              <w:bottom w:w="28" w:type="dxa"/>
              <w:right w:w="28" w:type="dxa"/>
            </w:tcMar>
          </w:tcPr>
          <w:p w14:paraId="4D7C4985"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341D62BC" w14:textId="53051E81"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6661A3F5" w14:textId="77777777" w:rsidR="00592847" w:rsidRPr="00E4005D" w:rsidRDefault="00592847" w:rsidP="00ED0FEF">
            <w:pPr>
              <w:pStyle w:val="Tabletext"/>
              <w:rPr>
                <w:lang w:val="en-GB"/>
              </w:rPr>
            </w:pPr>
            <w:r w:rsidRPr="00E4005D">
              <w:rPr>
                <w:lang w:val="en-GB"/>
              </w:rPr>
              <w:t>Medium</w:t>
            </w:r>
          </w:p>
        </w:tc>
        <w:tc>
          <w:tcPr>
            <w:tcW w:w="840" w:type="dxa"/>
          </w:tcPr>
          <w:p w14:paraId="4ADBC9CA" w14:textId="77777777" w:rsidR="00592847" w:rsidRPr="00E4005D" w:rsidRDefault="00592847" w:rsidP="00ED0FEF">
            <w:pPr>
              <w:pStyle w:val="Tabletext"/>
              <w:rPr>
                <w:lang w:val="en-GB"/>
              </w:rPr>
            </w:pPr>
          </w:p>
        </w:tc>
      </w:tr>
      <w:tr w:rsidR="00592847" w:rsidRPr="00E4005D" w14:paraId="6D12FDEF" w14:textId="77777777" w:rsidTr="00E4005D">
        <w:trPr>
          <w:trHeight w:hRule="exact" w:val="284"/>
        </w:trPr>
        <w:tc>
          <w:tcPr>
            <w:tcW w:w="1863" w:type="dxa"/>
            <w:shd w:val="clear" w:color="auto" w:fill="auto"/>
            <w:tcMar>
              <w:top w:w="28" w:type="dxa"/>
              <w:left w:w="28" w:type="dxa"/>
              <w:bottom w:w="28" w:type="dxa"/>
              <w:right w:w="28" w:type="dxa"/>
            </w:tcMar>
          </w:tcPr>
          <w:p w14:paraId="643DAE9F" w14:textId="77777777" w:rsidR="00592847" w:rsidRPr="00E4005D" w:rsidRDefault="00592847" w:rsidP="00ED0FEF">
            <w:pPr>
              <w:pStyle w:val="Tabletext"/>
              <w:rPr>
                <w:lang w:val="en-GB"/>
              </w:rPr>
            </w:pPr>
            <w:r w:rsidRPr="00E4005D">
              <w:rPr>
                <w:lang w:val="en-GB"/>
              </w:rPr>
              <w:t>RP10Si + RP8Si</w:t>
            </w:r>
          </w:p>
        </w:tc>
        <w:tc>
          <w:tcPr>
            <w:tcW w:w="1102" w:type="dxa"/>
          </w:tcPr>
          <w:p w14:paraId="2D61082B" w14:textId="77777777" w:rsidR="00592847" w:rsidRPr="00E4005D" w:rsidRDefault="00592847" w:rsidP="00ED0FEF">
            <w:pPr>
              <w:pStyle w:val="Tabletext"/>
              <w:rPr>
                <w:lang w:val="en-GB"/>
              </w:rPr>
            </w:pPr>
            <w:r w:rsidRPr="00E4005D">
              <w:rPr>
                <w:lang w:val="en-GB"/>
              </w:rPr>
              <w:t>Mortised</w:t>
            </w:r>
          </w:p>
        </w:tc>
        <w:tc>
          <w:tcPr>
            <w:tcW w:w="1681" w:type="dxa"/>
            <w:shd w:val="clear" w:color="auto" w:fill="auto"/>
            <w:tcMar>
              <w:top w:w="28" w:type="dxa"/>
              <w:left w:w="28" w:type="dxa"/>
              <w:bottom w:w="28" w:type="dxa"/>
              <w:right w:w="28" w:type="dxa"/>
            </w:tcMar>
          </w:tcPr>
          <w:p w14:paraId="7E831D81" w14:textId="77777777" w:rsidR="00592847" w:rsidRPr="00E4005D" w:rsidRDefault="00592847" w:rsidP="00ED0FEF">
            <w:pPr>
              <w:pStyle w:val="Tabletext"/>
              <w:rPr>
                <w:lang w:val="en-GB"/>
              </w:rPr>
            </w:pPr>
            <w:r w:rsidRPr="00E4005D">
              <w:rPr>
                <w:lang w:val="en-GB"/>
              </w:rPr>
              <w:t>Up to -/240/60</w:t>
            </w:r>
          </w:p>
        </w:tc>
        <w:tc>
          <w:tcPr>
            <w:tcW w:w="1587" w:type="dxa"/>
            <w:shd w:val="clear" w:color="auto" w:fill="auto"/>
            <w:tcMar>
              <w:top w:w="28" w:type="dxa"/>
              <w:left w:w="28" w:type="dxa"/>
              <w:bottom w:w="28" w:type="dxa"/>
              <w:right w:w="28" w:type="dxa"/>
            </w:tcMar>
          </w:tcPr>
          <w:p w14:paraId="070FCD6F" w14:textId="77777777" w:rsidR="00592847" w:rsidRPr="00E4005D" w:rsidRDefault="00592847" w:rsidP="00ED0FEF">
            <w:pPr>
              <w:pStyle w:val="Tabletext"/>
              <w:rPr>
                <w:lang w:val="en-GB"/>
              </w:rPr>
            </w:pPr>
            <w:r w:rsidRPr="00E4005D">
              <w:rPr>
                <w:lang w:val="en-GB"/>
              </w:rPr>
              <w:t xml:space="preserve">Single/Double </w:t>
            </w:r>
          </w:p>
        </w:tc>
        <w:tc>
          <w:tcPr>
            <w:tcW w:w="1120" w:type="dxa"/>
            <w:shd w:val="clear" w:color="auto" w:fill="auto"/>
            <w:tcMar>
              <w:top w:w="28" w:type="dxa"/>
              <w:left w:w="28" w:type="dxa"/>
              <w:bottom w:w="28" w:type="dxa"/>
              <w:right w:w="28" w:type="dxa"/>
            </w:tcMar>
          </w:tcPr>
          <w:p w14:paraId="0448E0A3" w14:textId="15558960"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7ADE815D" w14:textId="77777777" w:rsidR="00592847" w:rsidRPr="00E4005D" w:rsidRDefault="00592847" w:rsidP="00ED0FEF">
            <w:pPr>
              <w:pStyle w:val="Tabletext"/>
              <w:rPr>
                <w:lang w:val="en-GB"/>
              </w:rPr>
            </w:pPr>
            <w:r w:rsidRPr="00E4005D">
              <w:rPr>
                <w:lang w:val="en-GB"/>
              </w:rPr>
              <w:t>Heavy</w:t>
            </w:r>
          </w:p>
        </w:tc>
        <w:tc>
          <w:tcPr>
            <w:tcW w:w="840" w:type="dxa"/>
          </w:tcPr>
          <w:p w14:paraId="4515B6CF" w14:textId="77777777" w:rsidR="00592847" w:rsidRPr="00E4005D" w:rsidRDefault="00592847" w:rsidP="00ED0FEF">
            <w:pPr>
              <w:pStyle w:val="Tabletext"/>
              <w:rPr>
                <w:lang w:val="en-GB"/>
              </w:rPr>
            </w:pPr>
          </w:p>
        </w:tc>
      </w:tr>
      <w:tr w:rsidR="00592847" w:rsidRPr="00E4005D" w14:paraId="58C6EDCD" w14:textId="77777777" w:rsidTr="00E4005D">
        <w:trPr>
          <w:trHeight w:hRule="exact" w:val="284"/>
        </w:trPr>
        <w:tc>
          <w:tcPr>
            <w:tcW w:w="1863" w:type="dxa"/>
            <w:shd w:val="clear" w:color="auto" w:fill="auto"/>
            <w:tcMar>
              <w:top w:w="28" w:type="dxa"/>
              <w:left w:w="28" w:type="dxa"/>
              <w:bottom w:w="28" w:type="dxa"/>
              <w:right w:w="28" w:type="dxa"/>
            </w:tcMar>
          </w:tcPr>
          <w:p w14:paraId="0CA4B8C2" w14:textId="77777777" w:rsidR="00592847" w:rsidRPr="00E4005D" w:rsidRDefault="00592847" w:rsidP="00ED0FEF">
            <w:pPr>
              <w:pStyle w:val="Tabletext"/>
              <w:rPr>
                <w:lang w:val="en-GB"/>
              </w:rPr>
            </w:pPr>
            <w:r w:rsidRPr="00E4005D">
              <w:rPr>
                <w:lang w:val="en-GB"/>
              </w:rPr>
              <w:t>RP24Si + RP38Si</w:t>
            </w:r>
          </w:p>
        </w:tc>
        <w:tc>
          <w:tcPr>
            <w:tcW w:w="1102" w:type="dxa"/>
          </w:tcPr>
          <w:p w14:paraId="26509291" w14:textId="77777777" w:rsidR="00592847" w:rsidRPr="00E4005D" w:rsidRDefault="00592847" w:rsidP="00ED0FEF">
            <w:pPr>
              <w:pStyle w:val="Tabletext"/>
              <w:rPr>
                <w:lang w:val="en-GB"/>
              </w:rPr>
            </w:pPr>
            <w:r w:rsidRPr="00E4005D">
              <w:rPr>
                <w:lang w:val="en-GB"/>
              </w:rPr>
              <w:t>Semi Mortised</w:t>
            </w:r>
          </w:p>
        </w:tc>
        <w:tc>
          <w:tcPr>
            <w:tcW w:w="1681" w:type="dxa"/>
            <w:shd w:val="clear" w:color="auto" w:fill="auto"/>
            <w:tcMar>
              <w:top w:w="28" w:type="dxa"/>
              <w:left w:w="28" w:type="dxa"/>
              <w:bottom w:w="28" w:type="dxa"/>
              <w:right w:w="28" w:type="dxa"/>
            </w:tcMar>
          </w:tcPr>
          <w:p w14:paraId="7C137EF7" w14:textId="77777777" w:rsidR="00592847" w:rsidRPr="00E4005D" w:rsidRDefault="00592847" w:rsidP="00ED0FEF">
            <w:pPr>
              <w:pStyle w:val="Tabletext"/>
              <w:rPr>
                <w:lang w:val="en-GB"/>
              </w:rPr>
            </w:pPr>
            <w:r w:rsidRPr="00E4005D">
              <w:rPr>
                <w:lang w:val="en-GB"/>
              </w:rPr>
              <w:t>Up to -/240/30</w:t>
            </w:r>
          </w:p>
        </w:tc>
        <w:tc>
          <w:tcPr>
            <w:tcW w:w="1587" w:type="dxa"/>
            <w:shd w:val="clear" w:color="auto" w:fill="auto"/>
            <w:tcMar>
              <w:top w:w="28" w:type="dxa"/>
              <w:left w:w="28" w:type="dxa"/>
              <w:bottom w:w="28" w:type="dxa"/>
              <w:right w:w="28" w:type="dxa"/>
            </w:tcMar>
          </w:tcPr>
          <w:p w14:paraId="12FAD613"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3BF3529F" w14:textId="77777777" w:rsidR="00592847" w:rsidRPr="00E4005D" w:rsidRDefault="00592847" w:rsidP="00ED0FEF">
            <w:pPr>
              <w:pStyle w:val="Tabletext"/>
              <w:rPr>
                <w:lang w:val="en-GB"/>
              </w:rPr>
            </w:pPr>
            <w:r w:rsidRPr="00E4005D">
              <w:rPr>
                <w:lang w:val="en-GB"/>
              </w:rPr>
              <w:t>47</w:t>
            </w:r>
          </w:p>
        </w:tc>
        <w:tc>
          <w:tcPr>
            <w:tcW w:w="934" w:type="dxa"/>
          </w:tcPr>
          <w:p w14:paraId="00B56EB0" w14:textId="77777777" w:rsidR="00592847" w:rsidRPr="00E4005D" w:rsidRDefault="00592847" w:rsidP="00ED0FEF">
            <w:pPr>
              <w:pStyle w:val="Tabletext"/>
              <w:rPr>
                <w:lang w:val="en-GB"/>
              </w:rPr>
            </w:pPr>
            <w:r w:rsidRPr="00E4005D">
              <w:rPr>
                <w:lang w:val="en-GB"/>
              </w:rPr>
              <w:t>Heavy</w:t>
            </w:r>
          </w:p>
        </w:tc>
        <w:tc>
          <w:tcPr>
            <w:tcW w:w="840" w:type="dxa"/>
          </w:tcPr>
          <w:p w14:paraId="4B641002" w14:textId="77777777" w:rsidR="00592847" w:rsidRPr="00E4005D" w:rsidRDefault="00592847" w:rsidP="00ED0FEF">
            <w:pPr>
              <w:pStyle w:val="Tabletext"/>
              <w:rPr>
                <w:lang w:val="en-GB"/>
              </w:rPr>
            </w:pPr>
          </w:p>
        </w:tc>
      </w:tr>
      <w:tr w:rsidR="00592847" w:rsidRPr="00E4005D" w14:paraId="27DA9073" w14:textId="77777777" w:rsidTr="00E4005D">
        <w:trPr>
          <w:trHeight w:hRule="exact" w:val="284"/>
        </w:trPr>
        <w:tc>
          <w:tcPr>
            <w:tcW w:w="1863" w:type="dxa"/>
            <w:shd w:val="clear" w:color="auto" w:fill="auto"/>
            <w:tcMar>
              <w:top w:w="28" w:type="dxa"/>
              <w:left w:w="28" w:type="dxa"/>
              <w:bottom w:w="28" w:type="dxa"/>
              <w:right w:w="28" w:type="dxa"/>
            </w:tcMar>
          </w:tcPr>
          <w:p w14:paraId="629DA4F1" w14:textId="77777777" w:rsidR="00592847" w:rsidRPr="00E4005D" w:rsidRDefault="00592847" w:rsidP="00ED0FEF">
            <w:pPr>
              <w:pStyle w:val="Tabletext"/>
              <w:rPr>
                <w:lang w:val="en-GB"/>
              </w:rPr>
            </w:pPr>
            <w:r w:rsidRPr="00E4005D">
              <w:rPr>
                <w:lang w:val="en-GB"/>
              </w:rPr>
              <w:t>RP78Si + RP8Si</w:t>
            </w:r>
          </w:p>
        </w:tc>
        <w:tc>
          <w:tcPr>
            <w:tcW w:w="1102" w:type="dxa"/>
          </w:tcPr>
          <w:p w14:paraId="54CD98BA" w14:textId="77777777" w:rsidR="00592847" w:rsidRPr="00E4005D" w:rsidRDefault="00592847" w:rsidP="00ED0FEF">
            <w:pPr>
              <w:pStyle w:val="Tabletext"/>
              <w:rPr>
                <w:lang w:val="en-GB"/>
              </w:rPr>
            </w:pPr>
            <w:r w:rsidRPr="00E4005D">
              <w:rPr>
                <w:lang w:val="en-GB"/>
              </w:rPr>
              <w:t>Mortised</w:t>
            </w:r>
          </w:p>
        </w:tc>
        <w:tc>
          <w:tcPr>
            <w:tcW w:w="1681" w:type="dxa"/>
            <w:shd w:val="clear" w:color="auto" w:fill="auto"/>
            <w:tcMar>
              <w:top w:w="28" w:type="dxa"/>
              <w:left w:w="28" w:type="dxa"/>
              <w:bottom w:w="28" w:type="dxa"/>
              <w:right w:w="28" w:type="dxa"/>
            </w:tcMar>
          </w:tcPr>
          <w:p w14:paraId="6E68F5FA" w14:textId="77777777" w:rsidR="00592847" w:rsidRPr="00E4005D" w:rsidRDefault="00592847" w:rsidP="00ED0FEF">
            <w:pPr>
              <w:pStyle w:val="Tabletext"/>
              <w:rPr>
                <w:lang w:val="en-GB"/>
              </w:rPr>
            </w:pPr>
            <w:r w:rsidRPr="00E4005D">
              <w:rPr>
                <w:lang w:val="en-GB"/>
              </w:rPr>
              <w:t>Up to -/240/60</w:t>
            </w:r>
          </w:p>
        </w:tc>
        <w:tc>
          <w:tcPr>
            <w:tcW w:w="1587" w:type="dxa"/>
            <w:shd w:val="clear" w:color="auto" w:fill="auto"/>
            <w:tcMar>
              <w:top w:w="28" w:type="dxa"/>
              <w:left w:w="28" w:type="dxa"/>
              <w:bottom w:w="28" w:type="dxa"/>
              <w:right w:w="28" w:type="dxa"/>
            </w:tcMar>
          </w:tcPr>
          <w:p w14:paraId="4BB172ED"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7192D8B8" w14:textId="18040C0A"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2990F6E4" w14:textId="77777777" w:rsidR="00592847" w:rsidRPr="00E4005D" w:rsidRDefault="00592847" w:rsidP="00ED0FEF">
            <w:pPr>
              <w:pStyle w:val="Tabletext"/>
              <w:rPr>
                <w:lang w:val="en-GB"/>
              </w:rPr>
            </w:pPr>
            <w:r w:rsidRPr="00E4005D">
              <w:rPr>
                <w:lang w:val="en-GB"/>
              </w:rPr>
              <w:t>Heavy</w:t>
            </w:r>
          </w:p>
        </w:tc>
        <w:tc>
          <w:tcPr>
            <w:tcW w:w="840" w:type="dxa"/>
          </w:tcPr>
          <w:p w14:paraId="395C5FF8" w14:textId="77777777" w:rsidR="00592847" w:rsidRPr="00E4005D" w:rsidRDefault="00592847" w:rsidP="00ED0FEF">
            <w:pPr>
              <w:pStyle w:val="Tabletext"/>
              <w:rPr>
                <w:lang w:val="en-GB"/>
              </w:rPr>
            </w:pPr>
          </w:p>
        </w:tc>
      </w:tr>
      <w:tr w:rsidR="00592847" w:rsidRPr="00E4005D" w14:paraId="4504774E" w14:textId="77777777" w:rsidTr="00E4005D">
        <w:trPr>
          <w:trHeight w:hRule="exact" w:val="284"/>
        </w:trPr>
        <w:tc>
          <w:tcPr>
            <w:tcW w:w="1863" w:type="dxa"/>
            <w:shd w:val="clear" w:color="auto" w:fill="auto"/>
            <w:tcMar>
              <w:top w:w="28" w:type="dxa"/>
              <w:left w:w="28" w:type="dxa"/>
              <w:bottom w:w="28" w:type="dxa"/>
              <w:right w:w="28" w:type="dxa"/>
            </w:tcMar>
          </w:tcPr>
          <w:p w14:paraId="06E46013" w14:textId="77777777" w:rsidR="00592847" w:rsidRPr="00E4005D" w:rsidRDefault="00592847" w:rsidP="00ED0FEF">
            <w:pPr>
              <w:pStyle w:val="Tabletext"/>
              <w:rPr>
                <w:lang w:val="en-GB"/>
              </w:rPr>
            </w:pPr>
            <w:r w:rsidRPr="00E4005D">
              <w:rPr>
                <w:lang w:val="en-GB"/>
              </w:rPr>
              <w:t xml:space="preserve">RP78Si + RP35Si </w:t>
            </w:r>
          </w:p>
        </w:tc>
        <w:tc>
          <w:tcPr>
            <w:tcW w:w="1102" w:type="dxa"/>
          </w:tcPr>
          <w:p w14:paraId="024679A5" w14:textId="77777777" w:rsidR="00592847" w:rsidRPr="00E4005D" w:rsidRDefault="00592847" w:rsidP="00ED0FEF">
            <w:pPr>
              <w:pStyle w:val="Tabletext"/>
              <w:rPr>
                <w:lang w:val="en-GB"/>
              </w:rPr>
            </w:pPr>
            <w:r w:rsidRPr="00E4005D">
              <w:rPr>
                <w:lang w:val="en-GB"/>
              </w:rPr>
              <w:t>Face Fixed</w:t>
            </w:r>
          </w:p>
        </w:tc>
        <w:tc>
          <w:tcPr>
            <w:tcW w:w="1681" w:type="dxa"/>
            <w:shd w:val="clear" w:color="auto" w:fill="auto"/>
            <w:tcMar>
              <w:top w:w="28" w:type="dxa"/>
              <w:left w:w="28" w:type="dxa"/>
              <w:bottom w:w="28" w:type="dxa"/>
              <w:right w:w="28" w:type="dxa"/>
            </w:tcMar>
          </w:tcPr>
          <w:p w14:paraId="64B56004" w14:textId="77777777" w:rsidR="00592847" w:rsidRPr="00E4005D" w:rsidRDefault="00592847" w:rsidP="00ED0FEF">
            <w:pPr>
              <w:pStyle w:val="Tabletext"/>
              <w:rPr>
                <w:lang w:val="en-GB"/>
              </w:rPr>
            </w:pPr>
            <w:r w:rsidRPr="00E4005D">
              <w:rPr>
                <w:lang w:val="en-GB"/>
              </w:rPr>
              <w:t>Up to -/240/60</w:t>
            </w:r>
          </w:p>
        </w:tc>
        <w:tc>
          <w:tcPr>
            <w:tcW w:w="1587" w:type="dxa"/>
            <w:shd w:val="clear" w:color="auto" w:fill="auto"/>
            <w:tcMar>
              <w:top w:w="28" w:type="dxa"/>
              <w:left w:w="28" w:type="dxa"/>
              <w:bottom w:w="28" w:type="dxa"/>
              <w:right w:w="28" w:type="dxa"/>
            </w:tcMar>
          </w:tcPr>
          <w:p w14:paraId="1D3178B0"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0DEFAC64" w14:textId="5A3ECF87"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3EB53180" w14:textId="77777777" w:rsidR="00592847" w:rsidRPr="00E4005D" w:rsidRDefault="00592847" w:rsidP="00ED0FEF">
            <w:pPr>
              <w:pStyle w:val="Tabletext"/>
              <w:rPr>
                <w:lang w:val="en-GB"/>
              </w:rPr>
            </w:pPr>
            <w:r w:rsidRPr="00E4005D">
              <w:rPr>
                <w:lang w:val="en-GB"/>
              </w:rPr>
              <w:t>Heavy</w:t>
            </w:r>
          </w:p>
        </w:tc>
        <w:tc>
          <w:tcPr>
            <w:tcW w:w="840" w:type="dxa"/>
          </w:tcPr>
          <w:p w14:paraId="4838C5AE" w14:textId="77777777" w:rsidR="00592847" w:rsidRPr="00E4005D" w:rsidRDefault="00592847" w:rsidP="00ED0FEF">
            <w:pPr>
              <w:pStyle w:val="Tabletext"/>
              <w:rPr>
                <w:lang w:val="en-GB"/>
              </w:rPr>
            </w:pPr>
          </w:p>
        </w:tc>
      </w:tr>
      <w:tr w:rsidR="00592847" w:rsidRPr="00E4005D" w14:paraId="751538CB" w14:textId="77777777" w:rsidTr="00E4005D">
        <w:trPr>
          <w:trHeight w:hRule="exact" w:val="284"/>
        </w:trPr>
        <w:tc>
          <w:tcPr>
            <w:tcW w:w="1863" w:type="dxa"/>
            <w:shd w:val="clear" w:color="auto" w:fill="auto"/>
            <w:tcMar>
              <w:top w:w="28" w:type="dxa"/>
              <w:left w:w="28" w:type="dxa"/>
              <w:bottom w:w="28" w:type="dxa"/>
              <w:right w:w="28" w:type="dxa"/>
            </w:tcMar>
          </w:tcPr>
          <w:p w14:paraId="5761D608" w14:textId="77777777" w:rsidR="00592847" w:rsidRPr="00E4005D" w:rsidRDefault="00592847" w:rsidP="00ED0FEF">
            <w:pPr>
              <w:pStyle w:val="Tabletext"/>
              <w:rPr>
                <w:lang w:val="en-GB"/>
              </w:rPr>
            </w:pPr>
            <w:r w:rsidRPr="00E4005D">
              <w:rPr>
                <w:lang w:val="en-GB"/>
              </w:rPr>
              <w:t>RP78Si + RP38Si</w:t>
            </w:r>
          </w:p>
        </w:tc>
        <w:tc>
          <w:tcPr>
            <w:tcW w:w="1102" w:type="dxa"/>
          </w:tcPr>
          <w:p w14:paraId="5F5CE3EB" w14:textId="77777777" w:rsidR="00592847" w:rsidRPr="00E4005D" w:rsidRDefault="00592847" w:rsidP="00ED0FEF">
            <w:pPr>
              <w:pStyle w:val="Tabletext"/>
              <w:rPr>
                <w:lang w:val="en-GB"/>
              </w:rPr>
            </w:pPr>
            <w:r w:rsidRPr="00E4005D">
              <w:rPr>
                <w:lang w:val="en-GB"/>
              </w:rPr>
              <w:t>Face Fixed</w:t>
            </w:r>
          </w:p>
        </w:tc>
        <w:tc>
          <w:tcPr>
            <w:tcW w:w="1681" w:type="dxa"/>
            <w:shd w:val="clear" w:color="auto" w:fill="auto"/>
            <w:tcMar>
              <w:top w:w="28" w:type="dxa"/>
              <w:left w:w="28" w:type="dxa"/>
              <w:bottom w:w="28" w:type="dxa"/>
              <w:right w:w="28" w:type="dxa"/>
            </w:tcMar>
          </w:tcPr>
          <w:p w14:paraId="09A0A79C" w14:textId="77777777" w:rsidR="00592847" w:rsidRPr="00E4005D" w:rsidRDefault="00592847" w:rsidP="00ED0FEF">
            <w:pPr>
              <w:pStyle w:val="Tabletext"/>
              <w:rPr>
                <w:lang w:val="en-GB"/>
              </w:rPr>
            </w:pPr>
            <w:r w:rsidRPr="00E4005D">
              <w:rPr>
                <w:lang w:val="en-GB"/>
              </w:rPr>
              <w:t>Up to -/240/60</w:t>
            </w:r>
          </w:p>
        </w:tc>
        <w:tc>
          <w:tcPr>
            <w:tcW w:w="1587" w:type="dxa"/>
            <w:shd w:val="clear" w:color="auto" w:fill="auto"/>
            <w:tcMar>
              <w:top w:w="28" w:type="dxa"/>
              <w:left w:w="28" w:type="dxa"/>
              <w:bottom w:w="28" w:type="dxa"/>
              <w:right w:w="28" w:type="dxa"/>
            </w:tcMar>
          </w:tcPr>
          <w:p w14:paraId="734ABB19"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14F8AD77" w14:textId="0C3CE488"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2323599E" w14:textId="77777777" w:rsidR="00592847" w:rsidRPr="00E4005D" w:rsidRDefault="00592847" w:rsidP="00ED0FEF">
            <w:pPr>
              <w:pStyle w:val="Tabletext"/>
              <w:rPr>
                <w:lang w:val="en-GB"/>
              </w:rPr>
            </w:pPr>
            <w:r w:rsidRPr="00E4005D">
              <w:rPr>
                <w:lang w:val="en-GB"/>
              </w:rPr>
              <w:t>Heavy</w:t>
            </w:r>
          </w:p>
        </w:tc>
        <w:tc>
          <w:tcPr>
            <w:tcW w:w="840" w:type="dxa"/>
          </w:tcPr>
          <w:p w14:paraId="1E31BC65" w14:textId="77777777" w:rsidR="00592847" w:rsidRPr="00E4005D" w:rsidRDefault="00592847" w:rsidP="00ED0FEF">
            <w:pPr>
              <w:pStyle w:val="Tabletext"/>
              <w:rPr>
                <w:lang w:val="en-GB"/>
              </w:rPr>
            </w:pPr>
          </w:p>
        </w:tc>
      </w:tr>
      <w:tr w:rsidR="00592847" w:rsidRPr="00E4005D" w14:paraId="38B3A090" w14:textId="77777777" w:rsidTr="00E4005D">
        <w:trPr>
          <w:trHeight w:hRule="exact" w:val="284"/>
        </w:trPr>
        <w:tc>
          <w:tcPr>
            <w:tcW w:w="1863" w:type="dxa"/>
            <w:shd w:val="clear" w:color="auto" w:fill="auto"/>
            <w:tcMar>
              <w:top w:w="28" w:type="dxa"/>
              <w:left w:w="28" w:type="dxa"/>
              <w:bottom w:w="28" w:type="dxa"/>
              <w:right w:w="28" w:type="dxa"/>
            </w:tcMar>
          </w:tcPr>
          <w:p w14:paraId="4A30B63C" w14:textId="77777777" w:rsidR="00592847" w:rsidRPr="00E4005D" w:rsidRDefault="00592847" w:rsidP="00ED0FEF">
            <w:pPr>
              <w:pStyle w:val="Tabletext"/>
              <w:rPr>
                <w:lang w:val="en-GB"/>
              </w:rPr>
            </w:pPr>
            <w:r w:rsidRPr="00E4005D">
              <w:rPr>
                <w:lang w:val="en-GB"/>
              </w:rPr>
              <w:t>RP78Si + RP127Si</w:t>
            </w:r>
          </w:p>
        </w:tc>
        <w:tc>
          <w:tcPr>
            <w:tcW w:w="1102" w:type="dxa"/>
          </w:tcPr>
          <w:p w14:paraId="49CC0A9E" w14:textId="77777777" w:rsidR="00592847" w:rsidRPr="00E4005D" w:rsidRDefault="00592847" w:rsidP="00ED0FEF">
            <w:pPr>
              <w:pStyle w:val="Tabletext"/>
              <w:rPr>
                <w:lang w:val="en-GB"/>
              </w:rPr>
            </w:pPr>
            <w:r w:rsidRPr="00E4005D">
              <w:rPr>
                <w:lang w:val="en-GB"/>
              </w:rPr>
              <w:t>Mortised</w:t>
            </w:r>
          </w:p>
        </w:tc>
        <w:tc>
          <w:tcPr>
            <w:tcW w:w="1681" w:type="dxa"/>
            <w:shd w:val="clear" w:color="auto" w:fill="auto"/>
            <w:tcMar>
              <w:top w:w="28" w:type="dxa"/>
              <w:left w:w="28" w:type="dxa"/>
              <w:bottom w:w="28" w:type="dxa"/>
              <w:right w:w="28" w:type="dxa"/>
            </w:tcMar>
          </w:tcPr>
          <w:p w14:paraId="33C01BAD" w14:textId="77777777" w:rsidR="00592847" w:rsidRPr="00E4005D" w:rsidRDefault="00592847" w:rsidP="00ED0FEF">
            <w:pPr>
              <w:pStyle w:val="Tabletext"/>
              <w:rPr>
                <w:lang w:val="en-GB"/>
              </w:rPr>
            </w:pPr>
            <w:r w:rsidRPr="00E4005D">
              <w:rPr>
                <w:lang w:val="en-GB"/>
              </w:rPr>
              <w:t>Up to -/240/60</w:t>
            </w:r>
          </w:p>
        </w:tc>
        <w:tc>
          <w:tcPr>
            <w:tcW w:w="1587" w:type="dxa"/>
            <w:shd w:val="clear" w:color="auto" w:fill="auto"/>
            <w:tcMar>
              <w:top w:w="28" w:type="dxa"/>
              <w:left w:w="28" w:type="dxa"/>
              <w:bottom w:w="28" w:type="dxa"/>
              <w:right w:w="28" w:type="dxa"/>
            </w:tcMar>
          </w:tcPr>
          <w:p w14:paraId="6BF2923D"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53E1188F" w14:textId="77777777" w:rsidR="00592847" w:rsidRPr="00E4005D" w:rsidRDefault="00592847" w:rsidP="00ED0FEF">
            <w:pPr>
              <w:pStyle w:val="Tabletext"/>
              <w:rPr>
                <w:lang w:val="en-GB"/>
              </w:rPr>
            </w:pPr>
            <w:r w:rsidRPr="00E4005D">
              <w:rPr>
                <w:lang w:val="en-GB"/>
              </w:rPr>
              <w:t>47</w:t>
            </w:r>
          </w:p>
        </w:tc>
        <w:tc>
          <w:tcPr>
            <w:tcW w:w="934" w:type="dxa"/>
          </w:tcPr>
          <w:p w14:paraId="7D77FD16" w14:textId="77777777" w:rsidR="00592847" w:rsidRPr="00E4005D" w:rsidRDefault="00592847" w:rsidP="00ED0FEF">
            <w:pPr>
              <w:pStyle w:val="Tabletext"/>
              <w:rPr>
                <w:lang w:val="en-GB"/>
              </w:rPr>
            </w:pPr>
            <w:r w:rsidRPr="00E4005D">
              <w:rPr>
                <w:lang w:val="en-GB"/>
              </w:rPr>
              <w:t>Medium</w:t>
            </w:r>
          </w:p>
        </w:tc>
        <w:tc>
          <w:tcPr>
            <w:tcW w:w="840" w:type="dxa"/>
          </w:tcPr>
          <w:p w14:paraId="7F353EB5" w14:textId="77777777" w:rsidR="00592847" w:rsidRPr="00E4005D" w:rsidRDefault="00592847" w:rsidP="00ED0FEF">
            <w:pPr>
              <w:pStyle w:val="Tabletext"/>
              <w:rPr>
                <w:lang w:val="en-GB"/>
              </w:rPr>
            </w:pPr>
          </w:p>
        </w:tc>
      </w:tr>
      <w:tr w:rsidR="00592847" w:rsidRPr="00E4005D" w14:paraId="792EA6B9" w14:textId="77777777" w:rsidTr="00E4005D">
        <w:trPr>
          <w:trHeight w:hRule="exact" w:val="284"/>
        </w:trPr>
        <w:tc>
          <w:tcPr>
            <w:tcW w:w="1863" w:type="dxa"/>
            <w:shd w:val="clear" w:color="auto" w:fill="auto"/>
            <w:tcMar>
              <w:top w:w="28" w:type="dxa"/>
              <w:left w:w="28" w:type="dxa"/>
              <w:bottom w:w="28" w:type="dxa"/>
              <w:right w:w="28" w:type="dxa"/>
            </w:tcMar>
          </w:tcPr>
          <w:p w14:paraId="5E238310" w14:textId="77777777" w:rsidR="00592847" w:rsidRPr="00E4005D" w:rsidRDefault="00592847" w:rsidP="00ED0FEF">
            <w:pPr>
              <w:pStyle w:val="Tabletext"/>
              <w:rPr>
                <w:lang w:val="en-GB"/>
              </w:rPr>
            </w:pPr>
            <w:r w:rsidRPr="00E4005D">
              <w:rPr>
                <w:lang w:val="en-GB"/>
              </w:rPr>
              <w:t>RP87Si + RP128Si</w:t>
            </w:r>
          </w:p>
        </w:tc>
        <w:tc>
          <w:tcPr>
            <w:tcW w:w="1102" w:type="dxa"/>
          </w:tcPr>
          <w:p w14:paraId="1367D2FC" w14:textId="77777777" w:rsidR="00592847" w:rsidRPr="00E4005D" w:rsidRDefault="00592847" w:rsidP="00ED0FEF">
            <w:pPr>
              <w:pStyle w:val="Tabletext"/>
              <w:rPr>
                <w:lang w:val="en-GB"/>
              </w:rPr>
            </w:pPr>
            <w:r w:rsidRPr="00E4005D">
              <w:rPr>
                <w:lang w:val="en-GB"/>
              </w:rPr>
              <w:t>-</w:t>
            </w:r>
          </w:p>
        </w:tc>
        <w:tc>
          <w:tcPr>
            <w:tcW w:w="1681" w:type="dxa"/>
            <w:shd w:val="clear" w:color="auto" w:fill="auto"/>
            <w:tcMar>
              <w:top w:w="28" w:type="dxa"/>
              <w:left w:w="28" w:type="dxa"/>
              <w:bottom w:w="28" w:type="dxa"/>
              <w:right w:w="28" w:type="dxa"/>
            </w:tcMar>
          </w:tcPr>
          <w:p w14:paraId="1115BCAE" w14:textId="77777777" w:rsidR="00592847" w:rsidRPr="00E4005D" w:rsidRDefault="00592847" w:rsidP="00ED0FEF">
            <w:pPr>
              <w:pStyle w:val="Tabletext"/>
              <w:rPr>
                <w:lang w:val="en-GB"/>
              </w:rPr>
            </w:pPr>
            <w:r w:rsidRPr="00E4005D">
              <w:rPr>
                <w:lang w:val="en-GB"/>
              </w:rPr>
              <w:t>Up to -/240/30</w:t>
            </w:r>
          </w:p>
        </w:tc>
        <w:tc>
          <w:tcPr>
            <w:tcW w:w="1587" w:type="dxa"/>
            <w:shd w:val="clear" w:color="auto" w:fill="auto"/>
            <w:tcMar>
              <w:top w:w="28" w:type="dxa"/>
              <w:left w:w="28" w:type="dxa"/>
              <w:bottom w:w="28" w:type="dxa"/>
              <w:right w:w="28" w:type="dxa"/>
            </w:tcMar>
          </w:tcPr>
          <w:p w14:paraId="09F41C5B"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74F08AEC" w14:textId="0E3F15E5"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4B0E84F5" w14:textId="77777777" w:rsidR="00592847" w:rsidRPr="00E4005D" w:rsidRDefault="00592847" w:rsidP="00ED0FEF">
            <w:pPr>
              <w:pStyle w:val="Tabletext"/>
              <w:rPr>
                <w:lang w:val="en-GB"/>
              </w:rPr>
            </w:pPr>
            <w:r w:rsidRPr="00E4005D">
              <w:rPr>
                <w:lang w:val="en-GB"/>
              </w:rPr>
              <w:t>Heavy</w:t>
            </w:r>
          </w:p>
        </w:tc>
        <w:tc>
          <w:tcPr>
            <w:tcW w:w="840" w:type="dxa"/>
          </w:tcPr>
          <w:p w14:paraId="070F8359" w14:textId="77777777" w:rsidR="00592847" w:rsidRPr="00E4005D" w:rsidRDefault="00592847" w:rsidP="00ED0FEF">
            <w:pPr>
              <w:pStyle w:val="Tabletext"/>
              <w:rPr>
                <w:lang w:val="en-GB"/>
              </w:rPr>
            </w:pPr>
          </w:p>
        </w:tc>
      </w:tr>
      <w:tr w:rsidR="00592847" w:rsidRPr="00E4005D" w14:paraId="74C34FCA" w14:textId="77777777" w:rsidTr="00E4005D">
        <w:trPr>
          <w:trHeight w:hRule="exact" w:val="284"/>
        </w:trPr>
        <w:tc>
          <w:tcPr>
            <w:tcW w:w="1863" w:type="dxa"/>
            <w:shd w:val="clear" w:color="auto" w:fill="auto"/>
            <w:tcMar>
              <w:top w:w="28" w:type="dxa"/>
              <w:left w:w="28" w:type="dxa"/>
              <w:bottom w:w="28" w:type="dxa"/>
              <w:right w:w="28" w:type="dxa"/>
            </w:tcMar>
          </w:tcPr>
          <w:p w14:paraId="0DBF0CA8" w14:textId="77777777" w:rsidR="00592847" w:rsidRPr="00E4005D" w:rsidRDefault="00592847" w:rsidP="00ED0FEF">
            <w:pPr>
              <w:pStyle w:val="Tabletext"/>
              <w:rPr>
                <w:lang w:val="en-GB"/>
              </w:rPr>
            </w:pPr>
            <w:r w:rsidRPr="00E4005D">
              <w:rPr>
                <w:lang w:val="en-GB"/>
              </w:rPr>
              <w:lastRenderedPageBreak/>
              <w:t>RP93Si + RP99Si</w:t>
            </w:r>
          </w:p>
        </w:tc>
        <w:tc>
          <w:tcPr>
            <w:tcW w:w="1102" w:type="dxa"/>
          </w:tcPr>
          <w:p w14:paraId="75554FD6" w14:textId="77777777" w:rsidR="00592847" w:rsidRPr="00E4005D" w:rsidRDefault="00592847" w:rsidP="00ED0FEF">
            <w:pPr>
              <w:pStyle w:val="Tabletext"/>
              <w:rPr>
                <w:lang w:val="en-GB"/>
              </w:rPr>
            </w:pPr>
            <w:r w:rsidRPr="00E4005D">
              <w:rPr>
                <w:lang w:val="en-GB"/>
              </w:rPr>
              <w:t>Fully Mortised</w:t>
            </w:r>
          </w:p>
        </w:tc>
        <w:tc>
          <w:tcPr>
            <w:tcW w:w="1681" w:type="dxa"/>
            <w:shd w:val="clear" w:color="auto" w:fill="auto"/>
            <w:tcMar>
              <w:top w:w="28" w:type="dxa"/>
              <w:left w:w="28" w:type="dxa"/>
              <w:bottom w:w="28" w:type="dxa"/>
              <w:right w:w="28" w:type="dxa"/>
            </w:tcMar>
          </w:tcPr>
          <w:p w14:paraId="64E4B788" w14:textId="77777777" w:rsidR="00592847" w:rsidRPr="00E4005D" w:rsidRDefault="00592847" w:rsidP="00ED0FEF">
            <w:pPr>
              <w:pStyle w:val="Tabletext"/>
              <w:rPr>
                <w:lang w:val="en-GB"/>
              </w:rPr>
            </w:pPr>
            <w:r w:rsidRPr="00E4005D">
              <w:rPr>
                <w:lang w:val="en-GB"/>
              </w:rPr>
              <w:t>Up to -/240/30</w:t>
            </w:r>
          </w:p>
        </w:tc>
        <w:tc>
          <w:tcPr>
            <w:tcW w:w="1587" w:type="dxa"/>
            <w:shd w:val="clear" w:color="auto" w:fill="auto"/>
            <w:tcMar>
              <w:top w:w="28" w:type="dxa"/>
              <w:left w:w="28" w:type="dxa"/>
              <w:bottom w:w="28" w:type="dxa"/>
              <w:right w:w="28" w:type="dxa"/>
            </w:tcMar>
          </w:tcPr>
          <w:p w14:paraId="3561C0BC"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022BCE75" w14:textId="77777777" w:rsidR="00592847" w:rsidRPr="00E4005D" w:rsidRDefault="00592847" w:rsidP="00ED0FEF">
            <w:pPr>
              <w:pStyle w:val="Tabletext"/>
              <w:rPr>
                <w:lang w:val="en-GB"/>
              </w:rPr>
            </w:pPr>
            <w:r w:rsidRPr="00E4005D">
              <w:rPr>
                <w:lang w:val="en-GB"/>
              </w:rPr>
              <w:t>47</w:t>
            </w:r>
          </w:p>
        </w:tc>
        <w:tc>
          <w:tcPr>
            <w:tcW w:w="934" w:type="dxa"/>
          </w:tcPr>
          <w:p w14:paraId="659C1008" w14:textId="77777777" w:rsidR="00592847" w:rsidRPr="00E4005D" w:rsidRDefault="00592847" w:rsidP="00ED0FEF">
            <w:pPr>
              <w:pStyle w:val="Tabletext"/>
              <w:rPr>
                <w:lang w:val="en-GB"/>
              </w:rPr>
            </w:pPr>
            <w:r w:rsidRPr="00E4005D">
              <w:rPr>
                <w:lang w:val="en-GB"/>
              </w:rPr>
              <w:t>Medium</w:t>
            </w:r>
          </w:p>
        </w:tc>
        <w:tc>
          <w:tcPr>
            <w:tcW w:w="840" w:type="dxa"/>
          </w:tcPr>
          <w:p w14:paraId="2F1FDF39" w14:textId="77777777" w:rsidR="00592847" w:rsidRPr="00E4005D" w:rsidRDefault="00592847" w:rsidP="00ED0FEF">
            <w:pPr>
              <w:pStyle w:val="Tabletext"/>
              <w:rPr>
                <w:lang w:val="en-GB"/>
              </w:rPr>
            </w:pPr>
          </w:p>
        </w:tc>
      </w:tr>
      <w:tr w:rsidR="00592847" w:rsidRPr="00E4005D" w14:paraId="000535B8" w14:textId="77777777" w:rsidTr="00E4005D">
        <w:trPr>
          <w:trHeight w:hRule="exact" w:val="284"/>
        </w:trPr>
        <w:tc>
          <w:tcPr>
            <w:tcW w:w="1863" w:type="dxa"/>
            <w:shd w:val="clear" w:color="auto" w:fill="auto"/>
            <w:tcMar>
              <w:top w:w="28" w:type="dxa"/>
              <w:left w:w="28" w:type="dxa"/>
              <w:bottom w:w="28" w:type="dxa"/>
              <w:right w:w="28" w:type="dxa"/>
            </w:tcMar>
          </w:tcPr>
          <w:p w14:paraId="03D90088" w14:textId="77777777" w:rsidR="00592847" w:rsidRPr="00E4005D" w:rsidRDefault="00592847" w:rsidP="00ED0FEF">
            <w:pPr>
              <w:pStyle w:val="Tabletext"/>
              <w:rPr>
                <w:lang w:val="en-GB"/>
              </w:rPr>
            </w:pPr>
            <w:r w:rsidRPr="00E4005D">
              <w:rPr>
                <w:lang w:val="en-GB"/>
              </w:rPr>
              <w:t>RP87Si + RP128Si</w:t>
            </w:r>
          </w:p>
        </w:tc>
        <w:tc>
          <w:tcPr>
            <w:tcW w:w="1102" w:type="dxa"/>
          </w:tcPr>
          <w:p w14:paraId="36F61688" w14:textId="77777777" w:rsidR="00592847" w:rsidRPr="00E4005D" w:rsidRDefault="00592847" w:rsidP="00ED0FEF">
            <w:pPr>
              <w:pStyle w:val="Tabletext"/>
              <w:rPr>
                <w:lang w:val="en-GB"/>
              </w:rPr>
            </w:pPr>
            <w:r w:rsidRPr="00E4005D">
              <w:rPr>
                <w:lang w:val="en-GB"/>
              </w:rPr>
              <w:t>-</w:t>
            </w:r>
          </w:p>
        </w:tc>
        <w:tc>
          <w:tcPr>
            <w:tcW w:w="1681" w:type="dxa"/>
            <w:shd w:val="clear" w:color="auto" w:fill="auto"/>
            <w:tcMar>
              <w:top w:w="28" w:type="dxa"/>
              <w:left w:w="28" w:type="dxa"/>
              <w:bottom w:w="28" w:type="dxa"/>
              <w:right w:w="28" w:type="dxa"/>
            </w:tcMar>
          </w:tcPr>
          <w:p w14:paraId="19CB30EE" w14:textId="77777777" w:rsidR="00592847" w:rsidRPr="00E4005D" w:rsidRDefault="00592847" w:rsidP="00ED0FEF">
            <w:pPr>
              <w:pStyle w:val="Tabletext"/>
              <w:rPr>
                <w:lang w:val="en-GB"/>
              </w:rPr>
            </w:pPr>
            <w:r w:rsidRPr="00E4005D">
              <w:rPr>
                <w:lang w:val="en-GB"/>
              </w:rPr>
              <w:t>Up to -/240/30</w:t>
            </w:r>
          </w:p>
        </w:tc>
        <w:tc>
          <w:tcPr>
            <w:tcW w:w="1587" w:type="dxa"/>
            <w:shd w:val="clear" w:color="auto" w:fill="auto"/>
            <w:tcMar>
              <w:top w:w="28" w:type="dxa"/>
              <w:left w:w="28" w:type="dxa"/>
              <w:bottom w:w="28" w:type="dxa"/>
              <w:right w:w="28" w:type="dxa"/>
            </w:tcMar>
          </w:tcPr>
          <w:p w14:paraId="2320E5EA"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4021187A" w14:textId="61F56D23" w:rsidR="00592847" w:rsidRPr="00E4005D" w:rsidRDefault="00592847" w:rsidP="00ED0FEF">
            <w:pPr>
              <w:pStyle w:val="Tabletext"/>
              <w:rPr>
                <w:lang w:val="en-GB"/>
              </w:rPr>
            </w:pPr>
            <w:r w:rsidRPr="00E4005D">
              <w:rPr>
                <w:lang w:val="en-GB"/>
              </w:rPr>
              <w:t xml:space="preserve">38 </w:t>
            </w:r>
            <w:r w:rsidR="00DE3706" w:rsidRPr="00E4005D">
              <w:rPr>
                <w:lang w:val="en-GB"/>
              </w:rPr>
              <w:t>and</w:t>
            </w:r>
            <w:r w:rsidRPr="00E4005D">
              <w:rPr>
                <w:lang w:val="en-GB"/>
              </w:rPr>
              <w:t xml:space="preserve"> 47</w:t>
            </w:r>
          </w:p>
        </w:tc>
        <w:tc>
          <w:tcPr>
            <w:tcW w:w="934" w:type="dxa"/>
          </w:tcPr>
          <w:p w14:paraId="50B4CB53" w14:textId="77777777" w:rsidR="00592847" w:rsidRPr="00E4005D" w:rsidRDefault="00592847" w:rsidP="00ED0FEF">
            <w:pPr>
              <w:pStyle w:val="Tabletext"/>
              <w:rPr>
                <w:lang w:val="en-GB"/>
              </w:rPr>
            </w:pPr>
            <w:r w:rsidRPr="00E4005D">
              <w:rPr>
                <w:lang w:val="en-GB"/>
              </w:rPr>
              <w:t>Heavy</w:t>
            </w:r>
          </w:p>
        </w:tc>
        <w:tc>
          <w:tcPr>
            <w:tcW w:w="840" w:type="dxa"/>
          </w:tcPr>
          <w:p w14:paraId="42E9022C" w14:textId="77777777" w:rsidR="00592847" w:rsidRPr="00E4005D" w:rsidRDefault="00592847" w:rsidP="00ED0FEF">
            <w:pPr>
              <w:pStyle w:val="Tabletext"/>
              <w:rPr>
                <w:lang w:val="en-GB"/>
              </w:rPr>
            </w:pPr>
          </w:p>
        </w:tc>
      </w:tr>
      <w:tr w:rsidR="00592847" w:rsidRPr="00E4005D" w14:paraId="796D3320" w14:textId="77777777" w:rsidTr="00E4005D">
        <w:trPr>
          <w:trHeight w:hRule="exact" w:val="284"/>
        </w:trPr>
        <w:tc>
          <w:tcPr>
            <w:tcW w:w="1863" w:type="dxa"/>
            <w:shd w:val="clear" w:color="auto" w:fill="auto"/>
            <w:tcMar>
              <w:top w:w="28" w:type="dxa"/>
              <w:left w:w="28" w:type="dxa"/>
              <w:bottom w:w="28" w:type="dxa"/>
              <w:right w:w="28" w:type="dxa"/>
            </w:tcMar>
          </w:tcPr>
          <w:p w14:paraId="62EA7E40" w14:textId="77777777" w:rsidR="00592847" w:rsidRPr="00E4005D" w:rsidRDefault="00592847" w:rsidP="00ED0FEF">
            <w:pPr>
              <w:pStyle w:val="Tabletext"/>
              <w:rPr>
                <w:lang w:val="en-GB"/>
              </w:rPr>
            </w:pPr>
            <w:r w:rsidRPr="00E4005D">
              <w:rPr>
                <w:lang w:val="en-GB"/>
              </w:rPr>
              <w:t>RP94Si + RP126Si</w:t>
            </w:r>
          </w:p>
        </w:tc>
        <w:tc>
          <w:tcPr>
            <w:tcW w:w="1102" w:type="dxa"/>
          </w:tcPr>
          <w:p w14:paraId="58FA561C" w14:textId="77777777" w:rsidR="00592847" w:rsidRPr="00E4005D" w:rsidRDefault="00592847" w:rsidP="00ED0FEF">
            <w:pPr>
              <w:pStyle w:val="Tabletext"/>
              <w:rPr>
                <w:lang w:val="en-GB"/>
              </w:rPr>
            </w:pPr>
            <w:r w:rsidRPr="00E4005D">
              <w:rPr>
                <w:lang w:val="en-GB"/>
              </w:rPr>
              <w:t>Semi Mortised</w:t>
            </w:r>
          </w:p>
        </w:tc>
        <w:tc>
          <w:tcPr>
            <w:tcW w:w="1681" w:type="dxa"/>
            <w:shd w:val="clear" w:color="auto" w:fill="auto"/>
            <w:tcMar>
              <w:top w:w="28" w:type="dxa"/>
              <w:left w:w="28" w:type="dxa"/>
              <w:bottom w:w="28" w:type="dxa"/>
              <w:right w:w="28" w:type="dxa"/>
            </w:tcMar>
          </w:tcPr>
          <w:p w14:paraId="16C6575A" w14:textId="77777777" w:rsidR="00592847" w:rsidRPr="00E4005D" w:rsidRDefault="00592847" w:rsidP="00ED0FEF">
            <w:pPr>
              <w:pStyle w:val="Tabletext"/>
              <w:rPr>
                <w:lang w:val="en-GB"/>
              </w:rPr>
            </w:pPr>
            <w:r w:rsidRPr="00E4005D">
              <w:rPr>
                <w:lang w:val="en-GB"/>
              </w:rPr>
              <w:t>Up to -/240/30</w:t>
            </w:r>
          </w:p>
        </w:tc>
        <w:tc>
          <w:tcPr>
            <w:tcW w:w="1587" w:type="dxa"/>
            <w:shd w:val="clear" w:color="auto" w:fill="auto"/>
            <w:tcMar>
              <w:top w:w="28" w:type="dxa"/>
              <w:left w:w="28" w:type="dxa"/>
              <w:bottom w:w="28" w:type="dxa"/>
              <w:right w:w="28" w:type="dxa"/>
            </w:tcMar>
          </w:tcPr>
          <w:p w14:paraId="5211CFBE" w14:textId="77777777" w:rsidR="00592847" w:rsidRPr="00E4005D" w:rsidRDefault="00592847" w:rsidP="00ED0FEF">
            <w:pPr>
              <w:pStyle w:val="Tabletext"/>
              <w:rPr>
                <w:lang w:val="en-GB"/>
              </w:rPr>
            </w:pPr>
            <w:r w:rsidRPr="00E4005D">
              <w:rPr>
                <w:lang w:val="en-GB"/>
              </w:rPr>
              <w:t>Single/Double</w:t>
            </w:r>
          </w:p>
        </w:tc>
        <w:tc>
          <w:tcPr>
            <w:tcW w:w="1120" w:type="dxa"/>
            <w:shd w:val="clear" w:color="auto" w:fill="auto"/>
            <w:tcMar>
              <w:top w:w="28" w:type="dxa"/>
              <w:left w:w="28" w:type="dxa"/>
              <w:bottom w:w="28" w:type="dxa"/>
              <w:right w:w="28" w:type="dxa"/>
            </w:tcMar>
          </w:tcPr>
          <w:p w14:paraId="105B80C5" w14:textId="77777777" w:rsidR="00592847" w:rsidRPr="00E4005D" w:rsidRDefault="00592847" w:rsidP="00ED0FEF">
            <w:pPr>
              <w:pStyle w:val="Tabletext"/>
              <w:rPr>
                <w:lang w:val="en-GB"/>
              </w:rPr>
            </w:pPr>
            <w:r w:rsidRPr="00E4005D">
              <w:rPr>
                <w:lang w:val="en-GB"/>
              </w:rPr>
              <w:t>47</w:t>
            </w:r>
          </w:p>
        </w:tc>
        <w:tc>
          <w:tcPr>
            <w:tcW w:w="934" w:type="dxa"/>
          </w:tcPr>
          <w:p w14:paraId="2167C9C1" w14:textId="77777777" w:rsidR="00592847" w:rsidRPr="00E4005D" w:rsidRDefault="00592847" w:rsidP="00ED0FEF">
            <w:pPr>
              <w:pStyle w:val="Tabletext"/>
              <w:rPr>
                <w:lang w:val="en-GB"/>
              </w:rPr>
            </w:pPr>
            <w:r w:rsidRPr="00E4005D">
              <w:rPr>
                <w:lang w:val="en-GB"/>
              </w:rPr>
              <w:t>Medium</w:t>
            </w:r>
          </w:p>
        </w:tc>
        <w:tc>
          <w:tcPr>
            <w:tcW w:w="840" w:type="dxa"/>
          </w:tcPr>
          <w:p w14:paraId="25B3AFD5" w14:textId="77777777" w:rsidR="00592847" w:rsidRPr="00E4005D" w:rsidRDefault="00592847" w:rsidP="00ED0FEF">
            <w:pPr>
              <w:pStyle w:val="Tabletext"/>
              <w:rPr>
                <w:lang w:val="en-GB"/>
              </w:rPr>
            </w:pPr>
          </w:p>
        </w:tc>
      </w:tr>
    </w:tbl>
    <w:p w14:paraId="6D4F4E08" w14:textId="77777777" w:rsidR="00CB5A86" w:rsidRPr="00E4005D" w:rsidRDefault="00CB5A86" w:rsidP="00CB5A86"/>
    <w:p w14:paraId="1671690B" w14:textId="13F782C9" w:rsidR="00CB5A86" w:rsidRPr="00E4005D" w:rsidRDefault="001708F8" w:rsidP="00CB5A86">
      <w:pPr>
        <w:pStyle w:val="Heading4"/>
      </w:pPr>
      <w:r w:rsidRPr="00E4005D">
        <w:t>T</w:t>
      </w:r>
      <w:r w:rsidR="00CB5A86" w:rsidRPr="00E4005D">
        <w:t>hreshold at doorways schedule</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549"/>
        <w:gridCol w:w="1016"/>
        <w:gridCol w:w="1479"/>
        <w:gridCol w:w="1664"/>
        <w:gridCol w:w="1571"/>
        <w:gridCol w:w="832"/>
        <w:gridCol w:w="1016"/>
      </w:tblGrid>
      <w:tr w:rsidR="00DE3706" w:rsidRPr="00E4005D" w14:paraId="5CFD193E" w14:textId="77777777" w:rsidTr="00DE3706">
        <w:trPr>
          <w:tblHeader/>
        </w:trPr>
        <w:tc>
          <w:tcPr>
            <w:tcW w:w="1537" w:type="dxa"/>
            <w:vMerge w:val="restart"/>
            <w:shd w:val="clear" w:color="auto" w:fill="FFFFFF" w:themeFill="background1"/>
            <w:tcMar>
              <w:top w:w="28" w:type="dxa"/>
              <w:left w:w="28" w:type="dxa"/>
              <w:bottom w:w="28" w:type="dxa"/>
              <w:right w:w="28" w:type="dxa"/>
            </w:tcMar>
          </w:tcPr>
          <w:p w14:paraId="17D78046" w14:textId="77777777" w:rsidR="00DE3706" w:rsidRPr="00E4005D" w:rsidRDefault="00DE3706" w:rsidP="00E53A35">
            <w:pPr>
              <w:pStyle w:val="Tabletitle"/>
              <w:rPr>
                <w:lang w:val="en-GB"/>
              </w:rPr>
            </w:pPr>
            <w:r w:rsidRPr="00E4005D">
              <w:rPr>
                <w:lang w:val="en-GB"/>
              </w:rPr>
              <w:t>RAVEN threshold (plates/ramps and plate seals)</w:t>
            </w:r>
          </w:p>
        </w:tc>
        <w:tc>
          <w:tcPr>
            <w:tcW w:w="1009" w:type="dxa"/>
            <w:vMerge w:val="restart"/>
            <w:shd w:val="clear" w:color="auto" w:fill="FFFFFF" w:themeFill="background1"/>
          </w:tcPr>
          <w:p w14:paraId="4160B686" w14:textId="77777777" w:rsidR="00DE3706" w:rsidRPr="00E4005D" w:rsidRDefault="00DE3706" w:rsidP="00E53A35">
            <w:pPr>
              <w:pStyle w:val="Tabletitle"/>
              <w:rPr>
                <w:lang w:val="en-GB"/>
              </w:rPr>
            </w:pPr>
            <w:r w:rsidRPr="00E4005D">
              <w:rPr>
                <w:lang w:val="en-GB"/>
              </w:rPr>
              <w:t>AS 1428.1</w:t>
            </w:r>
          </w:p>
          <w:p w14:paraId="36471C41" w14:textId="77777777" w:rsidR="00DE3706" w:rsidRPr="00E4005D" w:rsidRDefault="00DE3706" w:rsidP="00E53A35">
            <w:pPr>
              <w:pStyle w:val="Tabletitle"/>
              <w:rPr>
                <w:lang w:val="en-GB"/>
              </w:rPr>
            </w:pPr>
            <w:r w:rsidRPr="00E4005D">
              <w:rPr>
                <w:lang w:val="en-GB"/>
              </w:rPr>
              <w:t>compliant</w:t>
            </w:r>
          </w:p>
        </w:tc>
        <w:tc>
          <w:tcPr>
            <w:tcW w:w="1468" w:type="dxa"/>
            <w:vMerge w:val="restart"/>
            <w:shd w:val="clear" w:color="auto" w:fill="FFFFFF" w:themeFill="background1"/>
            <w:tcMar>
              <w:top w:w="28" w:type="dxa"/>
              <w:left w:w="28" w:type="dxa"/>
              <w:bottom w:w="28" w:type="dxa"/>
              <w:right w:w="28" w:type="dxa"/>
            </w:tcMar>
          </w:tcPr>
          <w:p w14:paraId="6113C0D4" w14:textId="77777777" w:rsidR="00DE3706" w:rsidRPr="00E4005D" w:rsidRDefault="00DE3706" w:rsidP="00E53A35">
            <w:pPr>
              <w:pStyle w:val="Tabletitle"/>
              <w:rPr>
                <w:lang w:val="en-GB"/>
              </w:rPr>
            </w:pPr>
            <w:r w:rsidRPr="00E4005D">
              <w:rPr>
                <w:lang w:val="en-GB"/>
              </w:rPr>
              <w:t>Durability</w:t>
            </w:r>
          </w:p>
          <w:p w14:paraId="4DD96F57" w14:textId="77777777" w:rsidR="00DE3706" w:rsidRPr="00E4005D" w:rsidRDefault="00DE3706" w:rsidP="00E53A35">
            <w:pPr>
              <w:pStyle w:val="Tabletitle"/>
              <w:rPr>
                <w:lang w:val="en-GB"/>
              </w:rPr>
            </w:pPr>
            <w:r w:rsidRPr="00E4005D">
              <w:rPr>
                <w:lang w:val="en-GB"/>
              </w:rPr>
              <w:t>ANSI BHMA 156.21 designation</w:t>
            </w:r>
          </w:p>
        </w:tc>
        <w:tc>
          <w:tcPr>
            <w:tcW w:w="3212" w:type="dxa"/>
            <w:gridSpan w:val="2"/>
            <w:shd w:val="clear" w:color="auto" w:fill="FFFFFF" w:themeFill="background1"/>
          </w:tcPr>
          <w:p w14:paraId="29912CC8" w14:textId="77777777" w:rsidR="00DE3706" w:rsidRPr="00E4005D" w:rsidRDefault="00DE3706" w:rsidP="00E53A35">
            <w:pPr>
              <w:pStyle w:val="Tabletitle"/>
              <w:rPr>
                <w:lang w:val="en-GB"/>
              </w:rPr>
            </w:pPr>
            <w:r w:rsidRPr="00E4005D">
              <w:rPr>
                <w:lang w:val="en-GB"/>
              </w:rPr>
              <w:t>Fire door</w:t>
            </w:r>
          </w:p>
        </w:tc>
        <w:tc>
          <w:tcPr>
            <w:tcW w:w="826" w:type="dxa"/>
            <w:vMerge w:val="restart"/>
            <w:shd w:val="clear" w:color="auto" w:fill="FFFFFF" w:themeFill="background1"/>
          </w:tcPr>
          <w:p w14:paraId="759D1A7C" w14:textId="4566ADE5" w:rsidR="00DE3706" w:rsidRPr="00E4005D" w:rsidRDefault="00DE3706" w:rsidP="00DE3706">
            <w:pPr>
              <w:pStyle w:val="Tabletitle"/>
              <w:rPr>
                <w:lang w:val="en-GB"/>
              </w:rPr>
            </w:pPr>
            <w:r w:rsidRPr="00E4005D">
              <w:rPr>
                <w:lang w:val="en-GB"/>
              </w:rPr>
              <w:t>Duty level</w:t>
            </w:r>
          </w:p>
        </w:tc>
        <w:tc>
          <w:tcPr>
            <w:tcW w:w="1009" w:type="dxa"/>
            <w:vMerge w:val="restart"/>
            <w:shd w:val="clear" w:color="auto" w:fill="FFFFFF" w:themeFill="background1"/>
          </w:tcPr>
          <w:p w14:paraId="270DF1AC" w14:textId="77777777" w:rsidR="00DE3706" w:rsidRPr="00E4005D" w:rsidRDefault="00DE3706" w:rsidP="00E53A35">
            <w:pPr>
              <w:pStyle w:val="Tabletitle"/>
              <w:rPr>
                <w:lang w:val="en-GB"/>
              </w:rPr>
            </w:pPr>
            <w:r w:rsidRPr="00E4005D">
              <w:rPr>
                <w:lang w:val="en-GB"/>
              </w:rPr>
              <w:t>Door No.</w:t>
            </w:r>
          </w:p>
        </w:tc>
      </w:tr>
      <w:tr w:rsidR="00DE3706" w:rsidRPr="00E4005D" w14:paraId="1D82FEB7" w14:textId="77777777" w:rsidTr="00DE3706">
        <w:trPr>
          <w:tblHeader/>
        </w:trPr>
        <w:tc>
          <w:tcPr>
            <w:tcW w:w="1537" w:type="dxa"/>
            <w:vMerge/>
            <w:shd w:val="clear" w:color="auto" w:fill="FFFFFF" w:themeFill="background1"/>
            <w:tcMar>
              <w:top w:w="28" w:type="dxa"/>
              <w:left w:w="28" w:type="dxa"/>
              <w:bottom w:w="28" w:type="dxa"/>
              <w:right w:w="28" w:type="dxa"/>
            </w:tcMar>
          </w:tcPr>
          <w:p w14:paraId="74BE3D7B" w14:textId="77777777" w:rsidR="00DE3706" w:rsidRPr="00E4005D" w:rsidRDefault="00DE3706" w:rsidP="00E53A35">
            <w:pPr>
              <w:pStyle w:val="Tabletitle"/>
              <w:rPr>
                <w:lang w:val="en-GB"/>
              </w:rPr>
            </w:pPr>
          </w:p>
        </w:tc>
        <w:tc>
          <w:tcPr>
            <w:tcW w:w="1009" w:type="dxa"/>
            <w:vMerge/>
            <w:shd w:val="clear" w:color="auto" w:fill="FFFFFF" w:themeFill="background1"/>
          </w:tcPr>
          <w:p w14:paraId="41498F58" w14:textId="77777777" w:rsidR="00DE3706" w:rsidRPr="00E4005D" w:rsidRDefault="00DE3706" w:rsidP="00E53A35">
            <w:pPr>
              <w:pStyle w:val="Tabletitle"/>
              <w:rPr>
                <w:lang w:val="en-GB"/>
              </w:rPr>
            </w:pPr>
          </w:p>
        </w:tc>
        <w:tc>
          <w:tcPr>
            <w:tcW w:w="1468" w:type="dxa"/>
            <w:vMerge/>
            <w:shd w:val="clear" w:color="auto" w:fill="FFFFFF" w:themeFill="background1"/>
            <w:tcMar>
              <w:top w:w="28" w:type="dxa"/>
              <w:left w:w="28" w:type="dxa"/>
              <w:bottom w:w="28" w:type="dxa"/>
              <w:right w:w="28" w:type="dxa"/>
            </w:tcMar>
          </w:tcPr>
          <w:p w14:paraId="3E0CFFF5" w14:textId="77777777" w:rsidR="00DE3706" w:rsidRPr="00E4005D" w:rsidRDefault="00DE3706" w:rsidP="00E53A35">
            <w:pPr>
              <w:pStyle w:val="Tabletitle"/>
              <w:rPr>
                <w:lang w:val="en-GB"/>
              </w:rPr>
            </w:pPr>
          </w:p>
        </w:tc>
        <w:tc>
          <w:tcPr>
            <w:tcW w:w="1652" w:type="dxa"/>
            <w:shd w:val="clear" w:color="auto" w:fill="FFFFFF" w:themeFill="background1"/>
          </w:tcPr>
          <w:p w14:paraId="13C41D71" w14:textId="77777777" w:rsidR="00DE3706" w:rsidRPr="00E4005D" w:rsidRDefault="00DE3706" w:rsidP="00E53A35">
            <w:pPr>
              <w:pStyle w:val="Tabletitle"/>
              <w:rPr>
                <w:lang w:val="en-GB"/>
              </w:rPr>
            </w:pPr>
            <w:r w:rsidRPr="00E4005D">
              <w:rPr>
                <w:lang w:val="en-GB"/>
              </w:rPr>
              <w:t>FRL (fire resistance level)</w:t>
            </w:r>
          </w:p>
        </w:tc>
        <w:tc>
          <w:tcPr>
            <w:tcW w:w="1560" w:type="dxa"/>
            <w:shd w:val="clear" w:color="auto" w:fill="FFFFFF" w:themeFill="background1"/>
            <w:tcMar>
              <w:top w:w="28" w:type="dxa"/>
              <w:left w:w="28" w:type="dxa"/>
              <w:bottom w:w="28" w:type="dxa"/>
              <w:right w:w="28" w:type="dxa"/>
            </w:tcMar>
          </w:tcPr>
          <w:p w14:paraId="65AA3DCF" w14:textId="77777777" w:rsidR="00DE3706" w:rsidRPr="00E4005D" w:rsidRDefault="00DE3706" w:rsidP="00E53A35">
            <w:pPr>
              <w:pStyle w:val="Tabletitle"/>
              <w:rPr>
                <w:lang w:val="en-GB"/>
              </w:rPr>
            </w:pPr>
            <w:r w:rsidRPr="00E4005D">
              <w:rPr>
                <w:lang w:val="en-GB"/>
              </w:rPr>
              <w:t>Configuration</w:t>
            </w:r>
          </w:p>
        </w:tc>
        <w:tc>
          <w:tcPr>
            <w:tcW w:w="826" w:type="dxa"/>
            <w:vMerge/>
            <w:shd w:val="clear" w:color="auto" w:fill="FFFFFF" w:themeFill="background1"/>
          </w:tcPr>
          <w:p w14:paraId="4F120C29" w14:textId="77777777" w:rsidR="00DE3706" w:rsidRPr="00E4005D" w:rsidRDefault="00DE3706" w:rsidP="00E53A35">
            <w:pPr>
              <w:pStyle w:val="Tabletitle"/>
              <w:rPr>
                <w:lang w:val="en-GB"/>
              </w:rPr>
            </w:pPr>
          </w:p>
        </w:tc>
        <w:tc>
          <w:tcPr>
            <w:tcW w:w="1009" w:type="dxa"/>
            <w:vMerge/>
            <w:shd w:val="clear" w:color="auto" w:fill="FFFFFF" w:themeFill="background1"/>
          </w:tcPr>
          <w:p w14:paraId="02695232" w14:textId="77777777" w:rsidR="00DE3706" w:rsidRPr="00E4005D" w:rsidRDefault="00DE3706" w:rsidP="00E53A35">
            <w:pPr>
              <w:pStyle w:val="Tabletitle"/>
              <w:rPr>
                <w:lang w:val="en-GB"/>
              </w:rPr>
            </w:pPr>
          </w:p>
        </w:tc>
      </w:tr>
      <w:tr w:rsidR="00CB5A86" w:rsidRPr="00E4005D" w14:paraId="5A84A3B1" w14:textId="77777777" w:rsidTr="00DE3706">
        <w:tc>
          <w:tcPr>
            <w:tcW w:w="1537" w:type="dxa"/>
            <w:shd w:val="clear" w:color="auto" w:fill="auto"/>
            <w:tcMar>
              <w:top w:w="28" w:type="dxa"/>
              <w:left w:w="28" w:type="dxa"/>
              <w:bottom w:w="28" w:type="dxa"/>
              <w:right w:w="28" w:type="dxa"/>
            </w:tcMar>
          </w:tcPr>
          <w:p w14:paraId="45726EF3" w14:textId="77777777" w:rsidR="00CB5A86" w:rsidRPr="00E4005D" w:rsidRDefault="00CB5A86" w:rsidP="00E53A35">
            <w:pPr>
              <w:pStyle w:val="Tabletext"/>
              <w:rPr>
                <w:lang w:val="en-GB"/>
              </w:rPr>
            </w:pPr>
            <w:r w:rsidRPr="00E4005D">
              <w:rPr>
                <w:lang w:val="en-GB"/>
              </w:rPr>
              <w:t>RP4b</w:t>
            </w:r>
          </w:p>
        </w:tc>
        <w:tc>
          <w:tcPr>
            <w:tcW w:w="1009" w:type="dxa"/>
          </w:tcPr>
          <w:p w14:paraId="52174129"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612B9669" w14:textId="77777777" w:rsidR="00CB5A86" w:rsidRPr="00E4005D" w:rsidRDefault="00CB5A86" w:rsidP="00E53A35">
            <w:pPr>
              <w:pStyle w:val="Tabletext"/>
              <w:rPr>
                <w:lang w:val="en-GB"/>
              </w:rPr>
            </w:pPr>
            <w:r w:rsidRPr="00E4005D">
              <w:rPr>
                <w:lang w:val="en-GB"/>
              </w:rPr>
              <w:t>J33100</w:t>
            </w:r>
          </w:p>
        </w:tc>
        <w:tc>
          <w:tcPr>
            <w:tcW w:w="1652" w:type="dxa"/>
          </w:tcPr>
          <w:p w14:paraId="60363626"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1AC84140" w14:textId="77777777" w:rsidR="00CB5A86" w:rsidRPr="00E4005D" w:rsidRDefault="00CB5A86" w:rsidP="00E53A35">
            <w:pPr>
              <w:pStyle w:val="Tabletext"/>
              <w:rPr>
                <w:lang w:val="en-GB"/>
              </w:rPr>
            </w:pPr>
            <w:r w:rsidRPr="00E4005D">
              <w:rPr>
                <w:lang w:val="en-GB"/>
              </w:rPr>
              <w:t>Single/Double</w:t>
            </w:r>
          </w:p>
        </w:tc>
        <w:tc>
          <w:tcPr>
            <w:tcW w:w="826" w:type="dxa"/>
          </w:tcPr>
          <w:p w14:paraId="0F7BE7E1" w14:textId="77777777" w:rsidR="00CB5A86" w:rsidRPr="00E4005D" w:rsidRDefault="00CB5A86" w:rsidP="00E53A35">
            <w:pPr>
              <w:pStyle w:val="Tabletext"/>
              <w:rPr>
                <w:lang w:val="en-GB"/>
              </w:rPr>
            </w:pPr>
            <w:r w:rsidRPr="00E4005D">
              <w:rPr>
                <w:lang w:val="en-GB"/>
              </w:rPr>
              <w:t>Medium</w:t>
            </w:r>
          </w:p>
        </w:tc>
        <w:tc>
          <w:tcPr>
            <w:tcW w:w="1009" w:type="dxa"/>
          </w:tcPr>
          <w:p w14:paraId="1F7B5BFC" w14:textId="77777777" w:rsidR="00CB5A86" w:rsidRPr="00E4005D" w:rsidRDefault="00CB5A86" w:rsidP="00E53A35">
            <w:pPr>
              <w:pStyle w:val="Tabletext"/>
              <w:rPr>
                <w:lang w:val="en-GB"/>
              </w:rPr>
            </w:pPr>
          </w:p>
        </w:tc>
      </w:tr>
      <w:tr w:rsidR="00CB5A86" w:rsidRPr="00E4005D" w14:paraId="1FD45062" w14:textId="77777777" w:rsidTr="00DE3706">
        <w:tc>
          <w:tcPr>
            <w:tcW w:w="1537" w:type="dxa"/>
            <w:shd w:val="clear" w:color="auto" w:fill="auto"/>
            <w:tcMar>
              <w:top w:w="28" w:type="dxa"/>
              <w:left w:w="28" w:type="dxa"/>
              <w:bottom w:w="28" w:type="dxa"/>
              <w:right w:w="28" w:type="dxa"/>
            </w:tcMar>
          </w:tcPr>
          <w:p w14:paraId="2D88B2A4" w14:textId="77777777" w:rsidR="00CB5A86" w:rsidRPr="00E4005D" w:rsidRDefault="00CB5A86" w:rsidP="00E53A35">
            <w:pPr>
              <w:pStyle w:val="Tabletext"/>
              <w:rPr>
                <w:lang w:val="en-GB"/>
              </w:rPr>
            </w:pPr>
            <w:r w:rsidRPr="00E4005D">
              <w:rPr>
                <w:lang w:val="en-GB"/>
              </w:rPr>
              <w:t>RP13</w:t>
            </w:r>
          </w:p>
        </w:tc>
        <w:tc>
          <w:tcPr>
            <w:tcW w:w="1009" w:type="dxa"/>
          </w:tcPr>
          <w:p w14:paraId="703A0249"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7C769A02" w14:textId="77777777" w:rsidR="00CB5A86" w:rsidRPr="00E4005D" w:rsidRDefault="00CB5A86" w:rsidP="00E53A35">
            <w:pPr>
              <w:pStyle w:val="Tabletext"/>
              <w:rPr>
                <w:lang w:val="en-GB"/>
              </w:rPr>
            </w:pPr>
            <w:r w:rsidRPr="00E4005D">
              <w:rPr>
                <w:lang w:val="en-GB"/>
              </w:rPr>
              <w:t>J30300</w:t>
            </w:r>
          </w:p>
        </w:tc>
        <w:tc>
          <w:tcPr>
            <w:tcW w:w="1652" w:type="dxa"/>
          </w:tcPr>
          <w:p w14:paraId="6CFF49B7"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18BBEF96" w14:textId="77777777" w:rsidR="00CB5A86" w:rsidRPr="00E4005D" w:rsidRDefault="00CB5A86" w:rsidP="00E53A35">
            <w:pPr>
              <w:pStyle w:val="Tabletext"/>
              <w:rPr>
                <w:lang w:val="en-GB"/>
              </w:rPr>
            </w:pPr>
            <w:r w:rsidRPr="00E4005D">
              <w:rPr>
                <w:lang w:val="en-GB"/>
              </w:rPr>
              <w:t>Single/Double</w:t>
            </w:r>
          </w:p>
        </w:tc>
        <w:tc>
          <w:tcPr>
            <w:tcW w:w="826" w:type="dxa"/>
          </w:tcPr>
          <w:p w14:paraId="7CE31BF0" w14:textId="77777777" w:rsidR="00CB5A86" w:rsidRPr="00E4005D" w:rsidRDefault="00CB5A86" w:rsidP="00E53A35">
            <w:pPr>
              <w:pStyle w:val="Tabletext"/>
              <w:rPr>
                <w:lang w:val="en-GB"/>
              </w:rPr>
            </w:pPr>
            <w:r w:rsidRPr="00E4005D">
              <w:rPr>
                <w:lang w:val="en-GB"/>
              </w:rPr>
              <w:t>Heavy</w:t>
            </w:r>
          </w:p>
        </w:tc>
        <w:tc>
          <w:tcPr>
            <w:tcW w:w="1009" w:type="dxa"/>
          </w:tcPr>
          <w:p w14:paraId="2FB3CD36" w14:textId="77777777" w:rsidR="00CB5A86" w:rsidRPr="00E4005D" w:rsidRDefault="00CB5A86" w:rsidP="00E53A35">
            <w:pPr>
              <w:pStyle w:val="Tabletext"/>
              <w:rPr>
                <w:lang w:val="en-GB"/>
              </w:rPr>
            </w:pPr>
          </w:p>
        </w:tc>
      </w:tr>
      <w:tr w:rsidR="00CB5A86" w:rsidRPr="00E4005D" w14:paraId="3BDBEE3C" w14:textId="77777777" w:rsidTr="00DE3706">
        <w:tc>
          <w:tcPr>
            <w:tcW w:w="1537" w:type="dxa"/>
            <w:shd w:val="clear" w:color="auto" w:fill="auto"/>
            <w:tcMar>
              <w:top w:w="28" w:type="dxa"/>
              <w:left w:w="28" w:type="dxa"/>
              <w:bottom w:w="28" w:type="dxa"/>
              <w:right w:w="28" w:type="dxa"/>
            </w:tcMar>
          </w:tcPr>
          <w:p w14:paraId="2F1C892F" w14:textId="77777777" w:rsidR="00CB5A86" w:rsidRPr="00E4005D" w:rsidRDefault="00CB5A86" w:rsidP="00E53A35">
            <w:pPr>
              <w:pStyle w:val="Tabletext"/>
              <w:rPr>
                <w:lang w:val="en-GB"/>
              </w:rPr>
            </w:pPr>
            <w:r w:rsidRPr="00E4005D">
              <w:rPr>
                <w:lang w:val="en-GB"/>
              </w:rPr>
              <w:t>RP18</w:t>
            </w:r>
          </w:p>
        </w:tc>
        <w:tc>
          <w:tcPr>
            <w:tcW w:w="1009" w:type="dxa"/>
          </w:tcPr>
          <w:p w14:paraId="74C791C9"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2730B153" w14:textId="77777777" w:rsidR="00CB5A86" w:rsidRPr="00E4005D" w:rsidRDefault="00CB5A86" w:rsidP="00E53A35">
            <w:pPr>
              <w:pStyle w:val="Tabletext"/>
              <w:rPr>
                <w:lang w:val="en-GB"/>
              </w:rPr>
            </w:pPr>
            <w:r w:rsidRPr="00E4005D">
              <w:rPr>
                <w:lang w:val="en-GB"/>
              </w:rPr>
              <w:t>J34370</w:t>
            </w:r>
          </w:p>
        </w:tc>
        <w:tc>
          <w:tcPr>
            <w:tcW w:w="1652" w:type="dxa"/>
          </w:tcPr>
          <w:p w14:paraId="120F86CF"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78B37BE0" w14:textId="77777777" w:rsidR="00CB5A86" w:rsidRPr="00E4005D" w:rsidRDefault="00CB5A86" w:rsidP="00E53A35">
            <w:pPr>
              <w:pStyle w:val="Tabletext"/>
              <w:rPr>
                <w:lang w:val="en-GB"/>
              </w:rPr>
            </w:pPr>
            <w:r w:rsidRPr="00E4005D">
              <w:rPr>
                <w:lang w:val="en-GB"/>
              </w:rPr>
              <w:t>Single/Double</w:t>
            </w:r>
          </w:p>
        </w:tc>
        <w:tc>
          <w:tcPr>
            <w:tcW w:w="826" w:type="dxa"/>
          </w:tcPr>
          <w:p w14:paraId="18A447EC" w14:textId="77777777" w:rsidR="00CB5A86" w:rsidRPr="00E4005D" w:rsidRDefault="00CB5A86" w:rsidP="00E53A35">
            <w:pPr>
              <w:pStyle w:val="Tabletext"/>
              <w:rPr>
                <w:lang w:val="en-GB"/>
              </w:rPr>
            </w:pPr>
            <w:r w:rsidRPr="00E4005D">
              <w:rPr>
                <w:lang w:val="en-GB"/>
              </w:rPr>
              <w:t>Heavy</w:t>
            </w:r>
          </w:p>
        </w:tc>
        <w:tc>
          <w:tcPr>
            <w:tcW w:w="1009" w:type="dxa"/>
          </w:tcPr>
          <w:p w14:paraId="7167F2D6" w14:textId="77777777" w:rsidR="00CB5A86" w:rsidRPr="00E4005D" w:rsidRDefault="00CB5A86" w:rsidP="00E53A35">
            <w:pPr>
              <w:pStyle w:val="Tabletext"/>
              <w:rPr>
                <w:lang w:val="en-GB"/>
              </w:rPr>
            </w:pPr>
          </w:p>
        </w:tc>
      </w:tr>
      <w:tr w:rsidR="00CB5A86" w:rsidRPr="00E4005D" w14:paraId="79EFA4DC" w14:textId="77777777" w:rsidTr="00DE3706">
        <w:tc>
          <w:tcPr>
            <w:tcW w:w="1537" w:type="dxa"/>
            <w:shd w:val="clear" w:color="auto" w:fill="auto"/>
            <w:tcMar>
              <w:top w:w="28" w:type="dxa"/>
              <w:left w:w="28" w:type="dxa"/>
              <w:bottom w:w="28" w:type="dxa"/>
              <w:right w:w="28" w:type="dxa"/>
            </w:tcMar>
          </w:tcPr>
          <w:p w14:paraId="7F4F3C40" w14:textId="77777777" w:rsidR="00CB5A86" w:rsidRPr="00E4005D" w:rsidRDefault="00CB5A86" w:rsidP="00E53A35">
            <w:pPr>
              <w:pStyle w:val="Tabletext"/>
              <w:rPr>
                <w:lang w:val="en-GB"/>
              </w:rPr>
            </w:pPr>
            <w:r w:rsidRPr="00E4005D">
              <w:rPr>
                <w:lang w:val="en-GB"/>
              </w:rPr>
              <w:t>RP19</w:t>
            </w:r>
          </w:p>
        </w:tc>
        <w:tc>
          <w:tcPr>
            <w:tcW w:w="1009" w:type="dxa"/>
          </w:tcPr>
          <w:p w14:paraId="1DC755E5"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0336E260" w14:textId="77777777" w:rsidR="00CB5A86" w:rsidRPr="00E4005D" w:rsidRDefault="00CB5A86" w:rsidP="00E53A35">
            <w:pPr>
              <w:pStyle w:val="Tabletext"/>
              <w:rPr>
                <w:lang w:val="en-GB"/>
              </w:rPr>
            </w:pPr>
            <w:r w:rsidRPr="00E4005D">
              <w:rPr>
                <w:lang w:val="en-GB"/>
              </w:rPr>
              <w:t>-</w:t>
            </w:r>
          </w:p>
        </w:tc>
        <w:tc>
          <w:tcPr>
            <w:tcW w:w="1652" w:type="dxa"/>
          </w:tcPr>
          <w:p w14:paraId="6B97287B"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20F8EBF3" w14:textId="77777777" w:rsidR="00CB5A86" w:rsidRPr="00E4005D" w:rsidRDefault="00CB5A86" w:rsidP="00E53A35">
            <w:pPr>
              <w:pStyle w:val="Tabletext"/>
              <w:rPr>
                <w:lang w:val="en-GB"/>
              </w:rPr>
            </w:pPr>
            <w:r w:rsidRPr="00E4005D">
              <w:rPr>
                <w:lang w:val="en-GB"/>
              </w:rPr>
              <w:t>Single/Double</w:t>
            </w:r>
          </w:p>
        </w:tc>
        <w:tc>
          <w:tcPr>
            <w:tcW w:w="826" w:type="dxa"/>
          </w:tcPr>
          <w:p w14:paraId="08809E06" w14:textId="77777777" w:rsidR="00CB5A86" w:rsidRPr="00E4005D" w:rsidRDefault="00CB5A86" w:rsidP="00E53A35">
            <w:pPr>
              <w:pStyle w:val="Tabletext"/>
              <w:rPr>
                <w:lang w:val="en-GB"/>
              </w:rPr>
            </w:pPr>
            <w:r w:rsidRPr="00E4005D">
              <w:rPr>
                <w:lang w:val="en-GB"/>
              </w:rPr>
              <w:t>Heavy</w:t>
            </w:r>
          </w:p>
        </w:tc>
        <w:tc>
          <w:tcPr>
            <w:tcW w:w="1009" w:type="dxa"/>
          </w:tcPr>
          <w:p w14:paraId="493B105D" w14:textId="77777777" w:rsidR="00CB5A86" w:rsidRPr="00E4005D" w:rsidRDefault="00CB5A86" w:rsidP="00E53A35">
            <w:pPr>
              <w:pStyle w:val="Tabletext"/>
              <w:rPr>
                <w:lang w:val="en-GB"/>
              </w:rPr>
            </w:pPr>
          </w:p>
        </w:tc>
      </w:tr>
      <w:tr w:rsidR="00CB5A86" w:rsidRPr="00E4005D" w14:paraId="13AD54EE" w14:textId="77777777" w:rsidTr="00DE3706">
        <w:tc>
          <w:tcPr>
            <w:tcW w:w="1537" w:type="dxa"/>
            <w:shd w:val="clear" w:color="auto" w:fill="auto"/>
            <w:tcMar>
              <w:top w:w="28" w:type="dxa"/>
              <w:left w:w="28" w:type="dxa"/>
              <w:bottom w:w="28" w:type="dxa"/>
              <w:right w:w="28" w:type="dxa"/>
            </w:tcMar>
          </w:tcPr>
          <w:p w14:paraId="79948D65" w14:textId="77777777" w:rsidR="00CB5A86" w:rsidRPr="00E4005D" w:rsidRDefault="00CB5A86" w:rsidP="00E53A35">
            <w:pPr>
              <w:pStyle w:val="Tabletext"/>
              <w:rPr>
                <w:lang w:val="en-GB"/>
              </w:rPr>
            </w:pPr>
            <w:r w:rsidRPr="00E4005D">
              <w:rPr>
                <w:lang w:val="en-GB"/>
              </w:rPr>
              <w:t>RP27</w:t>
            </w:r>
          </w:p>
        </w:tc>
        <w:tc>
          <w:tcPr>
            <w:tcW w:w="1009" w:type="dxa"/>
          </w:tcPr>
          <w:p w14:paraId="53015719"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75773A36" w14:textId="77777777" w:rsidR="00CB5A86" w:rsidRPr="00E4005D" w:rsidRDefault="00CB5A86" w:rsidP="00E53A35">
            <w:pPr>
              <w:pStyle w:val="Tabletext"/>
              <w:rPr>
                <w:lang w:val="en-GB"/>
              </w:rPr>
            </w:pPr>
            <w:r w:rsidRPr="00E4005D">
              <w:rPr>
                <w:lang w:val="en-GB"/>
              </w:rPr>
              <w:t>J33100</w:t>
            </w:r>
          </w:p>
        </w:tc>
        <w:tc>
          <w:tcPr>
            <w:tcW w:w="1652" w:type="dxa"/>
          </w:tcPr>
          <w:p w14:paraId="7A012B8A"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19F04C24" w14:textId="77777777" w:rsidR="00CB5A86" w:rsidRPr="00E4005D" w:rsidRDefault="00CB5A86" w:rsidP="00E53A35">
            <w:pPr>
              <w:pStyle w:val="Tabletext"/>
              <w:rPr>
                <w:lang w:val="en-GB"/>
              </w:rPr>
            </w:pPr>
            <w:r w:rsidRPr="00E4005D">
              <w:rPr>
                <w:lang w:val="en-GB"/>
              </w:rPr>
              <w:t>Single/Double</w:t>
            </w:r>
          </w:p>
        </w:tc>
        <w:tc>
          <w:tcPr>
            <w:tcW w:w="826" w:type="dxa"/>
          </w:tcPr>
          <w:p w14:paraId="32A5B00F" w14:textId="77777777" w:rsidR="00CB5A86" w:rsidRPr="00E4005D" w:rsidRDefault="00CB5A86" w:rsidP="00E53A35">
            <w:pPr>
              <w:pStyle w:val="Tabletext"/>
              <w:rPr>
                <w:lang w:val="en-GB"/>
              </w:rPr>
            </w:pPr>
            <w:r w:rsidRPr="00E4005D">
              <w:rPr>
                <w:lang w:val="en-GB"/>
              </w:rPr>
              <w:t>Heavy</w:t>
            </w:r>
          </w:p>
        </w:tc>
        <w:tc>
          <w:tcPr>
            <w:tcW w:w="1009" w:type="dxa"/>
          </w:tcPr>
          <w:p w14:paraId="19600505" w14:textId="77777777" w:rsidR="00CB5A86" w:rsidRPr="00E4005D" w:rsidRDefault="00CB5A86" w:rsidP="00E53A35">
            <w:pPr>
              <w:pStyle w:val="Tabletext"/>
              <w:rPr>
                <w:lang w:val="en-GB"/>
              </w:rPr>
            </w:pPr>
          </w:p>
        </w:tc>
      </w:tr>
      <w:tr w:rsidR="00CB5A86" w:rsidRPr="00E4005D" w14:paraId="3BAA899E" w14:textId="77777777" w:rsidTr="00DE3706">
        <w:tc>
          <w:tcPr>
            <w:tcW w:w="1537" w:type="dxa"/>
            <w:shd w:val="clear" w:color="auto" w:fill="auto"/>
            <w:tcMar>
              <w:top w:w="28" w:type="dxa"/>
              <w:left w:w="28" w:type="dxa"/>
              <w:bottom w:w="28" w:type="dxa"/>
              <w:right w:w="28" w:type="dxa"/>
            </w:tcMar>
          </w:tcPr>
          <w:p w14:paraId="7B9FE634" w14:textId="77777777" w:rsidR="00CB5A86" w:rsidRPr="00E4005D" w:rsidRDefault="00CB5A86" w:rsidP="00E53A35">
            <w:pPr>
              <w:pStyle w:val="Tabletext"/>
              <w:rPr>
                <w:lang w:val="en-GB"/>
              </w:rPr>
            </w:pPr>
            <w:r w:rsidRPr="00E4005D">
              <w:rPr>
                <w:lang w:val="en-GB"/>
              </w:rPr>
              <w:t>RP28</w:t>
            </w:r>
          </w:p>
        </w:tc>
        <w:tc>
          <w:tcPr>
            <w:tcW w:w="1009" w:type="dxa"/>
          </w:tcPr>
          <w:p w14:paraId="404F5E7D"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3FE8B628" w14:textId="77777777" w:rsidR="00CB5A86" w:rsidRPr="00E4005D" w:rsidRDefault="00CB5A86" w:rsidP="00E53A35">
            <w:pPr>
              <w:pStyle w:val="Tabletext"/>
              <w:rPr>
                <w:lang w:val="en-GB"/>
              </w:rPr>
            </w:pPr>
            <w:r w:rsidRPr="00E4005D">
              <w:rPr>
                <w:lang w:val="en-GB"/>
              </w:rPr>
              <w:t>J32130</w:t>
            </w:r>
          </w:p>
        </w:tc>
        <w:tc>
          <w:tcPr>
            <w:tcW w:w="1652" w:type="dxa"/>
          </w:tcPr>
          <w:p w14:paraId="5DA0E0B7"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7FD9B18E" w14:textId="77777777" w:rsidR="00CB5A86" w:rsidRPr="00E4005D" w:rsidRDefault="00CB5A86" w:rsidP="00E53A35">
            <w:pPr>
              <w:pStyle w:val="Tabletext"/>
              <w:rPr>
                <w:lang w:val="en-GB"/>
              </w:rPr>
            </w:pPr>
            <w:r w:rsidRPr="00E4005D">
              <w:rPr>
                <w:lang w:val="en-GB"/>
              </w:rPr>
              <w:t>Single/Double</w:t>
            </w:r>
          </w:p>
        </w:tc>
        <w:tc>
          <w:tcPr>
            <w:tcW w:w="826" w:type="dxa"/>
          </w:tcPr>
          <w:p w14:paraId="5D7D9610" w14:textId="77777777" w:rsidR="00CB5A86" w:rsidRPr="00E4005D" w:rsidRDefault="00CB5A86" w:rsidP="00E53A35">
            <w:pPr>
              <w:pStyle w:val="Tabletext"/>
              <w:rPr>
                <w:lang w:val="en-GB"/>
              </w:rPr>
            </w:pPr>
            <w:r w:rsidRPr="00E4005D">
              <w:rPr>
                <w:lang w:val="en-GB"/>
              </w:rPr>
              <w:t>Heavy</w:t>
            </w:r>
          </w:p>
        </w:tc>
        <w:tc>
          <w:tcPr>
            <w:tcW w:w="1009" w:type="dxa"/>
          </w:tcPr>
          <w:p w14:paraId="35F2B8DB" w14:textId="77777777" w:rsidR="00CB5A86" w:rsidRPr="00E4005D" w:rsidRDefault="00CB5A86" w:rsidP="00E53A35">
            <w:pPr>
              <w:pStyle w:val="Tabletext"/>
              <w:rPr>
                <w:lang w:val="en-GB"/>
              </w:rPr>
            </w:pPr>
          </w:p>
        </w:tc>
      </w:tr>
      <w:tr w:rsidR="00CB5A86" w:rsidRPr="00E4005D" w14:paraId="41BA0468" w14:textId="77777777" w:rsidTr="00DE3706">
        <w:tc>
          <w:tcPr>
            <w:tcW w:w="1537" w:type="dxa"/>
            <w:shd w:val="clear" w:color="auto" w:fill="auto"/>
            <w:tcMar>
              <w:top w:w="28" w:type="dxa"/>
              <w:left w:w="28" w:type="dxa"/>
              <w:bottom w:w="28" w:type="dxa"/>
              <w:right w:w="28" w:type="dxa"/>
            </w:tcMar>
          </w:tcPr>
          <w:p w14:paraId="186E46FF" w14:textId="77777777" w:rsidR="00CB5A86" w:rsidRPr="00E4005D" w:rsidRDefault="00CB5A86" w:rsidP="00E53A35">
            <w:pPr>
              <w:pStyle w:val="Tabletext"/>
              <w:rPr>
                <w:lang w:val="en-GB"/>
              </w:rPr>
            </w:pPr>
            <w:r w:rsidRPr="00E4005D">
              <w:rPr>
                <w:lang w:val="en-GB"/>
              </w:rPr>
              <w:t>RP29</w:t>
            </w:r>
          </w:p>
        </w:tc>
        <w:tc>
          <w:tcPr>
            <w:tcW w:w="1009" w:type="dxa"/>
          </w:tcPr>
          <w:p w14:paraId="59A65AE2"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5DF97D6C" w14:textId="77777777" w:rsidR="00CB5A86" w:rsidRPr="00E4005D" w:rsidRDefault="00CB5A86" w:rsidP="00E53A35">
            <w:pPr>
              <w:pStyle w:val="Tabletext"/>
              <w:rPr>
                <w:lang w:val="en-GB"/>
              </w:rPr>
            </w:pPr>
            <w:r w:rsidRPr="00E4005D">
              <w:rPr>
                <w:lang w:val="en-GB"/>
              </w:rPr>
              <w:t>J32130</w:t>
            </w:r>
          </w:p>
        </w:tc>
        <w:tc>
          <w:tcPr>
            <w:tcW w:w="1652" w:type="dxa"/>
          </w:tcPr>
          <w:p w14:paraId="474D7299"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013233AC" w14:textId="77777777" w:rsidR="00CB5A86" w:rsidRPr="00E4005D" w:rsidRDefault="00CB5A86" w:rsidP="00E53A35">
            <w:pPr>
              <w:pStyle w:val="Tabletext"/>
              <w:rPr>
                <w:lang w:val="en-GB"/>
              </w:rPr>
            </w:pPr>
            <w:r w:rsidRPr="00E4005D">
              <w:rPr>
                <w:lang w:val="en-GB"/>
              </w:rPr>
              <w:t>Single/Double</w:t>
            </w:r>
          </w:p>
        </w:tc>
        <w:tc>
          <w:tcPr>
            <w:tcW w:w="826" w:type="dxa"/>
          </w:tcPr>
          <w:p w14:paraId="7DF50A06" w14:textId="77777777" w:rsidR="00CB5A86" w:rsidRPr="00E4005D" w:rsidRDefault="00CB5A86" w:rsidP="00E53A35">
            <w:pPr>
              <w:pStyle w:val="Tabletext"/>
              <w:rPr>
                <w:lang w:val="en-GB"/>
              </w:rPr>
            </w:pPr>
            <w:r w:rsidRPr="00E4005D">
              <w:rPr>
                <w:lang w:val="en-GB"/>
              </w:rPr>
              <w:t>Heavy</w:t>
            </w:r>
          </w:p>
        </w:tc>
        <w:tc>
          <w:tcPr>
            <w:tcW w:w="1009" w:type="dxa"/>
          </w:tcPr>
          <w:p w14:paraId="3C8E7F64" w14:textId="77777777" w:rsidR="00CB5A86" w:rsidRPr="00E4005D" w:rsidRDefault="00CB5A86" w:rsidP="00E53A35">
            <w:pPr>
              <w:pStyle w:val="Tabletext"/>
              <w:rPr>
                <w:lang w:val="en-GB"/>
              </w:rPr>
            </w:pPr>
          </w:p>
        </w:tc>
      </w:tr>
      <w:tr w:rsidR="00CB5A86" w:rsidRPr="00E4005D" w14:paraId="49A14603" w14:textId="77777777" w:rsidTr="00DE3706">
        <w:tc>
          <w:tcPr>
            <w:tcW w:w="1537" w:type="dxa"/>
            <w:shd w:val="clear" w:color="auto" w:fill="auto"/>
            <w:tcMar>
              <w:top w:w="28" w:type="dxa"/>
              <w:left w:w="28" w:type="dxa"/>
              <w:bottom w:w="28" w:type="dxa"/>
              <w:right w:w="28" w:type="dxa"/>
            </w:tcMar>
          </w:tcPr>
          <w:p w14:paraId="1847E4E6" w14:textId="77777777" w:rsidR="00CB5A86" w:rsidRPr="00E4005D" w:rsidRDefault="00CB5A86" w:rsidP="00E53A35">
            <w:pPr>
              <w:pStyle w:val="Tabletext"/>
              <w:rPr>
                <w:lang w:val="en-GB"/>
              </w:rPr>
            </w:pPr>
            <w:r w:rsidRPr="00E4005D">
              <w:rPr>
                <w:lang w:val="en-GB"/>
              </w:rPr>
              <w:t>RP66</w:t>
            </w:r>
          </w:p>
        </w:tc>
        <w:tc>
          <w:tcPr>
            <w:tcW w:w="1009" w:type="dxa"/>
          </w:tcPr>
          <w:p w14:paraId="1924FA3D"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3AA0AFDB" w14:textId="77777777" w:rsidR="00CB5A86" w:rsidRPr="00E4005D" w:rsidRDefault="00CB5A86" w:rsidP="00E53A35">
            <w:pPr>
              <w:pStyle w:val="Tabletext"/>
              <w:rPr>
                <w:lang w:val="en-GB"/>
              </w:rPr>
            </w:pPr>
            <w:r w:rsidRPr="00E4005D">
              <w:rPr>
                <w:lang w:val="en-GB"/>
              </w:rPr>
              <w:t>J32140</w:t>
            </w:r>
          </w:p>
        </w:tc>
        <w:tc>
          <w:tcPr>
            <w:tcW w:w="1652" w:type="dxa"/>
          </w:tcPr>
          <w:p w14:paraId="41873927"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7BA869C7" w14:textId="77777777" w:rsidR="00CB5A86" w:rsidRPr="00E4005D" w:rsidRDefault="00CB5A86" w:rsidP="00E53A35">
            <w:pPr>
              <w:pStyle w:val="Tabletext"/>
              <w:rPr>
                <w:lang w:val="en-GB"/>
              </w:rPr>
            </w:pPr>
            <w:r w:rsidRPr="00E4005D">
              <w:rPr>
                <w:lang w:val="en-GB"/>
              </w:rPr>
              <w:t>Single/Double</w:t>
            </w:r>
          </w:p>
        </w:tc>
        <w:tc>
          <w:tcPr>
            <w:tcW w:w="826" w:type="dxa"/>
          </w:tcPr>
          <w:p w14:paraId="06EEE49E" w14:textId="77777777" w:rsidR="00CB5A86" w:rsidRPr="00E4005D" w:rsidRDefault="00CB5A86" w:rsidP="00E53A35">
            <w:pPr>
              <w:pStyle w:val="Tabletext"/>
              <w:rPr>
                <w:lang w:val="en-GB"/>
              </w:rPr>
            </w:pPr>
            <w:r w:rsidRPr="00E4005D">
              <w:rPr>
                <w:lang w:val="en-GB"/>
              </w:rPr>
              <w:t>Heavy</w:t>
            </w:r>
          </w:p>
        </w:tc>
        <w:tc>
          <w:tcPr>
            <w:tcW w:w="1009" w:type="dxa"/>
          </w:tcPr>
          <w:p w14:paraId="15C5357A" w14:textId="77777777" w:rsidR="00CB5A86" w:rsidRPr="00E4005D" w:rsidRDefault="00CB5A86" w:rsidP="00E53A35">
            <w:pPr>
              <w:pStyle w:val="Tabletext"/>
              <w:rPr>
                <w:lang w:val="en-GB"/>
              </w:rPr>
            </w:pPr>
          </w:p>
        </w:tc>
      </w:tr>
      <w:tr w:rsidR="00CB5A86" w:rsidRPr="00E4005D" w14:paraId="482B9426" w14:textId="77777777" w:rsidTr="00DE3706">
        <w:tc>
          <w:tcPr>
            <w:tcW w:w="1537" w:type="dxa"/>
            <w:shd w:val="clear" w:color="auto" w:fill="auto"/>
            <w:tcMar>
              <w:top w:w="28" w:type="dxa"/>
              <w:left w:w="28" w:type="dxa"/>
              <w:bottom w:w="28" w:type="dxa"/>
              <w:right w:w="28" w:type="dxa"/>
            </w:tcMar>
          </w:tcPr>
          <w:p w14:paraId="4B07BFE0" w14:textId="77777777" w:rsidR="00CB5A86" w:rsidRPr="00E4005D" w:rsidRDefault="00CB5A86" w:rsidP="00E53A35">
            <w:pPr>
              <w:pStyle w:val="Tabletext"/>
              <w:rPr>
                <w:lang w:val="en-GB"/>
              </w:rPr>
            </w:pPr>
            <w:r w:rsidRPr="00E4005D">
              <w:rPr>
                <w:lang w:val="en-GB"/>
              </w:rPr>
              <w:t>RP77</w:t>
            </w:r>
          </w:p>
        </w:tc>
        <w:tc>
          <w:tcPr>
            <w:tcW w:w="1009" w:type="dxa"/>
          </w:tcPr>
          <w:p w14:paraId="0358C59A"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7FA15485" w14:textId="77777777" w:rsidR="00CB5A86" w:rsidRPr="00E4005D" w:rsidRDefault="00CB5A86" w:rsidP="00E53A35">
            <w:pPr>
              <w:pStyle w:val="Tabletext"/>
              <w:rPr>
                <w:lang w:val="en-GB"/>
              </w:rPr>
            </w:pPr>
            <w:r w:rsidRPr="00E4005D">
              <w:rPr>
                <w:lang w:val="en-GB"/>
              </w:rPr>
              <w:t>J38130</w:t>
            </w:r>
          </w:p>
        </w:tc>
        <w:tc>
          <w:tcPr>
            <w:tcW w:w="1652" w:type="dxa"/>
          </w:tcPr>
          <w:p w14:paraId="6B347FA1"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58113381" w14:textId="77777777" w:rsidR="00CB5A86" w:rsidRPr="00E4005D" w:rsidRDefault="00CB5A86" w:rsidP="00E53A35">
            <w:pPr>
              <w:pStyle w:val="Tabletext"/>
              <w:rPr>
                <w:lang w:val="en-GB"/>
              </w:rPr>
            </w:pPr>
            <w:r w:rsidRPr="00E4005D">
              <w:rPr>
                <w:lang w:val="en-GB"/>
              </w:rPr>
              <w:t>Single/Double</w:t>
            </w:r>
          </w:p>
        </w:tc>
        <w:tc>
          <w:tcPr>
            <w:tcW w:w="826" w:type="dxa"/>
          </w:tcPr>
          <w:p w14:paraId="26F1CAFC" w14:textId="77777777" w:rsidR="00CB5A86" w:rsidRPr="00E4005D" w:rsidRDefault="00CB5A86" w:rsidP="00E53A35">
            <w:pPr>
              <w:pStyle w:val="Tabletext"/>
              <w:rPr>
                <w:lang w:val="en-GB"/>
              </w:rPr>
            </w:pPr>
            <w:r w:rsidRPr="00E4005D">
              <w:rPr>
                <w:lang w:val="en-GB"/>
              </w:rPr>
              <w:t>Heavy</w:t>
            </w:r>
          </w:p>
        </w:tc>
        <w:tc>
          <w:tcPr>
            <w:tcW w:w="1009" w:type="dxa"/>
          </w:tcPr>
          <w:p w14:paraId="2504E756" w14:textId="77777777" w:rsidR="00CB5A86" w:rsidRPr="00E4005D" w:rsidRDefault="00CB5A86" w:rsidP="00E53A35">
            <w:pPr>
              <w:pStyle w:val="Tabletext"/>
              <w:rPr>
                <w:lang w:val="en-GB"/>
              </w:rPr>
            </w:pPr>
          </w:p>
        </w:tc>
      </w:tr>
      <w:tr w:rsidR="00CB5A86" w:rsidRPr="00E4005D" w14:paraId="61A56A59" w14:textId="77777777" w:rsidTr="00DE3706">
        <w:tc>
          <w:tcPr>
            <w:tcW w:w="1537" w:type="dxa"/>
            <w:shd w:val="clear" w:color="auto" w:fill="auto"/>
            <w:tcMar>
              <w:top w:w="28" w:type="dxa"/>
              <w:left w:w="28" w:type="dxa"/>
              <w:bottom w:w="28" w:type="dxa"/>
              <w:right w:w="28" w:type="dxa"/>
            </w:tcMar>
          </w:tcPr>
          <w:p w14:paraId="4ADF61B3" w14:textId="77777777" w:rsidR="00CB5A86" w:rsidRPr="00E4005D" w:rsidRDefault="00CB5A86" w:rsidP="00E53A35">
            <w:pPr>
              <w:pStyle w:val="Tabletext"/>
              <w:rPr>
                <w:lang w:val="en-GB"/>
              </w:rPr>
            </w:pPr>
            <w:r w:rsidRPr="00E4005D">
              <w:rPr>
                <w:lang w:val="en-GB"/>
              </w:rPr>
              <w:t>RP82</w:t>
            </w:r>
          </w:p>
        </w:tc>
        <w:tc>
          <w:tcPr>
            <w:tcW w:w="1009" w:type="dxa"/>
          </w:tcPr>
          <w:p w14:paraId="76B3FF71"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725B9612" w14:textId="77777777" w:rsidR="00CB5A86" w:rsidRPr="00E4005D" w:rsidRDefault="00CB5A86" w:rsidP="00E53A35">
            <w:pPr>
              <w:pStyle w:val="Tabletext"/>
              <w:rPr>
                <w:lang w:val="en-GB"/>
              </w:rPr>
            </w:pPr>
            <w:r w:rsidRPr="00E4005D">
              <w:rPr>
                <w:lang w:val="en-GB"/>
              </w:rPr>
              <w:t>J32300</w:t>
            </w:r>
          </w:p>
        </w:tc>
        <w:tc>
          <w:tcPr>
            <w:tcW w:w="1652" w:type="dxa"/>
          </w:tcPr>
          <w:p w14:paraId="3E9932D7"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16403727" w14:textId="77777777" w:rsidR="00CB5A86" w:rsidRPr="00E4005D" w:rsidRDefault="00CB5A86" w:rsidP="00E53A35">
            <w:pPr>
              <w:pStyle w:val="Tabletext"/>
              <w:rPr>
                <w:lang w:val="en-GB"/>
              </w:rPr>
            </w:pPr>
            <w:r w:rsidRPr="00E4005D">
              <w:rPr>
                <w:lang w:val="en-GB"/>
              </w:rPr>
              <w:t>Single/Double</w:t>
            </w:r>
          </w:p>
        </w:tc>
        <w:tc>
          <w:tcPr>
            <w:tcW w:w="826" w:type="dxa"/>
          </w:tcPr>
          <w:p w14:paraId="38908CDD" w14:textId="77777777" w:rsidR="00CB5A86" w:rsidRPr="00E4005D" w:rsidRDefault="00CB5A86" w:rsidP="00E53A35">
            <w:pPr>
              <w:pStyle w:val="Tabletext"/>
              <w:rPr>
                <w:lang w:val="en-GB"/>
              </w:rPr>
            </w:pPr>
            <w:r w:rsidRPr="00E4005D">
              <w:rPr>
                <w:lang w:val="en-GB"/>
              </w:rPr>
              <w:t>Heavy</w:t>
            </w:r>
          </w:p>
        </w:tc>
        <w:tc>
          <w:tcPr>
            <w:tcW w:w="1009" w:type="dxa"/>
          </w:tcPr>
          <w:p w14:paraId="1C78CEE2" w14:textId="77777777" w:rsidR="00CB5A86" w:rsidRPr="00E4005D" w:rsidRDefault="00CB5A86" w:rsidP="00E53A35">
            <w:pPr>
              <w:pStyle w:val="Tabletext"/>
              <w:rPr>
                <w:lang w:val="en-GB"/>
              </w:rPr>
            </w:pPr>
          </w:p>
        </w:tc>
      </w:tr>
      <w:tr w:rsidR="00CB5A86" w:rsidRPr="00E4005D" w14:paraId="489D68EA" w14:textId="77777777" w:rsidTr="00DE3706">
        <w:tc>
          <w:tcPr>
            <w:tcW w:w="1537" w:type="dxa"/>
            <w:shd w:val="clear" w:color="auto" w:fill="auto"/>
            <w:tcMar>
              <w:top w:w="28" w:type="dxa"/>
              <w:left w:w="28" w:type="dxa"/>
              <w:bottom w:w="28" w:type="dxa"/>
              <w:right w:w="28" w:type="dxa"/>
            </w:tcMar>
          </w:tcPr>
          <w:p w14:paraId="21EDC5A8" w14:textId="77777777" w:rsidR="00CB5A86" w:rsidRPr="00E4005D" w:rsidRDefault="00CB5A86" w:rsidP="00E53A35">
            <w:pPr>
              <w:pStyle w:val="Tabletext"/>
              <w:rPr>
                <w:lang w:val="en-GB"/>
              </w:rPr>
            </w:pPr>
            <w:r w:rsidRPr="00E4005D">
              <w:rPr>
                <w:lang w:val="en-GB"/>
              </w:rPr>
              <w:t>RP91</w:t>
            </w:r>
          </w:p>
        </w:tc>
        <w:tc>
          <w:tcPr>
            <w:tcW w:w="1009" w:type="dxa"/>
          </w:tcPr>
          <w:p w14:paraId="39C47208"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405778FE" w14:textId="77777777" w:rsidR="00CB5A86" w:rsidRPr="00E4005D" w:rsidRDefault="00CB5A86" w:rsidP="00E53A35">
            <w:pPr>
              <w:pStyle w:val="Tabletext"/>
              <w:rPr>
                <w:lang w:val="en-GB"/>
              </w:rPr>
            </w:pPr>
            <w:r w:rsidRPr="00E4005D">
              <w:rPr>
                <w:lang w:val="en-GB"/>
              </w:rPr>
              <w:t>J30300</w:t>
            </w:r>
          </w:p>
        </w:tc>
        <w:tc>
          <w:tcPr>
            <w:tcW w:w="1652" w:type="dxa"/>
          </w:tcPr>
          <w:p w14:paraId="76C98B2D"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2CED348F" w14:textId="77777777" w:rsidR="00CB5A86" w:rsidRPr="00E4005D" w:rsidRDefault="00CB5A86" w:rsidP="00E53A35">
            <w:pPr>
              <w:pStyle w:val="Tabletext"/>
              <w:rPr>
                <w:lang w:val="en-GB"/>
              </w:rPr>
            </w:pPr>
            <w:r w:rsidRPr="00E4005D">
              <w:rPr>
                <w:lang w:val="en-GB"/>
              </w:rPr>
              <w:t>Single/Double</w:t>
            </w:r>
          </w:p>
        </w:tc>
        <w:tc>
          <w:tcPr>
            <w:tcW w:w="826" w:type="dxa"/>
          </w:tcPr>
          <w:p w14:paraId="23062B7E" w14:textId="77777777" w:rsidR="00CB5A86" w:rsidRPr="00E4005D" w:rsidRDefault="00CB5A86" w:rsidP="00E53A35">
            <w:pPr>
              <w:pStyle w:val="Tabletext"/>
              <w:rPr>
                <w:lang w:val="en-GB"/>
              </w:rPr>
            </w:pPr>
            <w:r w:rsidRPr="00E4005D">
              <w:rPr>
                <w:lang w:val="en-GB"/>
              </w:rPr>
              <w:t>Heavy</w:t>
            </w:r>
          </w:p>
        </w:tc>
        <w:tc>
          <w:tcPr>
            <w:tcW w:w="1009" w:type="dxa"/>
          </w:tcPr>
          <w:p w14:paraId="3EBF3693" w14:textId="77777777" w:rsidR="00CB5A86" w:rsidRPr="00E4005D" w:rsidRDefault="00CB5A86" w:rsidP="00E53A35">
            <w:pPr>
              <w:pStyle w:val="Tabletext"/>
              <w:rPr>
                <w:lang w:val="en-GB"/>
              </w:rPr>
            </w:pPr>
          </w:p>
        </w:tc>
      </w:tr>
      <w:tr w:rsidR="00CB5A86" w:rsidRPr="00E4005D" w14:paraId="5EDE9AD0" w14:textId="77777777" w:rsidTr="00DE3706">
        <w:tc>
          <w:tcPr>
            <w:tcW w:w="1537" w:type="dxa"/>
            <w:shd w:val="clear" w:color="auto" w:fill="auto"/>
            <w:tcMar>
              <w:top w:w="28" w:type="dxa"/>
              <w:left w:w="28" w:type="dxa"/>
              <w:bottom w:w="28" w:type="dxa"/>
              <w:right w:w="28" w:type="dxa"/>
            </w:tcMar>
          </w:tcPr>
          <w:p w14:paraId="59CEA5BC" w14:textId="77777777" w:rsidR="00CB5A86" w:rsidRPr="00E4005D" w:rsidRDefault="00CB5A86" w:rsidP="00E53A35">
            <w:pPr>
              <w:pStyle w:val="Tabletext"/>
              <w:rPr>
                <w:lang w:val="en-GB"/>
              </w:rPr>
            </w:pPr>
            <w:r w:rsidRPr="00E4005D">
              <w:rPr>
                <w:lang w:val="en-GB"/>
              </w:rPr>
              <w:t>RP95</w:t>
            </w:r>
          </w:p>
        </w:tc>
        <w:tc>
          <w:tcPr>
            <w:tcW w:w="1009" w:type="dxa"/>
          </w:tcPr>
          <w:p w14:paraId="67B8F722"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3DEDCB63" w14:textId="77777777" w:rsidR="00CB5A86" w:rsidRPr="00E4005D" w:rsidRDefault="00CB5A86" w:rsidP="00E53A35">
            <w:pPr>
              <w:pStyle w:val="Tabletext"/>
              <w:rPr>
                <w:lang w:val="en-GB"/>
              </w:rPr>
            </w:pPr>
            <w:r w:rsidRPr="00E4005D">
              <w:rPr>
                <w:lang w:val="en-GB"/>
              </w:rPr>
              <w:t>J32300</w:t>
            </w:r>
          </w:p>
        </w:tc>
        <w:tc>
          <w:tcPr>
            <w:tcW w:w="1652" w:type="dxa"/>
          </w:tcPr>
          <w:p w14:paraId="66A06E5A"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33B66749" w14:textId="77777777" w:rsidR="00CB5A86" w:rsidRPr="00E4005D" w:rsidRDefault="00CB5A86" w:rsidP="00E53A35">
            <w:pPr>
              <w:pStyle w:val="Tabletext"/>
              <w:rPr>
                <w:lang w:val="en-GB"/>
              </w:rPr>
            </w:pPr>
            <w:r w:rsidRPr="00E4005D">
              <w:rPr>
                <w:lang w:val="en-GB"/>
              </w:rPr>
              <w:t>Single/Double</w:t>
            </w:r>
          </w:p>
        </w:tc>
        <w:tc>
          <w:tcPr>
            <w:tcW w:w="826" w:type="dxa"/>
          </w:tcPr>
          <w:p w14:paraId="77A52745" w14:textId="77777777" w:rsidR="00CB5A86" w:rsidRPr="00E4005D" w:rsidRDefault="00CB5A86" w:rsidP="00E53A35">
            <w:pPr>
              <w:pStyle w:val="Tabletext"/>
              <w:rPr>
                <w:lang w:val="en-GB"/>
              </w:rPr>
            </w:pPr>
            <w:r w:rsidRPr="00E4005D">
              <w:rPr>
                <w:lang w:val="en-GB"/>
              </w:rPr>
              <w:t>Heavy</w:t>
            </w:r>
          </w:p>
        </w:tc>
        <w:tc>
          <w:tcPr>
            <w:tcW w:w="1009" w:type="dxa"/>
          </w:tcPr>
          <w:p w14:paraId="15E07469" w14:textId="77777777" w:rsidR="00CB5A86" w:rsidRPr="00E4005D" w:rsidRDefault="00CB5A86" w:rsidP="00E53A35">
            <w:pPr>
              <w:pStyle w:val="Tabletext"/>
              <w:rPr>
                <w:lang w:val="en-GB"/>
              </w:rPr>
            </w:pPr>
          </w:p>
        </w:tc>
      </w:tr>
      <w:tr w:rsidR="00CB5A86" w:rsidRPr="00E4005D" w14:paraId="1DFD4BAE" w14:textId="77777777" w:rsidTr="00DE3706">
        <w:tc>
          <w:tcPr>
            <w:tcW w:w="1537" w:type="dxa"/>
            <w:shd w:val="clear" w:color="auto" w:fill="auto"/>
            <w:tcMar>
              <w:top w:w="28" w:type="dxa"/>
              <w:left w:w="28" w:type="dxa"/>
              <w:bottom w:w="28" w:type="dxa"/>
              <w:right w:w="28" w:type="dxa"/>
            </w:tcMar>
          </w:tcPr>
          <w:p w14:paraId="1CE60005" w14:textId="77777777" w:rsidR="00CB5A86" w:rsidRPr="00E4005D" w:rsidRDefault="00CB5A86" w:rsidP="00E53A35">
            <w:pPr>
              <w:pStyle w:val="Tabletext"/>
              <w:rPr>
                <w:lang w:val="en-GB"/>
              </w:rPr>
            </w:pPr>
            <w:r w:rsidRPr="00E4005D">
              <w:rPr>
                <w:lang w:val="en-GB"/>
              </w:rPr>
              <w:t>RP96</w:t>
            </w:r>
          </w:p>
        </w:tc>
        <w:tc>
          <w:tcPr>
            <w:tcW w:w="1009" w:type="dxa"/>
          </w:tcPr>
          <w:p w14:paraId="3E9B8D38"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7085692B" w14:textId="77777777" w:rsidR="00CB5A86" w:rsidRPr="00E4005D" w:rsidRDefault="00CB5A86" w:rsidP="00E53A35">
            <w:pPr>
              <w:pStyle w:val="Tabletext"/>
              <w:rPr>
                <w:lang w:val="en-GB"/>
              </w:rPr>
            </w:pPr>
            <w:r w:rsidRPr="00E4005D">
              <w:rPr>
                <w:lang w:val="en-GB"/>
              </w:rPr>
              <w:t>J32300</w:t>
            </w:r>
          </w:p>
        </w:tc>
        <w:tc>
          <w:tcPr>
            <w:tcW w:w="1652" w:type="dxa"/>
          </w:tcPr>
          <w:p w14:paraId="49208FEE"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013E7A4D" w14:textId="77777777" w:rsidR="00CB5A86" w:rsidRPr="00E4005D" w:rsidRDefault="00CB5A86" w:rsidP="00E53A35">
            <w:pPr>
              <w:pStyle w:val="Tabletext"/>
              <w:rPr>
                <w:lang w:val="en-GB"/>
              </w:rPr>
            </w:pPr>
            <w:r w:rsidRPr="00E4005D">
              <w:rPr>
                <w:lang w:val="en-GB"/>
              </w:rPr>
              <w:t>Single/Double</w:t>
            </w:r>
          </w:p>
        </w:tc>
        <w:tc>
          <w:tcPr>
            <w:tcW w:w="826" w:type="dxa"/>
          </w:tcPr>
          <w:p w14:paraId="54E69178" w14:textId="77777777" w:rsidR="00CB5A86" w:rsidRPr="00E4005D" w:rsidRDefault="00CB5A86" w:rsidP="00E53A35">
            <w:pPr>
              <w:pStyle w:val="Tabletext"/>
              <w:rPr>
                <w:lang w:val="en-GB"/>
              </w:rPr>
            </w:pPr>
            <w:r w:rsidRPr="00E4005D">
              <w:rPr>
                <w:lang w:val="en-GB"/>
              </w:rPr>
              <w:t>Heavy</w:t>
            </w:r>
          </w:p>
        </w:tc>
        <w:tc>
          <w:tcPr>
            <w:tcW w:w="1009" w:type="dxa"/>
          </w:tcPr>
          <w:p w14:paraId="2C679CF6" w14:textId="77777777" w:rsidR="00CB5A86" w:rsidRPr="00E4005D" w:rsidRDefault="00CB5A86" w:rsidP="00E53A35">
            <w:pPr>
              <w:pStyle w:val="Tabletext"/>
              <w:rPr>
                <w:lang w:val="en-GB"/>
              </w:rPr>
            </w:pPr>
          </w:p>
        </w:tc>
      </w:tr>
      <w:tr w:rsidR="00CB5A86" w:rsidRPr="00E4005D" w14:paraId="1C96043E" w14:textId="77777777" w:rsidTr="00DE3706">
        <w:tc>
          <w:tcPr>
            <w:tcW w:w="1537" w:type="dxa"/>
            <w:shd w:val="clear" w:color="auto" w:fill="auto"/>
            <w:tcMar>
              <w:top w:w="28" w:type="dxa"/>
              <w:left w:w="28" w:type="dxa"/>
              <w:bottom w:w="28" w:type="dxa"/>
              <w:right w:w="28" w:type="dxa"/>
            </w:tcMar>
          </w:tcPr>
          <w:p w14:paraId="194D2289" w14:textId="77777777" w:rsidR="00CB5A86" w:rsidRPr="00E4005D" w:rsidRDefault="00CB5A86" w:rsidP="00E53A35">
            <w:pPr>
              <w:pStyle w:val="Tabletext"/>
              <w:rPr>
                <w:lang w:val="en-GB"/>
              </w:rPr>
            </w:pPr>
            <w:r w:rsidRPr="00E4005D">
              <w:rPr>
                <w:lang w:val="en-GB"/>
              </w:rPr>
              <w:t>RP98</w:t>
            </w:r>
          </w:p>
        </w:tc>
        <w:tc>
          <w:tcPr>
            <w:tcW w:w="1009" w:type="dxa"/>
          </w:tcPr>
          <w:p w14:paraId="3F32B0D2"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16B633F8" w14:textId="77777777" w:rsidR="00CB5A86" w:rsidRPr="00E4005D" w:rsidRDefault="00CB5A86" w:rsidP="00E53A35">
            <w:pPr>
              <w:pStyle w:val="Tabletext"/>
              <w:rPr>
                <w:lang w:val="en-GB"/>
              </w:rPr>
            </w:pPr>
            <w:r w:rsidRPr="00E4005D">
              <w:rPr>
                <w:lang w:val="en-GB"/>
              </w:rPr>
              <w:t>J38130</w:t>
            </w:r>
          </w:p>
        </w:tc>
        <w:tc>
          <w:tcPr>
            <w:tcW w:w="1652" w:type="dxa"/>
          </w:tcPr>
          <w:p w14:paraId="66F4761A"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4B63A873" w14:textId="77777777" w:rsidR="00CB5A86" w:rsidRPr="00E4005D" w:rsidRDefault="00CB5A86" w:rsidP="00E53A35">
            <w:pPr>
              <w:pStyle w:val="Tabletext"/>
              <w:rPr>
                <w:lang w:val="en-GB"/>
              </w:rPr>
            </w:pPr>
            <w:r w:rsidRPr="00E4005D">
              <w:rPr>
                <w:lang w:val="en-GB"/>
              </w:rPr>
              <w:t>Single/Double</w:t>
            </w:r>
          </w:p>
        </w:tc>
        <w:tc>
          <w:tcPr>
            <w:tcW w:w="826" w:type="dxa"/>
          </w:tcPr>
          <w:p w14:paraId="494217EC" w14:textId="77777777" w:rsidR="00CB5A86" w:rsidRPr="00E4005D" w:rsidRDefault="00CB5A86" w:rsidP="00E53A35">
            <w:pPr>
              <w:pStyle w:val="Tabletext"/>
              <w:rPr>
                <w:lang w:val="en-GB"/>
              </w:rPr>
            </w:pPr>
            <w:r w:rsidRPr="00E4005D">
              <w:rPr>
                <w:lang w:val="en-GB"/>
              </w:rPr>
              <w:t>Heavy</w:t>
            </w:r>
          </w:p>
        </w:tc>
        <w:tc>
          <w:tcPr>
            <w:tcW w:w="1009" w:type="dxa"/>
          </w:tcPr>
          <w:p w14:paraId="079C91E7" w14:textId="77777777" w:rsidR="00CB5A86" w:rsidRPr="00E4005D" w:rsidRDefault="00CB5A86" w:rsidP="00E53A35">
            <w:pPr>
              <w:pStyle w:val="Tabletext"/>
              <w:rPr>
                <w:lang w:val="en-GB"/>
              </w:rPr>
            </w:pPr>
          </w:p>
        </w:tc>
      </w:tr>
      <w:tr w:rsidR="00CB5A86" w:rsidRPr="00E4005D" w14:paraId="12BC4E75" w14:textId="77777777" w:rsidTr="00DE3706">
        <w:tc>
          <w:tcPr>
            <w:tcW w:w="1537" w:type="dxa"/>
            <w:shd w:val="clear" w:color="auto" w:fill="auto"/>
            <w:tcMar>
              <w:top w:w="28" w:type="dxa"/>
              <w:left w:w="28" w:type="dxa"/>
              <w:bottom w:w="28" w:type="dxa"/>
              <w:right w:w="28" w:type="dxa"/>
            </w:tcMar>
          </w:tcPr>
          <w:p w14:paraId="422D7047" w14:textId="77777777" w:rsidR="00CB5A86" w:rsidRPr="00E4005D" w:rsidRDefault="00CB5A86" w:rsidP="00E53A35">
            <w:pPr>
              <w:pStyle w:val="Tabletext"/>
              <w:rPr>
                <w:lang w:val="en-GB"/>
              </w:rPr>
            </w:pPr>
            <w:r w:rsidRPr="00E4005D">
              <w:rPr>
                <w:lang w:val="en-GB"/>
              </w:rPr>
              <w:t>RP109Si</w:t>
            </w:r>
          </w:p>
        </w:tc>
        <w:tc>
          <w:tcPr>
            <w:tcW w:w="1009" w:type="dxa"/>
          </w:tcPr>
          <w:p w14:paraId="64391EA5"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7E598B63" w14:textId="77777777" w:rsidR="00CB5A86" w:rsidRPr="00E4005D" w:rsidRDefault="00CB5A86" w:rsidP="00E53A35">
            <w:pPr>
              <w:pStyle w:val="Tabletext"/>
              <w:rPr>
                <w:lang w:val="en-GB"/>
              </w:rPr>
            </w:pPr>
            <w:r w:rsidRPr="00E4005D">
              <w:rPr>
                <w:lang w:val="en-GB"/>
              </w:rPr>
              <w:t>J36100</w:t>
            </w:r>
          </w:p>
        </w:tc>
        <w:tc>
          <w:tcPr>
            <w:tcW w:w="1652" w:type="dxa"/>
          </w:tcPr>
          <w:p w14:paraId="4C4540F0"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17D9074A" w14:textId="77777777" w:rsidR="00CB5A86" w:rsidRPr="00E4005D" w:rsidRDefault="00CB5A86" w:rsidP="00E53A35">
            <w:pPr>
              <w:pStyle w:val="Tabletext"/>
              <w:rPr>
                <w:lang w:val="en-GB"/>
              </w:rPr>
            </w:pPr>
            <w:r w:rsidRPr="00E4005D">
              <w:rPr>
                <w:lang w:val="en-GB"/>
              </w:rPr>
              <w:t>Single/Double</w:t>
            </w:r>
          </w:p>
        </w:tc>
        <w:tc>
          <w:tcPr>
            <w:tcW w:w="826" w:type="dxa"/>
          </w:tcPr>
          <w:p w14:paraId="7BF95C06" w14:textId="77777777" w:rsidR="00CB5A86" w:rsidRPr="00E4005D" w:rsidRDefault="00CB5A86" w:rsidP="00E53A35">
            <w:pPr>
              <w:pStyle w:val="Tabletext"/>
              <w:rPr>
                <w:lang w:val="en-GB"/>
              </w:rPr>
            </w:pPr>
            <w:r w:rsidRPr="00E4005D">
              <w:rPr>
                <w:lang w:val="en-GB"/>
              </w:rPr>
              <w:t>Heavy</w:t>
            </w:r>
          </w:p>
        </w:tc>
        <w:tc>
          <w:tcPr>
            <w:tcW w:w="1009" w:type="dxa"/>
          </w:tcPr>
          <w:p w14:paraId="284C5096" w14:textId="77777777" w:rsidR="00CB5A86" w:rsidRPr="00E4005D" w:rsidRDefault="00CB5A86" w:rsidP="00E53A35">
            <w:pPr>
              <w:pStyle w:val="Tabletext"/>
              <w:rPr>
                <w:lang w:val="en-GB"/>
              </w:rPr>
            </w:pPr>
          </w:p>
        </w:tc>
      </w:tr>
      <w:tr w:rsidR="00CB5A86" w:rsidRPr="00E4005D" w14:paraId="0DC478EB" w14:textId="77777777" w:rsidTr="00DE3706">
        <w:tc>
          <w:tcPr>
            <w:tcW w:w="1537" w:type="dxa"/>
            <w:shd w:val="clear" w:color="auto" w:fill="auto"/>
            <w:tcMar>
              <w:top w:w="28" w:type="dxa"/>
              <w:left w:w="28" w:type="dxa"/>
              <w:bottom w:w="28" w:type="dxa"/>
              <w:right w:w="28" w:type="dxa"/>
            </w:tcMar>
          </w:tcPr>
          <w:p w14:paraId="5D1A8850" w14:textId="77777777" w:rsidR="00CB5A86" w:rsidRPr="00E4005D" w:rsidRDefault="00CB5A86" w:rsidP="00E53A35">
            <w:pPr>
              <w:pStyle w:val="Tabletext"/>
              <w:rPr>
                <w:lang w:val="en-GB"/>
              </w:rPr>
            </w:pPr>
            <w:r w:rsidRPr="00E4005D">
              <w:rPr>
                <w:lang w:val="en-GB"/>
              </w:rPr>
              <w:t>RP110Si</w:t>
            </w:r>
          </w:p>
        </w:tc>
        <w:tc>
          <w:tcPr>
            <w:tcW w:w="1009" w:type="dxa"/>
          </w:tcPr>
          <w:p w14:paraId="5DEC4C89"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4D411E0D" w14:textId="77777777" w:rsidR="00CB5A86" w:rsidRPr="00E4005D" w:rsidRDefault="00CB5A86" w:rsidP="00E53A35">
            <w:pPr>
              <w:pStyle w:val="Tabletext"/>
              <w:rPr>
                <w:lang w:val="en-GB"/>
              </w:rPr>
            </w:pPr>
            <w:r w:rsidRPr="00E4005D">
              <w:rPr>
                <w:lang w:val="en-GB"/>
              </w:rPr>
              <w:t>J36100</w:t>
            </w:r>
          </w:p>
        </w:tc>
        <w:tc>
          <w:tcPr>
            <w:tcW w:w="1652" w:type="dxa"/>
          </w:tcPr>
          <w:p w14:paraId="562AC358"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4194F304" w14:textId="77777777" w:rsidR="00CB5A86" w:rsidRPr="00E4005D" w:rsidRDefault="00CB5A86" w:rsidP="00E53A35">
            <w:pPr>
              <w:pStyle w:val="Tabletext"/>
              <w:rPr>
                <w:lang w:val="en-GB"/>
              </w:rPr>
            </w:pPr>
            <w:r w:rsidRPr="00E4005D">
              <w:rPr>
                <w:lang w:val="en-GB"/>
              </w:rPr>
              <w:t>Single/Double</w:t>
            </w:r>
          </w:p>
        </w:tc>
        <w:tc>
          <w:tcPr>
            <w:tcW w:w="826" w:type="dxa"/>
          </w:tcPr>
          <w:p w14:paraId="0A3BB773" w14:textId="77777777" w:rsidR="00CB5A86" w:rsidRPr="00E4005D" w:rsidRDefault="00CB5A86" w:rsidP="00E53A35">
            <w:pPr>
              <w:pStyle w:val="Tabletext"/>
              <w:rPr>
                <w:lang w:val="en-GB"/>
              </w:rPr>
            </w:pPr>
            <w:r w:rsidRPr="00E4005D">
              <w:rPr>
                <w:lang w:val="en-GB"/>
              </w:rPr>
              <w:t>Heavy</w:t>
            </w:r>
          </w:p>
        </w:tc>
        <w:tc>
          <w:tcPr>
            <w:tcW w:w="1009" w:type="dxa"/>
          </w:tcPr>
          <w:p w14:paraId="2FF965D5" w14:textId="77777777" w:rsidR="00CB5A86" w:rsidRPr="00E4005D" w:rsidRDefault="00CB5A86" w:rsidP="00E53A35">
            <w:pPr>
              <w:pStyle w:val="Tabletext"/>
              <w:rPr>
                <w:lang w:val="en-GB"/>
              </w:rPr>
            </w:pPr>
          </w:p>
        </w:tc>
      </w:tr>
      <w:tr w:rsidR="00CB5A86" w:rsidRPr="00E4005D" w14:paraId="056D824D" w14:textId="77777777" w:rsidTr="00DE3706">
        <w:tc>
          <w:tcPr>
            <w:tcW w:w="1537" w:type="dxa"/>
            <w:shd w:val="clear" w:color="auto" w:fill="auto"/>
            <w:tcMar>
              <w:top w:w="28" w:type="dxa"/>
              <w:left w:w="28" w:type="dxa"/>
              <w:bottom w:w="28" w:type="dxa"/>
              <w:right w:w="28" w:type="dxa"/>
            </w:tcMar>
          </w:tcPr>
          <w:p w14:paraId="455F8F5C" w14:textId="77777777" w:rsidR="00CB5A86" w:rsidRPr="00E4005D" w:rsidRDefault="00CB5A86" w:rsidP="00E53A35">
            <w:pPr>
              <w:pStyle w:val="Tabletext"/>
              <w:rPr>
                <w:lang w:val="en-GB"/>
              </w:rPr>
            </w:pPr>
            <w:r w:rsidRPr="00E4005D">
              <w:rPr>
                <w:lang w:val="en-GB"/>
              </w:rPr>
              <w:t>RP111Si</w:t>
            </w:r>
          </w:p>
        </w:tc>
        <w:tc>
          <w:tcPr>
            <w:tcW w:w="1009" w:type="dxa"/>
          </w:tcPr>
          <w:p w14:paraId="7E0B9AE7"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1E4291FF" w14:textId="77777777" w:rsidR="00CB5A86" w:rsidRPr="00E4005D" w:rsidRDefault="00CB5A86" w:rsidP="00E53A35">
            <w:pPr>
              <w:pStyle w:val="Tabletext"/>
              <w:rPr>
                <w:lang w:val="en-GB"/>
              </w:rPr>
            </w:pPr>
            <w:r w:rsidRPr="00E4005D">
              <w:rPr>
                <w:lang w:val="en-GB"/>
              </w:rPr>
              <w:t>J36100</w:t>
            </w:r>
          </w:p>
        </w:tc>
        <w:tc>
          <w:tcPr>
            <w:tcW w:w="1652" w:type="dxa"/>
          </w:tcPr>
          <w:p w14:paraId="7AE7A3B2"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237FEF7B" w14:textId="77777777" w:rsidR="00CB5A86" w:rsidRPr="00E4005D" w:rsidRDefault="00CB5A86" w:rsidP="00E53A35">
            <w:pPr>
              <w:pStyle w:val="Tabletext"/>
              <w:rPr>
                <w:lang w:val="en-GB"/>
              </w:rPr>
            </w:pPr>
            <w:r w:rsidRPr="00E4005D">
              <w:rPr>
                <w:lang w:val="en-GB"/>
              </w:rPr>
              <w:t>Single/Double</w:t>
            </w:r>
          </w:p>
        </w:tc>
        <w:tc>
          <w:tcPr>
            <w:tcW w:w="826" w:type="dxa"/>
          </w:tcPr>
          <w:p w14:paraId="7E13196C" w14:textId="77777777" w:rsidR="00CB5A86" w:rsidRPr="00E4005D" w:rsidRDefault="00CB5A86" w:rsidP="00E53A35">
            <w:pPr>
              <w:pStyle w:val="Tabletext"/>
              <w:rPr>
                <w:lang w:val="en-GB"/>
              </w:rPr>
            </w:pPr>
            <w:r w:rsidRPr="00E4005D">
              <w:rPr>
                <w:lang w:val="en-GB"/>
              </w:rPr>
              <w:t>Heavy</w:t>
            </w:r>
          </w:p>
        </w:tc>
        <w:tc>
          <w:tcPr>
            <w:tcW w:w="1009" w:type="dxa"/>
          </w:tcPr>
          <w:p w14:paraId="3DC338F9" w14:textId="77777777" w:rsidR="00CB5A86" w:rsidRPr="00E4005D" w:rsidRDefault="00CB5A86" w:rsidP="00E53A35">
            <w:pPr>
              <w:pStyle w:val="Tabletext"/>
              <w:rPr>
                <w:lang w:val="en-GB"/>
              </w:rPr>
            </w:pPr>
          </w:p>
        </w:tc>
      </w:tr>
      <w:tr w:rsidR="00CB5A86" w:rsidRPr="00E4005D" w14:paraId="41922680" w14:textId="77777777" w:rsidTr="00DE3706">
        <w:tc>
          <w:tcPr>
            <w:tcW w:w="1537" w:type="dxa"/>
            <w:shd w:val="clear" w:color="auto" w:fill="auto"/>
            <w:tcMar>
              <w:top w:w="28" w:type="dxa"/>
              <w:left w:w="28" w:type="dxa"/>
              <w:bottom w:w="28" w:type="dxa"/>
              <w:right w:w="28" w:type="dxa"/>
            </w:tcMar>
          </w:tcPr>
          <w:p w14:paraId="552C6F48" w14:textId="77777777" w:rsidR="00CB5A86" w:rsidRPr="00E4005D" w:rsidRDefault="00CB5A86" w:rsidP="00E53A35">
            <w:pPr>
              <w:pStyle w:val="Tabletext"/>
              <w:rPr>
                <w:lang w:val="en-GB"/>
              </w:rPr>
            </w:pPr>
            <w:r w:rsidRPr="00E4005D">
              <w:rPr>
                <w:lang w:val="en-GB"/>
              </w:rPr>
              <w:t>RP112</w:t>
            </w:r>
          </w:p>
        </w:tc>
        <w:tc>
          <w:tcPr>
            <w:tcW w:w="1009" w:type="dxa"/>
          </w:tcPr>
          <w:p w14:paraId="24B5F68C"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73C02715" w14:textId="77777777" w:rsidR="00CB5A86" w:rsidRPr="00E4005D" w:rsidRDefault="00CB5A86" w:rsidP="00E53A35">
            <w:pPr>
              <w:pStyle w:val="Tabletext"/>
              <w:rPr>
                <w:lang w:val="en-GB"/>
              </w:rPr>
            </w:pPr>
            <w:r w:rsidRPr="00E4005D">
              <w:rPr>
                <w:lang w:val="en-GB"/>
              </w:rPr>
              <w:t>J38130</w:t>
            </w:r>
          </w:p>
        </w:tc>
        <w:tc>
          <w:tcPr>
            <w:tcW w:w="1652" w:type="dxa"/>
          </w:tcPr>
          <w:p w14:paraId="2DA842BF"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2B156571" w14:textId="77777777" w:rsidR="00CB5A86" w:rsidRPr="00E4005D" w:rsidRDefault="00CB5A86" w:rsidP="00E53A35">
            <w:pPr>
              <w:pStyle w:val="Tabletext"/>
              <w:rPr>
                <w:lang w:val="en-GB"/>
              </w:rPr>
            </w:pPr>
            <w:r w:rsidRPr="00E4005D">
              <w:rPr>
                <w:lang w:val="en-GB"/>
              </w:rPr>
              <w:t>Single/Double</w:t>
            </w:r>
          </w:p>
        </w:tc>
        <w:tc>
          <w:tcPr>
            <w:tcW w:w="826" w:type="dxa"/>
          </w:tcPr>
          <w:p w14:paraId="6EE16189" w14:textId="77777777" w:rsidR="00CB5A86" w:rsidRPr="00E4005D" w:rsidRDefault="00CB5A86" w:rsidP="00E53A35">
            <w:pPr>
              <w:pStyle w:val="Tabletext"/>
              <w:rPr>
                <w:lang w:val="en-GB"/>
              </w:rPr>
            </w:pPr>
            <w:r w:rsidRPr="00E4005D">
              <w:rPr>
                <w:lang w:val="en-GB"/>
              </w:rPr>
              <w:t>Medium</w:t>
            </w:r>
          </w:p>
        </w:tc>
        <w:tc>
          <w:tcPr>
            <w:tcW w:w="1009" w:type="dxa"/>
          </w:tcPr>
          <w:p w14:paraId="5767BB88" w14:textId="77777777" w:rsidR="00CB5A86" w:rsidRPr="00E4005D" w:rsidRDefault="00CB5A86" w:rsidP="00E53A35">
            <w:pPr>
              <w:pStyle w:val="Tabletext"/>
              <w:rPr>
                <w:lang w:val="en-GB"/>
              </w:rPr>
            </w:pPr>
          </w:p>
        </w:tc>
      </w:tr>
      <w:tr w:rsidR="00CB5A86" w:rsidRPr="00E4005D" w14:paraId="0C35E4DC" w14:textId="77777777" w:rsidTr="00DE3706">
        <w:tc>
          <w:tcPr>
            <w:tcW w:w="1537" w:type="dxa"/>
            <w:shd w:val="clear" w:color="auto" w:fill="auto"/>
            <w:tcMar>
              <w:top w:w="28" w:type="dxa"/>
              <w:left w:w="28" w:type="dxa"/>
              <w:bottom w:w="28" w:type="dxa"/>
              <w:right w:w="28" w:type="dxa"/>
            </w:tcMar>
          </w:tcPr>
          <w:p w14:paraId="1EDBCB07" w14:textId="77777777" w:rsidR="00CB5A86" w:rsidRPr="00E4005D" w:rsidRDefault="00CB5A86" w:rsidP="00E53A35">
            <w:pPr>
              <w:pStyle w:val="Tabletext"/>
              <w:rPr>
                <w:lang w:val="en-GB"/>
              </w:rPr>
            </w:pPr>
            <w:r w:rsidRPr="00E4005D">
              <w:rPr>
                <w:lang w:val="en-GB"/>
              </w:rPr>
              <w:t>RP115</w:t>
            </w:r>
          </w:p>
        </w:tc>
        <w:tc>
          <w:tcPr>
            <w:tcW w:w="1009" w:type="dxa"/>
          </w:tcPr>
          <w:p w14:paraId="71088CCE"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700E9CB1" w14:textId="77777777" w:rsidR="00CB5A86" w:rsidRPr="00E4005D" w:rsidRDefault="00CB5A86" w:rsidP="00E53A35">
            <w:pPr>
              <w:pStyle w:val="Tabletext"/>
              <w:rPr>
                <w:lang w:val="en-GB"/>
              </w:rPr>
            </w:pPr>
            <w:r w:rsidRPr="00E4005D">
              <w:rPr>
                <w:lang w:val="en-GB"/>
              </w:rPr>
              <w:t>J32130</w:t>
            </w:r>
          </w:p>
        </w:tc>
        <w:tc>
          <w:tcPr>
            <w:tcW w:w="1652" w:type="dxa"/>
          </w:tcPr>
          <w:p w14:paraId="7B9E14D4"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7A9203D2" w14:textId="77777777" w:rsidR="00CB5A86" w:rsidRPr="00E4005D" w:rsidRDefault="00CB5A86" w:rsidP="00E53A35">
            <w:pPr>
              <w:pStyle w:val="Tabletext"/>
              <w:rPr>
                <w:lang w:val="en-GB"/>
              </w:rPr>
            </w:pPr>
            <w:r w:rsidRPr="00E4005D">
              <w:rPr>
                <w:lang w:val="en-GB"/>
              </w:rPr>
              <w:t>Single/Double</w:t>
            </w:r>
          </w:p>
        </w:tc>
        <w:tc>
          <w:tcPr>
            <w:tcW w:w="826" w:type="dxa"/>
          </w:tcPr>
          <w:p w14:paraId="4EA98467" w14:textId="77777777" w:rsidR="00CB5A86" w:rsidRPr="00E4005D" w:rsidRDefault="00CB5A86" w:rsidP="00E53A35">
            <w:pPr>
              <w:pStyle w:val="Tabletext"/>
              <w:rPr>
                <w:lang w:val="en-GB"/>
              </w:rPr>
            </w:pPr>
            <w:r w:rsidRPr="00E4005D">
              <w:rPr>
                <w:lang w:val="en-GB"/>
              </w:rPr>
              <w:t>Heavy</w:t>
            </w:r>
          </w:p>
        </w:tc>
        <w:tc>
          <w:tcPr>
            <w:tcW w:w="1009" w:type="dxa"/>
          </w:tcPr>
          <w:p w14:paraId="584939A9" w14:textId="77777777" w:rsidR="00CB5A86" w:rsidRPr="00E4005D" w:rsidRDefault="00CB5A86" w:rsidP="00E53A35">
            <w:pPr>
              <w:pStyle w:val="Tabletext"/>
              <w:rPr>
                <w:lang w:val="en-GB"/>
              </w:rPr>
            </w:pPr>
          </w:p>
        </w:tc>
      </w:tr>
      <w:tr w:rsidR="00CB5A86" w:rsidRPr="00E4005D" w14:paraId="52601715" w14:textId="77777777" w:rsidTr="00DE3706">
        <w:tc>
          <w:tcPr>
            <w:tcW w:w="1537" w:type="dxa"/>
            <w:shd w:val="clear" w:color="auto" w:fill="auto"/>
            <w:tcMar>
              <w:top w:w="28" w:type="dxa"/>
              <w:left w:w="28" w:type="dxa"/>
              <w:bottom w:w="28" w:type="dxa"/>
              <w:right w:w="28" w:type="dxa"/>
            </w:tcMar>
          </w:tcPr>
          <w:p w14:paraId="0A9984F2" w14:textId="77777777" w:rsidR="00CB5A86" w:rsidRPr="00E4005D" w:rsidRDefault="00CB5A86" w:rsidP="00E53A35">
            <w:pPr>
              <w:pStyle w:val="Tabletext"/>
              <w:rPr>
                <w:lang w:val="en-GB"/>
              </w:rPr>
            </w:pPr>
            <w:r w:rsidRPr="00E4005D">
              <w:rPr>
                <w:lang w:val="en-GB"/>
              </w:rPr>
              <w:t>RP116</w:t>
            </w:r>
          </w:p>
        </w:tc>
        <w:tc>
          <w:tcPr>
            <w:tcW w:w="1009" w:type="dxa"/>
          </w:tcPr>
          <w:p w14:paraId="3E8DF428"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66DC7DDE" w14:textId="77777777" w:rsidR="00CB5A86" w:rsidRPr="00E4005D" w:rsidRDefault="00CB5A86" w:rsidP="00E53A35">
            <w:pPr>
              <w:pStyle w:val="Tabletext"/>
              <w:rPr>
                <w:lang w:val="en-GB"/>
              </w:rPr>
            </w:pPr>
            <w:r w:rsidRPr="00E4005D">
              <w:rPr>
                <w:lang w:val="en-GB"/>
              </w:rPr>
              <w:t>J32130</w:t>
            </w:r>
          </w:p>
        </w:tc>
        <w:tc>
          <w:tcPr>
            <w:tcW w:w="1652" w:type="dxa"/>
          </w:tcPr>
          <w:p w14:paraId="33D59799"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24259C47" w14:textId="77777777" w:rsidR="00CB5A86" w:rsidRPr="00E4005D" w:rsidRDefault="00CB5A86" w:rsidP="00E53A35">
            <w:pPr>
              <w:pStyle w:val="Tabletext"/>
              <w:rPr>
                <w:lang w:val="en-GB"/>
              </w:rPr>
            </w:pPr>
            <w:r w:rsidRPr="00E4005D">
              <w:rPr>
                <w:lang w:val="en-GB"/>
              </w:rPr>
              <w:t>Single/Double</w:t>
            </w:r>
          </w:p>
        </w:tc>
        <w:tc>
          <w:tcPr>
            <w:tcW w:w="826" w:type="dxa"/>
          </w:tcPr>
          <w:p w14:paraId="51E92583" w14:textId="77777777" w:rsidR="00CB5A86" w:rsidRPr="00E4005D" w:rsidRDefault="00CB5A86" w:rsidP="00E53A35">
            <w:pPr>
              <w:pStyle w:val="Tabletext"/>
              <w:rPr>
                <w:lang w:val="en-GB"/>
              </w:rPr>
            </w:pPr>
            <w:r w:rsidRPr="00E4005D">
              <w:rPr>
                <w:lang w:val="en-GB"/>
              </w:rPr>
              <w:t>Heavy</w:t>
            </w:r>
          </w:p>
        </w:tc>
        <w:tc>
          <w:tcPr>
            <w:tcW w:w="1009" w:type="dxa"/>
          </w:tcPr>
          <w:p w14:paraId="7850E4A2" w14:textId="77777777" w:rsidR="00CB5A86" w:rsidRPr="00E4005D" w:rsidRDefault="00CB5A86" w:rsidP="00E53A35">
            <w:pPr>
              <w:pStyle w:val="Tabletext"/>
              <w:rPr>
                <w:lang w:val="en-GB"/>
              </w:rPr>
            </w:pPr>
          </w:p>
        </w:tc>
      </w:tr>
      <w:tr w:rsidR="00CB5A86" w:rsidRPr="00E4005D" w14:paraId="6657C8AE" w14:textId="77777777" w:rsidTr="00DE3706">
        <w:tc>
          <w:tcPr>
            <w:tcW w:w="1537" w:type="dxa"/>
            <w:shd w:val="clear" w:color="auto" w:fill="auto"/>
            <w:tcMar>
              <w:top w:w="28" w:type="dxa"/>
              <w:left w:w="28" w:type="dxa"/>
              <w:bottom w:w="28" w:type="dxa"/>
              <w:right w:w="28" w:type="dxa"/>
            </w:tcMar>
          </w:tcPr>
          <w:p w14:paraId="4B6260C3" w14:textId="77777777" w:rsidR="00CB5A86" w:rsidRPr="00E4005D" w:rsidRDefault="00CB5A86" w:rsidP="00E53A35">
            <w:pPr>
              <w:pStyle w:val="Tabletext"/>
              <w:rPr>
                <w:lang w:val="en-GB"/>
              </w:rPr>
            </w:pPr>
            <w:r w:rsidRPr="00E4005D">
              <w:rPr>
                <w:lang w:val="en-GB"/>
              </w:rPr>
              <w:t>RP117Si</w:t>
            </w:r>
          </w:p>
        </w:tc>
        <w:tc>
          <w:tcPr>
            <w:tcW w:w="1009" w:type="dxa"/>
          </w:tcPr>
          <w:p w14:paraId="1826F468" w14:textId="77777777" w:rsidR="00CB5A86" w:rsidRPr="00E4005D" w:rsidRDefault="00CB5A86" w:rsidP="00E53A35">
            <w:pPr>
              <w:pStyle w:val="Tabletext"/>
              <w:rPr>
                <w:lang w:val="en-GB"/>
              </w:rPr>
            </w:pPr>
            <w:r w:rsidRPr="00E4005D">
              <w:rPr>
                <w:lang w:val="en-GB"/>
              </w:rPr>
              <w:t>-</w:t>
            </w:r>
          </w:p>
        </w:tc>
        <w:tc>
          <w:tcPr>
            <w:tcW w:w="1468" w:type="dxa"/>
            <w:shd w:val="clear" w:color="auto" w:fill="auto"/>
            <w:tcMar>
              <w:top w:w="28" w:type="dxa"/>
              <w:left w:w="28" w:type="dxa"/>
              <w:bottom w:w="28" w:type="dxa"/>
              <w:right w:w="28" w:type="dxa"/>
            </w:tcMar>
          </w:tcPr>
          <w:p w14:paraId="297AEBE9" w14:textId="77777777" w:rsidR="00CB5A86" w:rsidRPr="00E4005D" w:rsidRDefault="00CB5A86" w:rsidP="00E53A35">
            <w:pPr>
              <w:pStyle w:val="Tabletext"/>
              <w:rPr>
                <w:lang w:val="en-GB"/>
              </w:rPr>
            </w:pPr>
            <w:r w:rsidRPr="00E4005D">
              <w:rPr>
                <w:lang w:val="en-GB"/>
              </w:rPr>
              <w:t>J36100</w:t>
            </w:r>
          </w:p>
        </w:tc>
        <w:tc>
          <w:tcPr>
            <w:tcW w:w="1652" w:type="dxa"/>
          </w:tcPr>
          <w:p w14:paraId="6BB910F9"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35CD1DAA" w14:textId="77777777" w:rsidR="00CB5A86" w:rsidRPr="00E4005D" w:rsidRDefault="00CB5A86" w:rsidP="00E53A35">
            <w:pPr>
              <w:pStyle w:val="Tabletext"/>
              <w:rPr>
                <w:lang w:val="en-GB"/>
              </w:rPr>
            </w:pPr>
            <w:r w:rsidRPr="00E4005D">
              <w:rPr>
                <w:lang w:val="en-GB"/>
              </w:rPr>
              <w:t>Single/Double</w:t>
            </w:r>
          </w:p>
        </w:tc>
        <w:tc>
          <w:tcPr>
            <w:tcW w:w="826" w:type="dxa"/>
          </w:tcPr>
          <w:p w14:paraId="18F7CA51" w14:textId="77777777" w:rsidR="00CB5A86" w:rsidRPr="00E4005D" w:rsidRDefault="00CB5A86" w:rsidP="00E53A35">
            <w:pPr>
              <w:pStyle w:val="Tabletext"/>
              <w:rPr>
                <w:lang w:val="en-GB"/>
              </w:rPr>
            </w:pPr>
            <w:r w:rsidRPr="00E4005D">
              <w:rPr>
                <w:lang w:val="en-GB"/>
              </w:rPr>
              <w:t>Heavy</w:t>
            </w:r>
          </w:p>
        </w:tc>
        <w:tc>
          <w:tcPr>
            <w:tcW w:w="1009" w:type="dxa"/>
          </w:tcPr>
          <w:p w14:paraId="75194ACE" w14:textId="77777777" w:rsidR="00CB5A86" w:rsidRPr="00E4005D" w:rsidRDefault="00CB5A86" w:rsidP="00E53A35">
            <w:pPr>
              <w:pStyle w:val="Tabletext"/>
              <w:rPr>
                <w:lang w:val="en-GB"/>
              </w:rPr>
            </w:pPr>
          </w:p>
        </w:tc>
      </w:tr>
      <w:tr w:rsidR="00CB5A86" w:rsidRPr="00E4005D" w14:paraId="28A8D804" w14:textId="77777777" w:rsidTr="00DE3706">
        <w:tc>
          <w:tcPr>
            <w:tcW w:w="1537" w:type="dxa"/>
            <w:shd w:val="clear" w:color="auto" w:fill="auto"/>
            <w:tcMar>
              <w:top w:w="28" w:type="dxa"/>
              <w:left w:w="28" w:type="dxa"/>
              <w:bottom w:w="28" w:type="dxa"/>
              <w:right w:w="28" w:type="dxa"/>
            </w:tcMar>
          </w:tcPr>
          <w:p w14:paraId="50BAA130" w14:textId="77777777" w:rsidR="00CB5A86" w:rsidRPr="00E4005D" w:rsidRDefault="00CB5A86" w:rsidP="00E53A35">
            <w:pPr>
              <w:pStyle w:val="Tabletext"/>
              <w:rPr>
                <w:lang w:val="en-GB"/>
              </w:rPr>
            </w:pPr>
            <w:r w:rsidRPr="00E4005D">
              <w:rPr>
                <w:lang w:val="en-GB"/>
              </w:rPr>
              <w:t>RP137</w:t>
            </w:r>
          </w:p>
        </w:tc>
        <w:tc>
          <w:tcPr>
            <w:tcW w:w="1009" w:type="dxa"/>
          </w:tcPr>
          <w:p w14:paraId="22C69072"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36A02F5F" w14:textId="77777777" w:rsidR="00CB5A86" w:rsidRPr="00E4005D" w:rsidRDefault="00CB5A86" w:rsidP="00E53A35">
            <w:pPr>
              <w:pStyle w:val="Tabletext"/>
              <w:rPr>
                <w:lang w:val="en-GB"/>
              </w:rPr>
            </w:pPr>
            <w:r w:rsidRPr="00E4005D">
              <w:rPr>
                <w:lang w:val="en-GB"/>
              </w:rPr>
              <w:t>J32130</w:t>
            </w:r>
          </w:p>
        </w:tc>
        <w:tc>
          <w:tcPr>
            <w:tcW w:w="1652" w:type="dxa"/>
          </w:tcPr>
          <w:p w14:paraId="3A460DB4"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2C888317" w14:textId="77777777" w:rsidR="00CB5A86" w:rsidRPr="00E4005D" w:rsidRDefault="00CB5A86" w:rsidP="00E53A35">
            <w:pPr>
              <w:pStyle w:val="Tabletext"/>
              <w:rPr>
                <w:lang w:val="en-GB"/>
              </w:rPr>
            </w:pPr>
            <w:r w:rsidRPr="00E4005D">
              <w:rPr>
                <w:lang w:val="en-GB"/>
              </w:rPr>
              <w:t>Single/Double</w:t>
            </w:r>
          </w:p>
        </w:tc>
        <w:tc>
          <w:tcPr>
            <w:tcW w:w="826" w:type="dxa"/>
          </w:tcPr>
          <w:p w14:paraId="0C19D4E3" w14:textId="77777777" w:rsidR="00CB5A86" w:rsidRPr="00E4005D" w:rsidRDefault="00CB5A86" w:rsidP="00E53A35">
            <w:pPr>
              <w:pStyle w:val="Tabletext"/>
              <w:rPr>
                <w:lang w:val="en-GB"/>
              </w:rPr>
            </w:pPr>
            <w:r w:rsidRPr="00E4005D">
              <w:rPr>
                <w:lang w:val="en-GB"/>
              </w:rPr>
              <w:t>Heavy</w:t>
            </w:r>
          </w:p>
        </w:tc>
        <w:tc>
          <w:tcPr>
            <w:tcW w:w="1009" w:type="dxa"/>
          </w:tcPr>
          <w:p w14:paraId="5608BF89" w14:textId="77777777" w:rsidR="00CB5A86" w:rsidRPr="00E4005D" w:rsidRDefault="00CB5A86" w:rsidP="00E53A35">
            <w:pPr>
              <w:pStyle w:val="Tabletext"/>
              <w:rPr>
                <w:lang w:val="en-GB"/>
              </w:rPr>
            </w:pPr>
          </w:p>
        </w:tc>
      </w:tr>
      <w:tr w:rsidR="00CB5A86" w:rsidRPr="00E4005D" w14:paraId="3893D1EF" w14:textId="77777777" w:rsidTr="00DE3706">
        <w:tc>
          <w:tcPr>
            <w:tcW w:w="1537" w:type="dxa"/>
            <w:shd w:val="clear" w:color="auto" w:fill="auto"/>
            <w:tcMar>
              <w:top w:w="28" w:type="dxa"/>
              <w:left w:w="28" w:type="dxa"/>
              <w:bottom w:w="28" w:type="dxa"/>
              <w:right w:w="28" w:type="dxa"/>
            </w:tcMar>
          </w:tcPr>
          <w:p w14:paraId="7073E4D8" w14:textId="77777777" w:rsidR="00CB5A86" w:rsidRPr="00E4005D" w:rsidRDefault="00CB5A86" w:rsidP="00E53A35">
            <w:pPr>
              <w:pStyle w:val="Tabletext"/>
              <w:rPr>
                <w:lang w:val="en-GB"/>
              </w:rPr>
            </w:pPr>
            <w:r w:rsidRPr="00E4005D">
              <w:rPr>
                <w:lang w:val="en-GB"/>
              </w:rPr>
              <w:t>RP138</w:t>
            </w:r>
          </w:p>
        </w:tc>
        <w:tc>
          <w:tcPr>
            <w:tcW w:w="1009" w:type="dxa"/>
          </w:tcPr>
          <w:p w14:paraId="291F390B" w14:textId="77777777" w:rsidR="00CB5A86" w:rsidRPr="00E4005D" w:rsidRDefault="00CB5A86" w:rsidP="00E53A35">
            <w:pPr>
              <w:pStyle w:val="Tabletext"/>
              <w:rPr>
                <w:lang w:val="en-GB"/>
              </w:rPr>
            </w:pPr>
            <w:r w:rsidRPr="00E4005D">
              <w:rPr>
                <w:lang w:val="en-GB"/>
              </w:rPr>
              <w:t>Yes</w:t>
            </w:r>
          </w:p>
        </w:tc>
        <w:tc>
          <w:tcPr>
            <w:tcW w:w="1468" w:type="dxa"/>
            <w:shd w:val="clear" w:color="auto" w:fill="auto"/>
            <w:tcMar>
              <w:top w:w="28" w:type="dxa"/>
              <w:left w:w="28" w:type="dxa"/>
              <w:bottom w:w="28" w:type="dxa"/>
              <w:right w:w="28" w:type="dxa"/>
            </w:tcMar>
          </w:tcPr>
          <w:p w14:paraId="2DDC172A" w14:textId="77777777" w:rsidR="00CB5A86" w:rsidRPr="00E4005D" w:rsidRDefault="00CB5A86" w:rsidP="00E53A35">
            <w:pPr>
              <w:pStyle w:val="Tabletext"/>
              <w:rPr>
                <w:lang w:val="en-GB"/>
              </w:rPr>
            </w:pPr>
            <w:r w:rsidRPr="00E4005D">
              <w:rPr>
                <w:lang w:val="en-GB"/>
              </w:rPr>
              <w:t>J38130</w:t>
            </w:r>
          </w:p>
        </w:tc>
        <w:tc>
          <w:tcPr>
            <w:tcW w:w="1652" w:type="dxa"/>
          </w:tcPr>
          <w:p w14:paraId="6F717AA0" w14:textId="77777777" w:rsidR="00CB5A86" w:rsidRPr="00E4005D" w:rsidRDefault="00CB5A86" w:rsidP="00E53A35">
            <w:pPr>
              <w:pStyle w:val="Tabletext"/>
              <w:rPr>
                <w:lang w:val="en-GB"/>
              </w:rPr>
            </w:pPr>
            <w:r w:rsidRPr="00E4005D">
              <w:rPr>
                <w:lang w:val="en-GB"/>
              </w:rPr>
              <w:t>Up to -/240/30</w:t>
            </w:r>
          </w:p>
        </w:tc>
        <w:tc>
          <w:tcPr>
            <w:tcW w:w="1560" w:type="dxa"/>
            <w:shd w:val="clear" w:color="auto" w:fill="auto"/>
            <w:tcMar>
              <w:top w:w="28" w:type="dxa"/>
              <w:left w:w="28" w:type="dxa"/>
              <w:bottom w:w="28" w:type="dxa"/>
              <w:right w:w="28" w:type="dxa"/>
            </w:tcMar>
          </w:tcPr>
          <w:p w14:paraId="6F7A3A31" w14:textId="77777777" w:rsidR="00CB5A86" w:rsidRPr="00E4005D" w:rsidRDefault="00CB5A86" w:rsidP="00E53A35">
            <w:pPr>
              <w:pStyle w:val="Tabletext"/>
              <w:rPr>
                <w:lang w:val="en-GB"/>
              </w:rPr>
            </w:pPr>
            <w:r w:rsidRPr="00E4005D">
              <w:rPr>
                <w:lang w:val="en-GB"/>
              </w:rPr>
              <w:t>Single/Double</w:t>
            </w:r>
          </w:p>
        </w:tc>
        <w:tc>
          <w:tcPr>
            <w:tcW w:w="826" w:type="dxa"/>
          </w:tcPr>
          <w:p w14:paraId="3F17638F" w14:textId="77777777" w:rsidR="00CB5A86" w:rsidRPr="00E4005D" w:rsidRDefault="00CB5A86" w:rsidP="00E53A35">
            <w:pPr>
              <w:pStyle w:val="Tabletext"/>
              <w:rPr>
                <w:lang w:val="en-GB"/>
              </w:rPr>
            </w:pPr>
            <w:r w:rsidRPr="00E4005D">
              <w:rPr>
                <w:lang w:val="en-GB"/>
              </w:rPr>
              <w:t>Heavy</w:t>
            </w:r>
          </w:p>
        </w:tc>
        <w:tc>
          <w:tcPr>
            <w:tcW w:w="1009" w:type="dxa"/>
          </w:tcPr>
          <w:p w14:paraId="7F53453B" w14:textId="77777777" w:rsidR="00CB5A86" w:rsidRPr="00E4005D" w:rsidRDefault="00CB5A86" w:rsidP="00E53A35">
            <w:pPr>
              <w:pStyle w:val="Tabletext"/>
              <w:rPr>
                <w:lang w:val="en-GB"/>
              </w:rPr>
            </w:pPr>
          </w:p>
        </w:tc>
      </w:tr>
    </w:tbl>
    <w:p w14:paraId="19E98E13" w14:textId="77777777" w:rsidR="001562AE" w:rsidRPr="00E4005D" w:rsidRDefault="0024003B">
      <w:pPr>
        <w:pStyle w:val="Heading3"/>
      </w:pPr>
      <w:r w:rsidRPr="00E4005D">
        <w:t>Bushfire prone areas</w:t>
      </w:r>
      <w:bookmarkEnd w:id="152"/>
    </w:p>
    <w:p w14:paraId="2FFC36FC" w14:textId="6ECF1399" w:rsidR="001562AE" w:rsidRPr="00E4005D" w:rsidRDefault="0024003B">
      <w:pPr>
        <w:pStyle w:val="Instructions"/>
      </w:pPr>
      <w:bookmarkStart w:id="155" w:name="f-118973-1"/>
      <w:bookmarkStart w:id="156" w:name="f-118973"/>
      <w:bookmarkEnd w:id="153"/>
      <w:bookmarkEnd w:id="154"/>
      <w:r w:rsidRPr="00E4005D">
        <w:t>Consult Bushfire – Sealing systems in the RAVEN Catalogue # 115 for selection guidance.</w:t>
      </w:r>
      <w:r w:rsidR="008855D4" w:rsidRPr="00E4005D">
        <w:t xml:space="preserve"> Raven seals are multi-purpose and can be used for new and retrofit work.</w:t>
      </w:r>
      <w:r w:rsidR="002359B9" w:rsidRPr="00E4005D">
        <w:t xml:space="preserve"> Refer to the RAVEN website for updated systems.</w:t>
      </w:r>
      <w:r w:rsidR="00035993" w:rsidRPr="00E4005D">
        <w:t xml:space="preserve"> </w:t>
      </w:r>
    </w:p>
    <w:p w14:paraId="292FE7F8" w14:textId="55B3BF83" w:rsidR="000E3B71" w:rsidRPr="00E4005D" w:rsidRDefault="000E3B71">
      <w:pPr>
        <w:pStyle w:val="Instructions"/>
      </w:pPr>
      <w:r w:rsidRPr="00E4005D">
        <w:t>The schedule</w:t>
      </w:r>
      <w:r w:rsidR="001708F8" w:rsidRPr="00E4005D">
        <w:t>s</w:t>
      </w:r>
      <w:r w:rsidRPr="00E4005D">
        <w:t xml:space="preserve"> below </w:t>
      </w:r>
      <w:r w:rsidR="00035993" w:rsidRPr="00E4005D">
        <w:t xml:space="preserve">have been included to </w:t>
      </w:r>
      <w:r w:rsidRPr="00E4005D">
        <w:t xml:space="preserve">assist </w:t>
      </w:r>
      <w:r w:rsidR="001708F8" w:rsidRPr="00E4005D">
        <w:t>the specifier select products that</w:t>
      </w:r>
      <w:r w:rsidRPr="00E4005D">
        <w:t xml:space="preserve"> meet the requirements of AS 3959.</w:t>
      </w:r>
      <w:r w:rsidR="008855D4" w:rsidRPr="00E4005D">
        <w:t xml:space="preserve"> </w:t>
      </w:r>
      <w:r w:rsidR="00035993" w:rsidRPr="00E4005D">
        <w:t xml:space="preserve">Determine if the information is suitable for </w:t>
      </w:r>
      <w:r w:rsidR="008855D4" w:rsidRPr="00E4005D">
        <w:t>your</w:t>
      </w:r>
      <w:r w:rsidR="00035993" w:rsidRPr="00E4005D">
        <w:t xml:space="preserve"> project. </w:t>
      </w:r>
    </w:p>
    <w:p w14:paraId="0BF0407B" w14:textId="4DA36B34" w:rsidR="001708F8" w:rsidRPr="00E4005D" w:rsidRDefault="001708F8">
      <w:pPr>
        <w:pStyle w:val="Instructions"/>
      </w:pPr>
      <w:r w:rsidRPr="00E4005D">
        <w:t xml:space="preserve">Weather and energy sealing in bushfire prone areas: Door sets to AS 3959. </w:t>
      </w:r>
    </w:p>
    <w:p w14:paraId="2DE2D742" w14:textId="00D576EC" w:rsidR="001126AE" w:rsidRPr="00E4005D" w:rsidRDefault="001708F8" w:rsidP="001126AE">
      <w:pPr>
        <w:pStyle w:val="Heading4"/>
      </w:pPr>
      <w:r w:rsidRPr="00E4005D">
        <w:t>D</w:t>
      </w:r>
      <w:r w:rsidR="002359B9" w:rsidRPr="00E4005D">
        <w:t>oor s</w:t>
      </w:r>
      <w:r w:rsidR="001126AE" w:rsidRPr="00E4005D">
        <w:t>ealing system</w:t>
      </w:r>
      <w:r w:rsidR="002359B9" w:rsidRPr="00E4005D">
        <w:t xml:space="preserve"> </w:t>
      </w:r>
      <w:r w:rsidR="001126AE" w:rsidRPr="00E4005D">
        <w:t>schedule</w:t>
      </w:r>
    </w:p>
    <w:tbl>
      <w:tblPr>
        <w:tblStyle w:val="TableGrid"/>
        <w:tblW w:w="5000" w:type="pct"/>
        <w:tblCellMar>
          <w:top w:w="28" w:type="dxa"/>
          <w:left w:w="28" w:type="dxa"/>
          <w:bottom w:w="28" w:type="dxa"/>
          <w:right w:w="28" w:type="dxa"/>
        </w:tblCellMar>
        <w:tblLook w:val="04A0" w:firstRow="1" w:lastRow="0" w:firstColumn="1" w:lastColumn="0" w:noHBand="0" w:noVBand="1"/>
      </w:tblPr>
      <w:tblGrid>
        <w:gridCol w:w="3350"/>
        <w:gridCol w:w="3626"/>
        <w:gridCol w:w="1004"/>
        <w:gridCol w:w="1147"/>
      </w:tblGrid>
      <w:tr w:rsidR="000E3B71" w:rsidRPr="00E4005D" w14:paraId="34F8AD0E" w14:textId="77777777" w:rsidTr="00035993">
        <w:trPr>
          <w:tblHeader/>
        </w:trPr>
        <w:tc>
          <w:tcPr>
            <w:tcW w:w="3325" w:type="dxa"/>
            <w:hideMark/>
          </w:tcPr>
          <w:p w14:paraId="7268C15C" w14:textId="77777777" w:rsidR="000E3B71" w:rsidRPr="00E4005D" w:rsidRDefault="000E3B71" w:rsidP="000E3B71">
            <w:pPr>
              <w:pStyle w:val="Tabletitle"/>
            </w:pPr>
            <w:r w:rsidRPr="00E4005D">
              <w:t>RAVEN sealing system</w:t>
            </w:r>
          </w:p>
        </w:tc>
        <w:tc>
          <w:tcPr>
            <w:tcW w:w="3600" w:type="dxa"/>
            <w:hideMark/>
          </w:tcPr>
          <w:p w14:paraId="37CEE414" w14:textId="77777777" w:rsidR="000E3B71" w:rsidRPr="00E4005D" w:rsidRDefault="000E3B71" w:rsidP="000E3B71">
            <w:pPr>
              <w:pStyle w:val="Tabletitle"/>
            </w:pPr>
            <w:r w:rsidRPr="00E4005D">
              <w:t>Door configuration</w:t>
            </w:r>
          </w:p>
          <w:p w14:paraId="17109E46" w14:textId="09DA1162" w:rsidR="000E3B71" w:rsidRPr="00E4005D" w:rsidRDefault="00035993" w:rsidP="00DE3706">
            <w:proofErr w:type="spellStart"/>
            <w:r w:rsidRPr="00E4005D">
              <w:t>D</w:t>
            </w:r>
            <w:r w:rsidR="000E3B71" w:rsidRPr="00E4005D">
              <w:t>oorsets</w:t>
            </w:r>
            <w:proofErr w:type="spellEnd"/>
            <w:r w:rsidR="000E3B71" w:rsidRPr="00E4005D">
              <w:t xml:space="preserve"> </w:t>
            </w:r>
            <w:r w:rsidRPr="00E4005D">
              <w:t>to</w:t>
            </w:r>
            <w:r w:rsidR="000E3B71" w:rsidRPr="00E4005D">
              <w:t xml:space="preserve"> AS 3959 BAL requirements</w:t>
            </w:r>
          </w:p>
        </w:tc>
        <w:tc>
          <w:tcPr>
            <w:tcW w:w="997" w:type="dxa"/>
            <w:hideMark/>
          </w:tcPr>
          <w:p w14:paraId="73949016" w14:textId="4BF51647" w:rsidR="000E3B71" w:rsidRPr="00E4005D" w:rsidRDefault="000E3B71" w:rsidP="000E3B71">
            <w:pPr>
              <w:pStyle w:val="Tabletitle"/>
            </w:pPr>
            <w:r w:rsidRPr="00E4005D">
              <w:t xml:space="preserve">BAL </w:t>
            </w:r>
          </w:p>
        </w:tc>
        <w:tc>
          <w:tcPr>
            <w:tcW w:w="1139" w:type="dxa"/>
          </w:tcPr>
          <w:p w14:paraId="25687FB9" w14:textId="77777777" w:rsidR="000E3B71" w:rsidRPr="00E4005D" w:rsidRDefault="000E3B71" w:rsidP="000E3B71">
            <w:pPr>
              <w:pStyle w:val="Tabletitle"/>
            </w:pPr>
            <w:r w:rsidRPr="00E4005D">
              <w:t>Door No.</w:t>
            </w:r>
          </w:p>
        </w:tc>
      </w:tr>
      <w:tr w:rsidR="000E3B71" w:rsidRPr="00E4005D" w14:paraId="6585F157" w14:textId="77777777" w:rsidTr="00035993">
        <w:tc>
          <w:tcPr>
            <w:tcW w:w="3325" w:type="dxa"/>
            <w:hideMark/>
          </w:tcPr>
          <w:p w14:paraId="4313CB8D" w14:textId="77777777" w:rsidR="000E3B71" w:rsidRPr="00E4005D" w:rsidRDefault="000E3B71" w:rsidP="000E3B71">
            <w:pPr>
              <w:pStyle w:val="Tabletext"/>
            </w:pPr>
            <w:r w:rsidRPr="00E4005D">
              <w:t>RP78Si + RP4FZ</w:t>
            </w:r>
          </w:p>
        </w:tc>
        <w:tc>
          <w:tcPr>
            <w:tcW w:w="3600" w:type="dxa"/>
            <w:hideMark/>
          </w:tcPr>
          <w:p w14:paraId="6974B56A" w14:textId="7FCF5F5D" w:rsidR="000E3B71" w:rsidRPr="00E4005D" w:rsidRDefault="000E3B71" w:rsidP="000E3B71">
            <w:pPr>
              <w:pStyle w:val="Tabletext"/>
            </w:pPr>
            <w:r w:rsidRPr="00E4005D">
              <w:t xml:space="preserve">Butt </w:t>
            </w:r>
            <w:r w:rsidR="00035993" w:rsidRPr="00E4005D">
              <w:t>h</w:t>
            </w:r>
            <w:r w:rsidRPr="00E4005D">
              <w:t>inge</w:t>
            </w:r>
            <w:r w:rsidR="00035993" w:rsidRPr="00E4005D">
              <w:t>d</w:t>
            </w:r>
            <w:r w:rsidRPr="00E4005D">
              <w:t xml:space="preserve"> </w:t>
            </w:r>
            <w:r w:rsidR="00035993" w:rsidRPr="00E4005D">
              <w:t>s</w:t>
            </w:r>
            <w:r w:rsidRPr="00E4005D">
              <w:t>ingle</w:t>
            </w:r>
          </w:p>
        </w:tc>
        <w:tc>
          <w:tcPr>
            <w:tcW w:w="997" w:type="dxa"/>
            <w:hideMark/>
          </w:tcPr>
          <w:p w14:paraId="3D609181" w14:textId="476FB16F" w:rsidR="000E3B71" w:rsidRPr="00E4005D" w:rsidRDefault="00035993" w:rsidP="000E3B71">
            <w:pPr>
              <w:pStyle w:val="Tabletext"/>
            </w:pPr>
            <w:r w:rsidRPr="00E4005D">
              <w:t xml:space="preserve">BAL - </w:t>
            </w:r>
            <w:r w:rsidR="000E3B71" w:rsidRPr="00E4005D">
              <w:t>FZ</w:t>
            </w:r>
          </w:p>
        </w:tc>
        <w:tc>
          <w:tcPr>
            <w:tcW w:w="1139" w:type="dxa"/>
          </w:tcPr>
          <w:p w14:paraId="3CBACE37" w14:textId="77777777" w:rsidR="000E3B71" w:rsidRPr="00E4005D" w:rsidRDefault="000E3B71" w:rsidP="000E3B71">
            <w:pPr>
              <w:pStyle w:val="Tabletext"/>
            </w:pPr>
          </w:p>
        </w:tc>
      </w:tr>
      <w:tr w:rsidR="000E3B71" w:rsidRPr="00E4005D" w14:paraId="7681A105" w14:textId="77777777" w:rsidTr="00035993">
        <w:tc>
          <w:tcPr>
            <w:tcW w:w="3325" w:type="dxa"/>
            <w:hideMark/>
          </w:tcPr>
          <w:p w14:paraId="5E887CE2" w14:textId="77777777" w:rsidR="000E3B71" w:rsidRPr="00E4005D" w:rsidRDefault="000E3B71" w:rsidP="000E3B71">
            <w:pPr>
              <w:pStyle w:val="Tabletext"/>
            </w:pPr>
            <w:r w:rsidRPr="00E4005D">
              <w:t>RP78Si + RP51Si + RP16Si + RP82</w:t>
            </w:r>
          </w:p>
        </w:tc>
        <w:tc>
          <w:tcPr>
            <w:tcW w:w="3600" w:type="dxa"/>
            <w:hideMark/>
          </w:tcPr>
          <w:p w14:paraId="352BC19E" w14:textId="7F8D576D" w:rsidR="000E3B71" w:rsidRPr="00E4005D" w:rsidRDefault="000E3B71" w:rsidP="000E3B71">
            <w:pPr>
              <w:pStyle w:val="Tabletext"/>
            </w:pPr>
            <w:r w:rsidRPr="00E4005D">
              <w:t xml:space="preserve">Butt </w:t>
            </w:r>
            <w:r w:rsidR="00035993" w:rsidRPr="00E4005D">
              <w:t>h</w:t>
            </w:r>
            <w:r w:rsidRPr="00E4005D">
              <w:t xml:space="preserve">inged </w:t>
            </w:r>
            <w:r w:rsidR="00035993" w:rsidRPr="00E4005D">
              <w:t>s</w:t>
            </w:r>
            <w:r w:rsidRPr="00E4005D">
              <w:t xml:space="preserve">ingle </w:t>
            </w:r>
            <w:r w:rsidR="00DE3706" w:rsidRPr="00E4005D">
              <w:t>and</w:t>
            </w:r>
            <w:r w:rsidRPr="00E4005D">
              <w:t xml:space="preserve"> </w:t>
            </w:r>
            <w:r w:rsidR="00035993" w:rsidRPr="00E4005D">
              <w:t>d</w:t>
            </w:r>
            <w:r w:rsidRPr="00E4005D">
              <w:t>ouble</w:t>
            </w:r>
          </w:p>
        </w:tc>
        <w:tc>
          <w:tcPr>
            <w:tcW w:w="997" w:type="dxa"/>
            <w:hideMark/>
          </w:tcPr>
          <w:p w14:paraId="6AAFAA3B" w14:textId="3AAAF094" w:rsidR="000E3B71" w:rsidRPr="00E4005D" w:rsidRDefault="00035993" w:rsidP="000E3B71">
            <w:pPr>
              <w:pStyle w:val="Tabletext"/>
            </w:pPr>
            <w:r w:rsidRPr="00E4005D">
              <w:t xml:space="preserve">BAL - </w:t>
            </w:r>
            <w:r w:rsidR="000E3B71" w:rsidRPr="00E4005D">
              <w:t>40</w:t>
            </w:r>
          </w:p>
        </w:tc>
        <w:tc>
          <w:tcPr>
            <w:tcW w:w="1139" w:type="dxa"/>
          </w:tcPr>
          <w:p w14:paraId="70227F7C" w14:textId="77777777" w:rsidR="000E3B71" w:rsidRPr="00E4005D" w:rsidRDefault="000E3B71" w:rsidP="000E3B71">
            <w:pPr>
              <w:pStyle w:val="Tabletext"/>
            </w:pPr>
          </w:p>
        </w:tc>
      </w:tr>
      <w:tr w:rsidR="000E3B71" w:rsidRPr="00E4005D" w14:paraId="305AAAD5" w14:textId="77777777" w:rsidTr="00035993">
        <w:tc>
          <w:tcPr>
            <w:tcW w:w="3325" w:type="dxa"/>
            <w:hideMark/>
          </w:tcPr>
          <w:p w14:paraId="660B2916" w14:textId="77777777" w:rsidR="000E3B71" w:rsidRPr="00E4005D" w:rsidRDefault="000E3B71" w:rsidP="000E3B71">
            <w:pPr>
              <w:pStyle w:val="Tabletext"/>
            </w:pPr>
            <w:r w:rsidRPr="00E4005D">
              <w:t>RP600 series - Weather Stripping</w:t>
            </w:r>
          </w:p>
        </w:tc>
        <w:tc>
          <w:tcPr>
            <w:tcW w:w="3600" w:type="dxa"/>
            <w:hideMark/>
          </w:tcPr>
          <w:p w14:paraId="55341CF6" w14:textId="795182BB" w:rsidR="000E3B71" w:rsidRPr="00E4005D" w:rsidRDefault="000E3B71" w:rsidP="000E3B71">
            <w:pPr>
              <w:pStyle w:val="Tabletext"/>
            </w:pPr>
            <w:r w:rsidRPr="00E4005D">
              <w:t xml:space="preserve">Folding </w:t>
            </w:r>
            <w:r w:rsidR="00035993" w:rsidRPr="00E4005D">
              <w:t>d</w:t>
            </w:r>
            <w:r w:rsidRPr="00E4005D">
              <w:t xml:space="preserve">oors and </w:t>
            </w:r>
            <w:r w:rsidR="00035993" w:rsidRPr="00E4005D">
              <w:t>w</w:t>
            </w:r>
            <w:r w:rsidRPr="00E4005D">
              <w:t xml:space="preserve">indows </w:t>
            </w:r>
            <w:r w:rsidR="00035993" w:rsidRPr="00E4005D">
              <w:t>to</w:t>
            </w:r>
            <w:r w:rsidRPr="00E4005D">
              <w:t xml:space="preserve"> AS 3959</w:t>
            </w:r>
          </w:p>
        </w:tc>
        <w:tc>
          <w:tcPr>
            <w:tcW w:w="997" w:type="dxa"/>
            <w:hideMark/>
          </w:tcPr>
          <w:p w14:paraId="4B47FFC1" w14:textId="015B44D8" w:rsidR="000E3B71" w:rsidRPr="00E4005D" w:rsidRDefault="00035993" w:rsidP="000E3B71">
            <w:pPr>
              <w:pStyle w:val="Tabletext"/>
            </w:pPr>
            <w:r w:rsidRPr="00E4005D">
              <w:t xml:space="preserve">BAL - </w:t>
            </w:r>
            <w:r w:rsidR="000E3B71" w:rsidRPr="00E4005D">
              <w:t>40</w:t>
            </w:r>
          </w:p>
        </w:tc>
        <w:tc>
          <w:tcPr>
            <w:tcW w:w="1139" w:type="dxa"/>
          </w:tcPr>
          <w:p w14:paraId="242B68A8" w14:textId="77777777" w:rsidR="000E3B71" w:rsidRPr="00E4005D" w:rsidRDefault="000E3B71" w:rsidP="000E3B71">
            <w:pPr>
              <w:pStyle w:val="Tabletext"/>
            </w:pPr>
          </w:p>
        </w:tc>
      </w:tr>
      <w:tr w:rsidR="000E3B71" w:rsidRPr="00E4005D" w14:paraId="03C7879C" w14:textId="77777777" w:rsidTr="00035993">
        <w:tc>
          <w:tcPr>
            <w:tcW w:w="3325" w:type="dxa"/>
            <w:hideMark/>
          </w:tcPr>
          <w:p w14:paraId="215870E4" w14:textId="77777777" w:rsidR="000E3B71" w:rsidRPr="00E4005D" w:rsidRDefault="000E3B71" w:rsidP="000E3B71">
            <w:pPr>
              <w:pStyle w:val="Tabletext"/>
            </w:pPr>
            <w:r w:rsidRPr="00E4005D">
              <w:t>RP41 + RP75 + RP114 + RP91</w:t>
            </w:r>
          </w:p>
        </w:tc>
        <w:tc>
          <w:tcPr>
            <w:tcW w:w="3600" w:type="dxa"/>
            <w:hideMark/>
          </w:tcPr>
          <w:p w14:paraId="58EFA78E" w14:textId="700D1FBF" w:rsidR="000E3B71" w:rsidRPr="00E4005D" w:rsidRDefault="000E3B71" w:rsidP="000E3B71">
            <w:pPr>
              <w:pStyle w:val="Tabletext"/>
            </w:pPr>
            <w:r w:rsidRPr="00E4005D">
              <w:t xml:space="preserve">Panel </w:t>
            </w:r>
            <w:r w:rsidR="00035993" w:rsidRPr="00E4005D">
              <w:t>l</w:t>
            </w:r>
            <w:r w:rsidRPr="00E4005D">
              <w:t xml:space="preserve">ift </w:t>
            </w:r>
            <w:r w:rsidR="00035993" w:rsidRPr="00E4005D">
              <w:t>g</w:t>
            </w:r>
            <w:r w:rsidRPr="00E4005D">
              <w:t xml:space="preserve">arage </w:t>
            </w:r>
            <w:r w:rsidR="00035993" w:rsidRPr="00E4005D">
              <w:t>d</w:t>
            </w:r>
            <w:r w:rsidRPr="00E4005D">
              <w:t>oor</w:t>
            </w:r>
          </w:p>
        </w:tc>
        <w:tc>
          <w:tcPr>
            <w:tcW w:w="997" w:type="dxa"/>
            <w:hideMark/>
          </w:tcPr>
          <w:p w14:paraId="7CFBCC6C" w14:textId="1AB5BA3D" w:rsidR="000E3B71" w:rsidRPr="00E4005D" w:rsidRDefault="00035993" w:rsidP="000E3B71">
            <w:pPr>
              <w:pStyle w:val="Tabletext"/>
            </w:pPr>
            <w:r w:rsidRPr="00E4005D">
              <w:t xml:space="preserve">BAL - </w:t>
            </w:r>
            <w:r w:rsidR="000E3B71" w:rsidRPr="00E4005D">
              <w:t>FZ</w:t>
            </w:r>
          </w:p>
        </w:tc>
        <w:tc>
          <w:tcPr>
            <w:tcW w:w="1139" w:type="dxa"/>
          </w:tcPr>
          <w:p w14:paraId="62DE4345" w14:textId="77777777" w:rsidR="000E3B71" w:rsidRPr="00E4005D" w:rsidRDefault="000E3B71" w:rsidP="000E3B71">
            <w:pPr>
              <w:pStyle w:val="Tabletext"/>
            </w:pPr>
          </w:p>
        </w:tc>
      </w:tr>
      <w:tr w:rsidR="000E3B71" w:rsidRPr="00E4005D" w14:paraId="0AFA1B2A" w14:textId="77777777" w:rsidTr="00035993">
        <w:tc>
          <w:tcPr>
            <w:tcW w:w="3325" w:type="dxa"/>
            <w:hideMark/>
          </w:tcPr>
          <w:p w14:paraId="18AA2179" w14:textId="77777777" w:rsidR="000E3B71" w:rsidRPr="00E4005D" w:rsidRDefault="000E3B71" w:rsidP="000E3B71">
            <w:pPr>
              <w:pStyle w:val="Tabletext"/>
            </w:pPr>
            <w:r w:rsidRPr="00E4005D">
              <w:t>RP75 + RP75</w:t>
            </w:r>
          </w:p>
        </w:tc>
        <w:tc>
          <w:tcPr>
            <w:tcW w:w="3600" w:type="dxa"/>
            <w:hideMark/>
          </w:tcPr>
          <w:p w14:paraId="51D2E277" w14:textId="01B941CA" w:rsidR="000E3B71" w:rsidRPr="00E4005D" w:rsidRDefault="000E3B71" w:rsidP="000E3B71">
            <w:pPr>
              <w:pStyle w:val="Tabletext"/>
            </w:pPr>
            <w:r w:rsidRPr="00E4005D">
              <w:t xml:space="preserve">Sliding </w:t>
            </w:r>
            <w:r w:rsidR="00035993" w:rsidRPr="00E4005D">
              <w:t>g</w:t>
            </w:r>
            <w:r w:rsidRPr="00E4005D">
              <w:t xml:space="preserve">arage </w:t>
            </w:r>
            <w:r w:rsidR="00035993" w:rsidRPr="00E4005D">
              <w:t>d</w:t>
            </w:r>
            <w:r w:rsidRPr="00E4005D">
              <w:t>oors</w:t>
            </w:r>
          </w:p>
        </w:tc>
        <w:tc>
          <w:tcPr>
            <w:tcW w:w="997" w:type="dxa"/>
            <w:hideMark/>
          </w:tcPr>
          <w:p w14:paraId="2246E253" w14:textId="3A7A2834" w:rsidR="000E3B71" w:rsidRPr="00E4005D" w:rsidRDefault="000E3B71" w:rsidP="000E3B71">
            <w:pPr>
              <w:pStyle w:val="Tabletext"/>
            </w:pPr>
            <w:r w:rsidRPr="00E4005D">
              <w:t>BAL</w:t>
            </w:r>
            <w:r w:rsidR="00035993" w:rsidRPr="00E4005D">
              <w:t xml:space="preserve"> - </w:t>
            </w:r>
            <w:r w:rsidRPr="00E4005D">
              <w:t>FZ</w:t>
            </w:r>
          </w:p>
        </w:tc>
        <w:tc>
          <w:tcPr>
            <w:tcW w:w="1139" w:type="dxa"/>
          </w:tcPr>
          <w:p w14:paraId="14653DA2" w14:textId="77777777" w:rsidR="000E3B71" w:rsidRPr="00E4005D" w:rsidRDefault="000E3B71" w:rsidP="000E3B71">
            <w:pPr>
              <w:pStyle w:val="Tabletext"/>
            </w:pPr>
          </w:p>
        </w:tc>
      </w:tr>
    </w:tbl>
    <w:p w14:paraId="37F0CD49" w14:textId="77777777" w:rsidR="000E3B71" w:rsidRPr="00E4005D" w:rsidRDefault="000E3B71" w:rsidP="001126AE"/>
    <w:p w14:paraId="555F0B83" w14:textId="4A41CE0B" w:rsidR="001708F8" w:rsidRPr="00E4005D" w:rsidRDefault="001708F8" w:rsidP="001708F8">
      <w:pPr>
        <w:pStyle w:val="Heading4"/>
      </w:pPr>
      <w:r w:rsidRPr="00E4005D">
        <w:lastRenderedPageBreak/>
        <w:t>G</w:t>
      </w:r>
      <w:r w:rsidR="001126AE" w:rsidRPr="00E4005D">
        <w:t>arage door sealing system schedule</w:t>
      </w:r>
    </w:p>
    <w:tbl>
      <w:tblPr>
        <w:tblStyle w:val="TableGrid"/>
        <w:tblW w:w="5000" w:type="pct"/>
        <w:tblLayout w:type="fixed"/>
        <w:tblCellMar>
          <w:top w:w="28" w:type="dxa"/>
          <w:left w:w="28" w:type="dxa"/>
          <w:bottom w:w="28" w:type="dxa"/>
          <w:right w:w="28" w:type="dxa"/>
        </w:tblCellMar>
        <w:tblLook w:val="04A0" w:firstRow="1" w:lastRow="0" w:firstColumn="1" w:lastColumn="0" w:noHBand="0" w:noVBand="1"/>
      </w:tblPr>
      <w:tblGrid>
        <w:gridCol w:w="1976"/>
        <w:gridCol w:w="2534"/>
        <w:gridCol w:w="3440"/>
        <w:gridCol w:w="1177"/>
      </w:tblGrid>
      <w:tr w:rsidR="001126AE" w:rsidRPr="00E4005D" w14:paraId="77D00449" w14:textId="77777777" w:rsidTr="00DE3706">
        <w:trPr>
          <w:tblHeader/>
        </w:trPr>
        <w:tc>
          <w:tcPr>
            <w:tcW w:w="1965" w:type="dxa"/>
          </w:tcPr>
          <w:p w14:paraId="1F676624" w14:textId="385A3A97" w:rsidR="001126AE" w:rsidRPr="00E4005D" w:rsidRDefault="001126AE" w:rsidP="000E3B71">
            <w:pPr>
              <w:pStyle w:val="Tabletitle"/>
            </w:pPr>
            <w:bookmarkStart w:id="157" w:name="f-118943-1"/>
            <w:bookmarkStart w:id="158" w:name="f-118943"/>
            <w:bookmarkEnd w:id="155"/>
            <w:bookmarkEnd w:id="156"/>
            <w:r w:rsidRPr="00E4005D">
              <w:t>Bushfire Attack Level (BAL) to AS 3959</w:t>
            </w:r>
          </w:p>
        </w:tc>
        <w:tc>
          <w:tcPr>
            <w:tcW w:w="2520" w:type="dxa"/>
          </w:tcPr>
          <w:p w14:paraId="5CC63F0E" w14:textId="77777777" w:rsidR="001126AE" w:rsidRPr="00E4005D" w:rsidRDefault="001126AE" w:rsidP="000E3B71">
            <w:pPr>
              <w:pStyle w:val="Tabletitle"/>
            </w:pPr>
            <w:r w:rsidRPr="00E4005D">
              <w:rPr>
                <w:bCs/>
              </w:rPr>
              <w:t>Side hung </w:t>
            </w:r>
            <w:r w:rsidRPr="00E4005D">
              <w:t>(ember attack) - Perimeter and door bottom seals</w:t>
            </w:r>
          </w:p>
        </w:tc>
        <w:tc>
          <w:tcPr>
            <w:tcW w:w="3420" w:type="dxa"/>
          </w:tcPr>
          <w:p w14:paraId="3C6DDCF8" w14:textId="77777777" w:rsidR="001126AE" w:rsidRPr="00E4005D" w:rsidRDefault="001126AE" w:rsidP="000E3B71">
            <w:pPr>
              <w:pStyle w:val="Tabletitle"/>
            </w:pPr>
            <w:r w:rsidRPr="00E4005D">
              <w:rPr>
                <w:bCs/>
              </w:rPr>
              <w:t>Garage doors</w:t>
            </w:r>
            <w:r w:rsidRPr="00E4005D">
              <w:t xml:space="preserve"> (ember attack) - </w:t>
            </w:r>
          </w:p>
          <w:p w14:paraId="5DC2EA9D" w14:textId="77777777" w:rsidR="001126AE" w:rsidRPr="00E4005D" w:rsidRDefault="001126AE" w:rsidP="000E3B71">
            <w:pPr>
              <w:pStyle w:val="Tabletitle"/>
            </w:pPr>
            <w:r w:rsidRPr="00E4005D">
              <w:t>roller and sectional overhead doors</w:t>
            </w:r>
          </w:p>
        </w:tc>
        <w:tc>
          <w:tcPr>
            <w:tcW w:w="1170" w:type="dxa"/>
          </w:tcPr>
          <w:p w14:paraId="19AF5EAE" w14:textId="77777777" w:rsidR="001126AE" w:rsidRPr="00E4005D" w:rsidRDefault="001126AE" w:rsidP="000E3B71">
            <w:pPr>
              <w:pStyle w:val="Tabletitle"/>
              <w:rPr>
                <w:bCs/>
              </w:rPr>
            </w:pPr>
            <w:r w:rsidRPr="00E4005D">
              <w:rPr>
                <w:bCs/>
              </w:rPr>
              <w:t>Door No.</w:t>
            </w:r>
          </w:p>
        </w:tc>
      </w:tr>
      <w:tr w:rsidR="001126AE" w:rsidRPr="00E4005D" w14:paraId="18696F68" w14:textId="77777777" w:rsidTr="00DE3706">
        <w:tc>
          <w:tcPr>
            <w:tcW w:w="1965" w:type="dxa"/>
          </w:tcPr>
          <w:p w14:paraId="024164E0" w14:textId="77777777" w:rsidR="001126AE" w:rsidRPr="00E4005D" w:rsidRDefault="001126AE" w:rsidP="002359B9">
            <w:pPr>
              <w:pStyle w:val="Tabletext"/>
            </w:pPr>
            <w:r w:rsidRPr="00E4005D">
              <w:t>BAL – LOW</w:t>
            </w:r>
          </w:p>
          <w:p w14:paraId="21C79EB3" w14:textId="77777777" w:rsidR="001126AE" w:rsidRPr="00E4005D" w:rsidRDefault="001126AE" w:rsidP="002359B9">
            <w:pPr>
              <w:pStyle w:val="Tabletext"/>
            </w:pPr>
          </w:p>
          <w:p w14:paraId="021FEAC9" w14:textId="77777777" w:rsidR="001126AE" w:rsidRPr="00E4005D" w:rsidRDefault="001126AE" w:rsidP="002359B9">
            <w:pPr>
              <w:pStyle w:val="Tabletext"/>
            </w:pPr>
            <w:r w:rsidRPr="00E4005D">
              <w:t>Note: There is no further requirement from AS 3959.</w:t>
            </w:r>
          </w:p>
        </w:tc>
        <w:tc>
          <w:tcPr>
            <w:tcW w:w="2520" w:type="dxa"/>
          </w:tcPr>
          <w:p w14:paraId="1D7EDC84" w14:textId="3240A4C8" w:rsidR="001126AE" w:rsidRPr="00E4005D" w:rsidRDefault="001126AE" w:rsidP="002359B9">
            <w:pPr>
              <w:pStyle w:val="Tabletext"/>
            </w:pPr>
            <w:r w:rsidRPr="00E4005D">
              <w:t>RAVEN weather and energy draught seals</w:t>
            </w:r>
          </w:p>
        </w:tc>
        <w:tc>
          <w:tcPr>
            <w:tcW w:w="3420" w:type="dxa"/>
          </w:tcPr>
          <w:p w14:paraId="26DE6FFA" w14:textId="77777777" w:rsidR="001126AE" w:rsidRPr="00E4005D" w:rsidRDefault="001126AE" w:rsidP="002359B9">
            <w:pPr>
              <w:pStyle w:val="Tabletext"/>
            </w:pPr>
            <w:r w:rsidRPr="00E4005D">
              <w:t>RAVEN Nylon Brush Strip seal with a flammability rating no greater than 5.</w:t>
            </w:r>
          </w:p>
          <w:p w14:paraId="3E7A80E5" w14:textId="77777777" w:rsidR="001126AE" w:rsidRPr="00E4005D" w:rsidRDefault="001126AE" w:rsidP="002359B9">
            <w:pPr>
              <w:pStyle w:val="Tabletext"/>
            </w:pPr>
            <w:r w:rsidRPr="00E4005D">
              <w:t>Includes: RP2a, RP2b, RP41, RP49, RP50, RP51F, RP57, RP58, RP74, RP74F, RP75 at door head and sides where required.</w:t>
            </w:r>
          </w:p>
          <w:p w14:paraId="7CAF9812" w14:textId="77777777" w:rsidR="001126AE" w:rsidRPr="00E4005D" w:rsidRDefault="001126AE" w:rsidP="002359B9">
            <w:pPr>
              <w:pStyle w:val="Tabletext"/>
            </w:pPr>
            <w:r w:rsidRPr="00E4005D">
              <w:t>Door bottom seal </w:t>
            </w:r>
            <w:r w:rsidRPr="00E4005D">
              <w:rPr>
                <w:rStyle w:val="Hyperlink"/>
                <w:color w:val="auto"/>
              </w:rPr>
              <w:t>RP4T</w:t>
            </w:r>
            <w:r w:rsidRPr="00E4005D">
              <w:t> or </w:t>
            </w:r>
            <w:r w:rsidRPr="00E4005D">
              <w:rPr>
                <w:rStyle w:val="Hyperlink"/>
                <w:color w:val="auto"/>
              </w:rPr>
              <w:t xml:space="preserve">RP51Si </w:t>
            </w:r>
            <w:r w:rsidRPr="00E4005D">
              <w:t>(if bottom seal not supplied with door).</w:t>
            </w:r>
          </w:p>
          <w:p w14:paraId="7769E44B" w14:textId="77777777" w:rsidR="001126AE" w:rsidRPr="00E4005D" w:rsidRDefault="001126AE" w:rsidP="002359B9">
            <w:pPr>
              <w:pStyle w:val="Tabletext"/>
            </w:pPr>
            <w:r w:rsidRPr="00E4005D">
              <w:t>Option: Threshold plate </w:t>
            </w:r>
            <w:r w:rsidRPr="00E4005D">
              <w:rPr>
                <w:rStyle w:val="Hyperlink"/>
                <w:color w:val="auto"/>
              </w:rPr>
              <w:t>RP91</w:t>
            </w:r>
          </w:p>
        </w:tc>
        <w:tc>
          <w:tcPr>
            <w:tcW w:w="1170" w:type="dxa"/>
          </w:tcPr>
          <w:p w14:paraId="346817E5" w14:textId="77777777" w:rsidR="001126AE" w:rsidRPr="00E4005D" w:rsidRDefault="001126AE" w:rsidP="000E3B71">
            <w:pPr>
              <w:pStyle w:val="Tabletext"/>
            </w:pPr>
          </w:p>
        </w:tc>
      </w:tr>
      <w:tr w:rsidR="001126AE" w:rsidRPr="00E4005D" w14:paraId="31F16740" w14:textId="77777777" w:rsidTr="00DE3706">
        <w:tc>
          <w:tcPr>
            <w:tcW w:w="1965" w:type="dxa"/>
          </w:tcPr>
          <w:p w14:paraId="1FE399A3" w14:textId="77777777" w:rsidR="001126AE" w:rsidRPr="00E4005D" w:rsidRDefault="001126AE" w:rsidP="002359B9">
            <w:pPr>
              <w:pStyle w:val="Tabletext"/>
            </w:pPr>
            <w:r w:rsidRPr="00E4005D">
              <w:t>BAL - 12.5 - 29</w:t>
            </w:r>
          </w:p>
        </w:tc>
        <w:tc>
          <w:tcPr>
            <w:tcW w:w="2520" w:type="dxa"/>
          </w:tcPr>
          <w:p w14:paraId="7989C62C" w14:textId="70D39592" w:rsidR="001126AE" w:rsidRPr="00E4005D" w:rsidRDefault="001126AE" w:rsidP="002359B9">
            <w:pPr>
              <w:pStyle w:val="Tabletext"/>
            </w:pPr>
            <w:r w:rsidRPr="00E4005D">
              <w:t xml:space="preserve">RAVEN weather and energy draught seals </w:t>
            </w:r>
          </w:p>
        </w:tc>
        <w:tc>
          <w:tcPr>
            <w:tcW w:w="3420" w:type="dxa"/>
          </w:tcPr>
          <w:p w14:paraId="35847C86" w14:textId="77777777" w:rsidR="001126AE" w:rsidRPr="00E4005D" w:rsidRDefault="001126AE" w:rsidP="002359B9">
            <w:pPr>
              <w:pStyle w:val="Tabletext"/>
            </w:pPr>
            <w:r w:rsidRPr="00E4005D">
              <w:t>RAVEN Nylon Brush Strip seal with a flammability rating no greater than 5.</w:t>
            </w:r>
          </w:p>
          <w:p w14:paraId="36A9E1F1" w14:textId="77777777" w:rsidR="001126AE" w:rsidRPr="00E4005D" w:rsidRDefault="001126AE" w:rsidP="002359B9">
            <w:pPr>
              <w:pStyle w:val="Tabletext"/>
            </w:pPr>
            <w:r w:rsidRPr="00E4005D">
              <w:t>Includes: RP2a, RP2b, RP41, RP49, RP50, RP51F, RP57, RP58, RP74, RP74F, RP75 at door head and sides where required.</w:t>
            </w:r>
          </w:p>
          <w:p w14:paraId="2E4DBC69" w14:textId="77777777" w:rsidR="001126AE" w:rsidRPr="00E4005D" w:rsidRDefault="001126AE" w:rsidP="002359B9">
            <w:pPr>
              <w:pStyle w:val="Tabletext"/>
            </w:pPr>
            <w:r w:rsidRPr="00E4005D">
              <w:t>Door bottom seal </w:t>
            </w:r>
            <w:r w:rsidRPr="00E4005D">
              <w:rPr>
                <w:rStyle w:val="Hyperlink"/>
                <w:color w:val="auto"/>
              </w:rPr>
              <w:t>RP4T</w:t>
            </w:r>
            <w:r w:rsidRPr="00E4005D">
              <w:t> or </w:t>
            </w:r>
            <w:r w:rsidRPr="00E4005D">
              <w:rPr>
                <w:rStyle w:val="Hyperlink"/>
                <w:color w:val="auto"/>
              </w:rPr>
              <w:t xml:space="preserve">RP51Si </w:t>
            </w:r>
            <w:r w:rsidRPr="00E4005D">
              <w:t>(if bottom seal not supplied with door).</w:t>
            </w:r>
          </w:p>
          <w:p w14:paraId="7741C429" w14:textId="77777777" w:rsidR="001126AE" w:rsidRPr="00E4005D" w:rsidRDefault="001126AE" w:rsidP="002359B9">
            <w:pPr>
              <w:pStyle w:val="Tabletext"/>
            </w:pPr>
            <w:r w:rsidRPr="00E4005D">
              <w:t>Option: Threshold plate </w:t>
            </w:r>
            <w:r w:rsidRPr="00E4005D">
              <w:rPr>
                <w:rStyle w:val="Hyperlink"/>
                <w:color w:val="auto"/>
              </w:rPr>
              <w:t>RP91</w:t>
            </w:r>
          </w:p>
        </w:tc>
        <w:tc>
          <w:tcPr>
            <w:tcW w:w="1170" w:type="dxa"/>
          </w:tcPr>
          <w:p w14:paraId="310F45B1" w14:textId="77777777" w:rsidR="001126AE" w:rsidRPr="00E4005D" w:rsidRDefault="001126AE" w:rsidP="000E3B71">
            <w:pPr>
              <w:pStyle w:val="Tabletext"/>
            </w:pPr>
          </w:p>
        </w:tc>
      </w:tr>
      <w:tr w:rsidR="001126AE" w:rsidRPr="00E4005D" w14:paraId="2FF6CEC1" w14:textId="77777777" w:rsidTr="00DE3706">
        <w:tc>
          <w:tcPr>
            <w:tcW w:w="1965" w:type="dxa"/>
          </w:tcPr>
          <w:p w14:paraId="1512D4D3" w14:textId="77777777" w:rsidR="001126AE" w:rsidRPr="00E4005D" w:rsidRDefault="001126AE" w:rsidP="002359B9">
            <w:pPr>
              <w:pStyle w:val="Tabletext"/>
            </w:pPr>
            <w:r w:rsidRPr="00E4005D">
              <w:t>BAL - 40</w:t>
            </w:r>
          </w:p>
        </w:tc>
        <w:tc>
          <w:tcPr>
            <w:tcW w:w="2520" w:type="dxa"/>
          </w:tcPr>
          <w:p w14:paraId="0E7B5C93" w14:textId="5EA689A2" w:rsidR="001126AE" w:rsidRPr="00E4005D" w:rsidRDefault="001126AE" w:rsidP="002359B9">
            <w:pPr>
              <w:pStyle w:val="Tabletext"/>
            </w:pPr>
            <w:r w:rsidRPr="00E4005D">
              <w:t>RAVEN seals with a flammability index ≤ 5</w:t>
            </w:r>
            <w:r w:rsidR="005C5D51" w:rsidRPr="00E4005D">
              <w:t xml:space="preserve"> tested to AS 1530.2</w:t>
            </w:r>
          </w:p>
        </w:tc>
        <w:tc>
          <w:tcPr>
            <w:tcW w:w="3420" w:type="dxa"/>
          </w:tcPr>
          <w:p w14:paraId="2D9B368A" w14:textId="77777777" w:rsidR="001126AE" w:rsidRPr="00E4005D" w:rsidRDefault="001126AE" w:rsidP="002359B9">
            <w:pPr>
              <w:pStyle w:val="Tabletext"/>
            </w:pPr>
            <w:r w:rsidRPr="00E4005D">
              <w:t>RAVEN Nylon Brush Strip seal with a flammability rating no greater than 5.</w:t>
            </w:r>
          </w:p>
          <w:p w14:paraId="36881C62" w14:textId="77777777" w:rsidR="001126AE" w:rsidRPr="00E4005D" w:rsidRDefault="001126AE" w:rsidP="002359B9">
            <w:pPr>
              <w:pStyle w:val="Tabletext"/>
            </w:pPr>
            <w:r w:rsidRPr="00E4005D">
              <w:t>Includes: RP2a, RP2b, RP41, RP49, RP50, RP51F, RP74, RP74F, RP75 at door head and sides where required.</w:t>
            </w:r>
          </w:p>
          <w:p w14:paraId="1EB5A3AF" w14:textId="77777777" w:rsidR="001126AE" w:rsidRPr="00E4005D" w:rsidRDefault="001126AE" w:rsidP="002359B9">
            <w:pPr>
              <w:pStyle w:val="Tabletext"/>
            </w:pPr>
            <w:r w:rsidRPr="00E4005D">
              <w:t>Door bottom seal </w:t>
            </w:r>
            <w:r w:rsidRPr="00E4005D">
              <w:rPr>
                <w:rStyle w:val="Hyperlink"/>
                <w:color w:val="auto"/>
              </w:rPr>
              <w:t>RP4T</w:t>
            </w:r>
            <w:r w:rsidRPr="00E4005D">
              <w:t> or </w:t>
            </w:r>
            <w:r w:rsidRPr="00E4005D">
              <w:rPr>
                <w:rStyle w:val="Hyperlink"/>
                <w:color w:val="auto"/>
              </w:rPr>
              <w:t xml:space="preserve">RP51Si </w:t>
            </w:r>
            <w:r w:rsidRPr="00E4005D">
              <w:t>(if bottom seal not supplied with door).</w:t>
            </w:r>
          </w:p>
          <w:p w14:paraId="39554060" w14:textId="77777777" w:rsidR="001126AE" w:rsidRPr="00E4005D" w:rsidRDefault="001126AE" w:rsidP="002359B9">
            <w:pPr>
              <w:pStyle w:val="Tabletext"/>
            </w:pPr>
            <w:r w:rsidRPr="00E4005D">
              <w:t>Option: Threshold plate </w:t>
            </w:r>
            <w:r w:rsidRPr="00E4005D">
              <w:rPr>
                <w:rStyle w:val="Hyperlink"/>
                <w:color w:val="auto"/>
              </w:rPr>
              <w:t>RP91</w:t>
            </w:r>
          </w:p>
        </w:tc>
        <w:tc>
          <w:tcPr>
            <w:tcW w:w="1170" w:type="dxa"/>
          </w:tcPr>
          <w:p w14:paraId="16936783" w14:textId="77777777" w:rsidR="001126AE" w:rsidRPr="00E4005D" w:rsidRDefault="001126AE" w:rsidP="000E3B71">
            <w:pPr>
              <w:pStyle w:val="Tabletext"/>
            </w:pPr>
          </w:p>
        </w:tc>
      </w:tr>
      <w:tr w:rsidR="001126AE" w:rsidRPr="00E4005D" w14:paraId="27F392BB" w14:textId="77777777" w:rsidTr="00DE3706">
        <w:tc>
          <w:tcPr>
            <w:tcW w:w="1965" w:type="dxa"/>
          </w:tcPr>
          <w:p w14:paraId="2A668480" w14:textId="77777777" w:rsidR="001126AE" w:rsidRPr="00E4005D" w:rsidRDefault="001126AE" w:rsidP="002359B9">
            <w:pPr>
              <w:pStyle w:val="Tabletext"/>
            </w:pPr>
            <w:r w:rsidRPr="00E4005D">
              <w:t>BAL - FZ</w:t>
            </w:r>
          </w:p>
        </w:tc>
        <w:tc>
          <w:tcPr>
            <w:tcW w:w="2520" w:type="dxa"/>
          </w:tcPr>
          <w:p w14:paraId="39F5F9CB" w14:textId="5F070AC6" w:rsidR="001126AE" w:rsidRPr="00E4005D" w:rsidRDefault="001126AE" w:rsidP="002359B9">
            <w:pPr>
              <w:pStyle w:val="Tabletext"/>
            </w:pPr>
            <w:r w:rsidRPr="00E4005D">
              <w:t xml:space="preserve">RAVEN seals </w:t>
            </w:r>
            <w:r w:rsidR="005C5D51" w:rsidRPr="00E4005D">
              <w:t>tested</w:t>
            </w:r>
            <w:r w:rsidRPr="00E4005D">
              <w:t xml:space="preserve"> to AS</w:t>
            </w:r>
            <w:r w:rsidR="00DE3706" w:rsidRPr="00E4005D">
              <w:t> </w:t>
            </w:r>
            <w:r w:rsidRPr="00E4005D">
              <w:t>1530.4 used with fire</w:t>
            </w:r>
            <w:r w:rsidR="005C5D51" w:rsidRPr="00E4005D">
              <w:t xml:space="preserve">-resisting </w:t>
            </w:r>
            <w:proofErr w:type="spellStart"/>
            <w:r w:rsidRPr="00E4005D">
              <w:t>door</w:t>
            </w:r>
            <w:r w:rsidR="005C5D51" w:rsidRPr="00E4005D">
              <w:t>sets</w:t>
            </w:r>
            <w:proofErr w:type="spellEnd"/>
            <w:r w:rsidR="005C5D51" w:rsidRPr="00E4005D">
              <w:t xml:space="preserve"> to AS 1905.1 and BCA Spec C3.4</w:t>
            </w:r>
          </w:p>
        </w:tc>
        <w:tc>
          <w:tcPr>
            <w:tcW w:w="3420" w:type="dxa"/>
          </w:tcPr>
          <w:p w14:paraId="2C7CABAD" w14:textId="77777777" w:rsidR="001126AE" w:rsidRPr="00E4005D" w:rsidRDefault="001126AE" w:rsidP="002359B9">
            <w:pPr>
              <w:pStyle w:val="Tabletext"/>
            </w:pPr>
            <w:r w:rsidRPr="00E4005D">
              <w:t>RAVEN Nylon Brush Strip seal includes: RP2a, RP2b, RP41, RP49, RP50, RP51F, RP74, RP74F, RP75 at door head and sides where required.</w:t>
            </w:r>
          </w:p>
          <w:p w14:paraId="45D2D7E6" w14:textId="77777777" w:rsidR="001126AE" w:rsidRPr="00E4005D" w:rsidRDefault="001126AE" w:rsidP="002359B9">
            <w:pPr>
              <w:pStyle w:val="Tabletext"/>
            </w:pPr>
            <w:r w:rsidRPr="00E4005D">
              <w:t>Door bottom seal </w:t>
            </w:r>
            <w:r w:rsidRPr="00E4005D">
              <w:rPr>
                <w:rStyle w:val="Hyperlink"/>
                <w:color w:val="auto"/>
              </w:rPr>
              <w:t>RP4T</w:t>
            </w:r>
            <w:r w:rsidRPr="00E4005D">
              <w:t> or </w:t>
            </w:r>
            <w:r w:rsidRPr="00E4005D">
              <w:rPr>
                <w:rStyle w:val="Hyperlink"/>
                <w:color w:val="auto"/>
              </w:rPr>
              <w:t xml:space="preserve">RP51Si </w:t>
            </w:r>
            <w:r w:rsidRPr="00E4005D">
              <w:t>(if bottom seal not supplied with door).</w:t>
            </w:r>
          </w:p>
          <w:p w14:paraId="44B17A68" w14:textId="77777777" w:rsidR="001126AE" w:rsidRPr="00E4005D" w:rsidRDefault="001126AE" w:rsidP="002359B9">
            <w:pPr>
              <w:pStyle w:val="Tabletext"/>
            </w:pPr>
            <w:r w:rsidRPr="00E4005D">
              <w:t>Option: Threshold plate </w:t>
            </w:r>
            <w:r w:rsidRPr="00E4005D">
              <w:rPr>
                <w:rStyle w:val="Hyperlink"/>
                <w:color w:val="auto"/>
              </w:rPr>
              <w:t>RP91</w:t>
            </w:r>
            <w:r w:rsidRPr="00E4005D">
              <w:t>.</w:t>
            </w:r>
          </w:p>
        </w:tc>
        <w:tc>
          <w:tcPr>
            <w:tcW w:w="1170" w:type="dxa"/>
          </w:tcPr>
          <w:p w14:paraId="67B1B82D" w14:textId="77777777" w:rsidR="001126AE" w:rsidRPr="00E4005D" w:rsidRDefault="001126AE" w:rsidP="000E3B71">
            <w:pPr>
              <w:pStyle w:val="Tabletext"/>
            </w:pPr>
          </w:p>
        </w:tc>
      </w:tr>
    </w:tbl>
    <w:p w14:paraId="75905A03" w14:textId="77777777" w:rsidR="001562AE" w:rsidRPr="00E4005D" w:rsidRDefault="0024003B">
      <w:pPr>
        <w:pStyle w:val="Heading3"/>
      </w:pPr>
      <w:bookmarkStart w:id="159" w:name="h-120114-1"/>
      <w:bookmarkStart w:id="160" w:name="f-120114-1"/>
      <w:bookmarkStart w:id="161" w:name="f-120114"/>
      <w:bookmarkEnd w:id="157"/>
      <w:bookmarkEnd w:id="158"/>
      <w:r w:rsidRPr="00E4005D">
        <w:t>Weather and energy</w:t>
      </w:r>
      <w:bookmarkEnd w:id="159"/>
    </w:p>
    <w:p w14:paraId="3DDA0AFE" w14:textId="44808DE3" w:rsidR="001562AE" w:rsidRPr="00E4005D" w:rsidRDefault="0024003B">
      <w:pPr>
        <w:pStyle w:val="Instructions"/>
      </w:pPr>
      <w:bookmarkStart w:id="162" w:name="f-118969-1"/>
      <w:bookmarkStart w:id="163" w:name="f-118969"/>
      <w:bookmarkEnd w:id="160"/>
      <w:bookmarkEnd w:id="161"/>
      <w:r w:rsidRPr="00E4005D">
        <w:t>Protection from draughts and dust, insects, vermin and light. Added benefits include energy wise design, improved health and hygiene. Consult the Weather and Energy section of the RAVEN Catalogue # 115 for selection guidance.</w:t>
      </w:r>
    </w:p>
    <w:p w14:paraId="70E48D4F" w14:textId="6A820A47" w:rsidR="001562AE" w:rsidRPr="00E4005D" w:rsidRDefault="001708F8">
      <w:pPr>
        <w:pStyle w:val="Heading4"/>
      </w:pPr>
      <w:bookmarkStart w:id="164" w:name="f-118933-1"/>
      <w:bookmarkStart w:id="165" w:name="f-118933"/>
      <w:bookmarkEnd w:id="162"/>
      <w:bookmarkEnd w:id="163"/>
      <w:r w:rsidRPr="00E4005D">
        <w:t>W</w:t>
      </w:r>
      <w:r w:rsidR="00D36262" w:rsidRPr="00E4005D">
        <w:t xml:space="preserve">eather sealing </w:t>
      </w:r>
      <w:r w:rsidRPr="00E4005D">
        <w:t xml:space="preserve">system </w:t>
      </w:r>
      <w:r w:rsidR="00D36262" w:rsidRPr="00E4005D">
        <w:t>schedule</w:t>
      </w:r>
    </w:p>
    <w:p w14:paraId="0B0E0424" w14:textId="71E00D61" w:rsidR="00BE720B" w:rsidRPr="00E4005D" w:rsidRDefault="00BE720B" w:rsidP="007176DB">
      <w:pPr>
        <w:pStyle w:val="Instructions"/>
      </w:pPr>
      <w:bookmarkStart w:id="166" w:name="h-120115-1"/>
      <w:bookmarkStart w:id="167" w:name="f-120115-1"/>
      <w:bookmarkStart w:id="168" w:name="f-120115"/>
      <w:bookmarkEnd w:id="164"/>
      <w:bookmarkEnd w:id="165"/>
      <w:r w:rsidRPr="00E4005D">
        <w:t xml:space="preserve">Weather </w:t>
      </w:r>
      <w:r w:rsidR="00D36262" w:rsidRPr="00E4005D">
        <w:t>s</w:t>
      </w:r>
      <w:r w:rsidRPr="00E4005D">
        <w:t xml:space="preserve">ealing </w:t>
      </w:r>
      <w:r w:rsidR="00D36262" w:rsidRPr="00E4005D">
        <w:t>s</w:t>
      </w:r>
      <w:r w:rsidRPr="00E4005D">
        <w:t xml:space="preserve">ystems </w:t>
      </w:r>
      <w:r w:rsidR="00EC27E9" w:rsidRPr="00E4005D">
        <w:t>to</w:t>
      </w:r>
      <w:r w:rsidRPr="00E4005D">
        <w:t xml:space="preserve"> BCA J3.4 for </w:t>
      </w:r>
      <w:r w:rsidR="00D36262" w:rsidRPr="00E4005D">
        <w:t>c</w:t>
      </w:r>
      <w:r w:rsidRPr="00E4005D">
        <w:t>lass 2</w:t>
      </w:r>
      <w:r w:rsidR="00D36262" w:rsidRPr="00E4005D">
        <w:t xml:space="preserve"> to </w:t>
      </w:r>
      <w:r w:rsidRPr="00E4005D">
        <w:t xml:space="preserve">9 </w:t>
      </w:r>
      <w:r w:rsidR="00D36262" w:rsidRPr="00E4005D">
        <w:t>b</w:t>
      </w:r>
      <w:r w:rsidRPr="00E4005D">
        <w:t xml:space="preserve">uildings </w:t>
      </w:r>
      <w:r w:rsidR="00D36262" w:rsidRPr="00E4005D">
        <w:t>and</w:t>
      </w:r>
      <w:r w:rsidRPr="00E4005D">
        <w:t xml:space="preserve"> </w:t>
      </w:r>
      <w:r w:rsidR="00D36262" w:rsidRPr="00E4005D">
        <w:t>BCA 3.12.3.3 for c</w:t>
      </w:r>
      <w:r w:rsidRPr="00E4005D">
        <w:t xml:space="preserve">lass 1 </w:t>
      </w:r>
      <w:r w:rsidR="00D36262" w:rsidRPr="00E4005D">
        <w:t>and</w:t>
      </w:r>
      <w:r w:rsidRPr="00E4005D">
        <w:t xml:space="preserve"> </w:t>
      </w:r>
      <w:r w:rsidR="00D36262" w:rsidRPr="00E4005D">
        <w:t>c</w:t>
      </w:r>
      <w:r w:rsidRPr="00E4005D">
        <w:t xml:space="preserve">lass 10 </w:t>
      </w:r>
      <w:r w:rsidR="00D36262" w:rsidRPr="00E4005D">
        <w:t>b</w:t>
      </w:r>
      <w:r w:rsidRPr="00E4005D">
        <w:t>uildings</w:t>
      </w:r>
      <w:r w:rsidR="00D36262" w:rsidRPr="00E4005D">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968"/>
        <w:gridCol w:w="2355"/>
        <w:gridCol w:w="1721"/>
        <w:gridCol w:w="996"/>
        <w:gridCol w:w="1087"/>
      </w:tblGrid>
      <w:tr w:rsidR="00DE3706" w:rsidRPr="00E4005D" w14:paraId="790C37BC" w14:textId="77777777" w:rsidTr="00DE3706">
        <w:trPr>
          <w:tblHeader/>
        </w:trPr>
        <w:tc>
          <w:tcPr>
            <w:tcW w:w="2946" w:type="dxa"/>
            <w:vMerge w:val="restart"/>
            <w:shd w:val="clear" w:color="auto" w:fill="FFFFFF" w:themeFill="background1"/>
            <w:tcMar>
              <w:top w:w="28" w:type="dxa"/>
              <w:left w:w="28" w:type="dxa"/>
              <w:bottom w:w="28" w:type="dxa"/>
              <w:right w:w="28" w:type="dxa"/>
            </w:tcMar>
          </w:tcPr>
          <w:p w14:paraId="33C1970B" w14:textId="77777777" w:rsidR="00DE3706" w:rsidRPr="00E4005D" w:rsidRDefault="00DE3706" w:rsidP="00D36262">
            <w:pPr>
              <w:pStyle w:val="Tabletitle"/>
              <w:rPr>
                <w:lang w:val="en-GB"/>
              </w:rPr>
            </w:pPr>
            <w:r w:rsidRPr="00E4005D">
              <w:rPr>
                <w:lang w:val="en-GB"/>
              </w:rPr>
              <w:t>RAVEN weather</w:t>
            </w:r>
          </w:p>
          <w:p w14:paraId="24CC6327" w14:textId="77777777" w:rsidR="00DE3706" w:rsidRPr="00E4005D" w:rsidRDefault="00DE3706" w:rsidP="00D36262">
            <w:pPr>
              <w:pStyle w:val="Tabletitle"/>
              <w:rPr>
                <w:lang w:val="en-GB"/>
              </w:rPr>
            </w:pPr>
            <w:r w:rsidRPr="00E4005D">
              <w:rPr>
                <w:lang w:val="en-GB"/>
              </w:rPr>
              <w:t>sealing systems</w:t>
            </w:r>
          </w:p>
        </w:tc>
        <w:tc>
          <w:tcPr>
            <w:tcW w:w="4047" w:type="dxa"/>
            <w:gridSpan w:val="2"/>
            <w:shd w:val="clear" w:color="auto" w:fill="FFFFFF" w:themeFill="background1"/>
          </w:tcPr>
          <w:p w14:paraId="5004A70F" w14:textId="77777777" w:rsidR="00DE3706" w:rsidRPr="00E4005D" w:rsidRDefault="00DE3706" w:rsidP="00D36262">
            <w:pPr>
              <w:pStyle w:val="Tabletitle"/>
              <w:rPr>
                <w:lang w:val="en-GB"/>
              </w:rPr>
            </w:pPr>
            <w:r w:rsidRPr="00E4005D">
              <w:rPr>
                <w:lang w:val="en-GB"/>
              </w:rPr>
              <w:t>Door</w:t>
            </w:r>
          </w:p>
        </w:tc>
        <w:tc>
          <w:tcPr>
            <w:tcW w:w="989" w:type="dxa"/>
            <w:vMerge w:val="restart"/>
            <w:shd w:val="clear" w:color="auto" w:fill="FFFFFF" w:themeFill="background1"/>
          </w:tcPr>
          <w:p w14:paraId="099AF84A" w14:textId="426CE099" w:rsidR="00DE3706" w:rsidRPr="00E4005D" w:rsidRDefault="00DE3706" w:rsidP="00DE3706">
            <w:pPr>
              <w:pStyle w:val="Tabletitle"/>
              <w:rPr>
                <w:lang w:val="en-GB"/>
              </w:rPr>
            </w:pPr>
            <w:r w:rsidRPr="00E4005D">
              <w:rPr>
                <w:lang w:val="en-GB"/>
              </w:rPr>
              <w:t>Duty level</w:t>
            </w:r>
          </w:p>
        </w:tc>
        <w:tc>
          <w:tcPr>
            <w:tcW w:w="1079" w:type="dxa"/>
            <w:vMerge w:val="restart"/>
            <w:shd w:val="clear" w:color="auto" w:fill="FFFFFF" w:themeFill="background1"/>
          </w:tcPr>
          <w:p w14:paraId="1933F35F" w14:textId="77777777" w:rsidR="00DE3706" w:rsidRPr="00E4005D" w:rsidRDefault="00DE3706" w:rsidP="00D36262">
            <w:pPr>
              <w:pStyle w:val="Tabletitle"/>
              <w:rPr>
                <w:lang w:val="en-GB"/>
              </w:rPr>
            </w:pPr>
            <w:r w:rsidRPr="00E4005D">
              <w:rPr>
                <w:lang w:val="en-GB"/>
              </w:rPr>
              <w:t>Door No</w:t>
            </w:r>
          </w:p>
        </w:tc>
      </w:tr>
      <w:tr w:rsidR="00DE3706" w:rsidRPr="00E4005D" w14:paraId="66F2787F" w14:textId="77777777" w:rsidTr="00DE3706">
        <w:trPr>
          <w:tblHeader/>
        </w:trPr>
        <w:tc>
          <w:tcPr>
            <w:tcW w:w="2946" w:type="dxa"/>
            <w:vMerge/>
            <w:shd w:val="clear" w:color="auto" w:fill="A6A6A6" w:themeFill="background1" w:themeFillShade="A6"/>
            <w:tcMar>
              <w:top w:w="28" w:type="dxa"/>
              <w:left w:w="28" w:type="dxa"/>
              <w:bottom w:w="28" w:type="dxa"/>
              <w:right w:w="28" w:type="dxa"/>
            </w:tcMar>
          </w:tcPr>
          <w:p w14:paraId="64C31849" w14:textId="77777777" w:rsidR="00DE3706" w:rsidRPr="00E4005D" w:rsidRDefault="00DE3706" w:rsidP="00E53A35">
            <w:pPr>
              <w:suppressAutoHyphens/>
              <w:autoSpaceDE w:val="0"/>
              <w:autoSpaceDN w:val="0"/>
              <w:adjustRightInd w:val="0"/>
              <w:spacing w:after="0"/>
              <w:textAlignment w:val="center"/>
              <w:rPr>
                <w:rFonts w:cs="Arial"/>
                <w:b/>
                <w:color w:val="00B0F0"/>
                <w:sz w:val="16"/>
                <w:szCs w:val="16"/>
                <w:lang w:val="en-GB"/>
              </w:rPr>
            </w:pPr>
          </w:p>
        </w:tc>
        <w:tc>
          <w:tcPr>
            <w:tcW w:w="2338" w:type="dxa"/>
            <w:shd w:val="clear" w:color="auto" w:fill="FFFFFF" w:themeFill="background1"/>
          </w:tcPr>
          <w:p w14:paraId="2B87A56D" w14:textId="77777777" w:rsidR="00DE3706" w:rsidRPr="00E4005D" w:rsidRDefault="00DE3706" w:rsidP="00D36262">
            <w:pPr>
              <w:pStyle w:val="Tabletitle"/>
            </w:pPr>
            <w:r w:rsidRPr="00E4005D">
              <w:t>Hinge</w:t>
            </w:r>
          </w:p>
        </w:tc>
        <w:tc>
          <w:tcPr>
            <w:tcW w:w="1709" w:type="dxa"/>
            <w:shd w:val="clear" w:color="auto" w:fill="FFFFFF" w:themeFill="background1"/>
            <w:tcMar>
              <w:top w:w="28" w:type="dxa"/>
              <w:left w:w="28" w:type="dxa"/>
              <w:bottom w:w="28" w:type="dxa"/>
              <w:right w:w="28" w:type="dxa"/>
            </w:tcMar>
          </w:tcPr>
          <w:p w14:paraId="0DE21893" w14:textId="77777777" w:rsidR="00DE3706" w:rsidRPr="00E4005D" w:rsidRDefault="00DE3706" w:rsidP="00D36262">
            <w:pPr>
              <w:pStyle w:val="Tabletitle"/>
            </w:pPr>
            <w:r w:rsidRPr="00E4005D">
              <w:t>Configuration</w:t>
            </w:r>
          </w:p>
        </w:tc>
        <w:tc>
          <w:tcPr>
            <w:tcW w:w="989" w:type="dxa"/>
            <w:vMerge/>
            <w:shd w:val="clear" w:color="auto" w:fill="D9D9D9" w:themeFill="background1" w:themeFillShade="D9"/>
          </w:tcPr>
          <w:p w14:paraId="35D567F1" w14:textId="77777777" w:rsidR="00DE3706" w:rsidRPr="00E4005D" w:rsidRDefault="00DE3706" w:rsidP="00E53A35">
            <w:pPr>
              <w:suppressAutoHyphens/>
              <w:autoSpaceDE w:val="0"/>
              <w:autoSpaceDN w:val="0"/>
              <w:adjustRightInd w:val="0"/>
              <w:spacing w:after="0"/>
              <w:jc w:val="center"/>
              <w:textAlignment w:val="center"/>
              <w:rPr>
                <w:rFonts w:cs="Arial"/>
                <w:b/>
                <w:color w:val="00B0F0"/>
                <w:sz w:val="16"/>
                <w:szCs w:val="16"/>
                <w:lang w:val="en-GB"/>
              </w:rPr>
            </w:pPr>
          </w:p>
        </w:tc>
        <w:tc>
          <w:tcPr>
            <w:tcW w:w="1079" w:type="dxa"/>
            <w:vMerge/>
            <w:shd w:val="clear" w:color="auto" w:fill="D9D9D9" w:themeFill="background1" w:themeFillShade="D9"/>
          </w:tcPr>
          <w:p w14:paraId="5701464A" w14:textId="77777777" w:rsidR="00DE3706" w:rsidRPr="00E4005D" w:rsidRDefault="00DE3706" w:rsidP="00E53A35">
            <w:pPr>
              <w:suppressAutoHyphens/>
              <w:autoSpaceDE w:val="0"/>
              <w:autoSpaceDN w:val="0"/>
              <w:adjustRightInd w:val="0"/>
              <w:spacing w:after="0"/>
              <w:jc w:val="center"/>
              <w:textAlignment w:val="center"/>
              <w:rPr>
                <w:rFonts w:cs="Arial"/>
                <w:b/>
                <w:color w:val="00B0F0"/>
                <w:sz w:val="16"/>
                <w:szCs w:val="16"/>
                <w:lang w:val="en-GB"/>
              </w:rPr>
            </w:pPr>
          </w:p>
        </w:tc>
      </w:tr>
      <w:tr w:rsidR="00D36262" w:rsidRPr="00E4005D" w14:paraId="2FC01DA6" w14:textId="77777777" w:rsidTr="00DE3706">
        <w:tc>
          <w:tcPr>
            <w:tcW w:w="2946" w:type="dxa"/>
            <w:shd w:val="clear" w:color="auto" w:fill="auto"/>
            <w:tcMar>
              <w:top w:w="28" w:type="dxa"/>
              <w:left w:w="28" w:type="dxa"/>
              <w:bottom w:w="28" w:type="dxa"/>
              <w:right w:w="28" w:type="dxa"/>
            </w:tcMar>
          </w:tcPr>
          <w:p w14:paraId="7F058463" w14:textId="77777777" w:rsidR="00D36262" w:rsidRPr="00E4005D" w:rsidRDefault="00D36262" w:rsidP="00D36262">
            <w:pPr>
              <w:pStyle w:val="Tabletext"/>
              <w:rPr>
                <w:lang w:val="en-GB"/>
              </w:rPr>
            </w:pPr>
            <w:r w:rsidRPr="00E4005D">
              <w:rPr>
                <w:lang w:val="en-GB"/>
              </w:rPr>
              <w:t>RP113 + RP54</w:t>
            </w:r>
          </w:p>
        </w:tc>
        <w:tc>
          <w:tcPr>
            <w:tcW w:w="2338" w:type="dxa"/>
          </w:tcPr>
          <w:p w14:paraId="11B4CB85" w14:textId="77777777" w:rsidR="00D36262" w:rsidRPr="00E4005D" w:rsidRDefault="00D36262" w:rsidP="00D36262">
            <w:pPr>
              <w:pStyle w:val="Tabletext"/>
              <w:rPr>
                <w:lang w:val="en-GB"/>
              </w:rPr>
            </w:pPr>
            <w:r w:rsidRPr="00E4005D">
              <w:rPr>
                <w:lang w:val="en-GB"/>
              </w:rPr>
              <w:t>Butt</w:t>
            </w:r>
          </w:p>
        </w:tc>
        <w:tc>
          <w:tcPr>
            <w:tcW w:w="1709" w:type="dxa"/>
            <w:shd w:val="clear" w:color="auto" w:fill="auto"/>
            <w:tcMar>
              <w:top w:w="28" w:type="dxa"/>
              <w:left w:w="28" w:type="dxa"/>
              <w:bottom w:w="28" w:type="dxa"/>
              <w:right w:w="28" w:type="dxa"/>
            </w:tcMar>
          </w:tcPr>
          <w:p w14:paraId="5FF0630A" w14:textId="6187A69D" w:rsidR="00D36262" w:rsidRPr="00E4005D" w:rsidRDefault="00D36262" w:rsidP="00D36262">
            <w:pPr>
              <w:pStyle w:val="Tabletext"/>
              <w:rPr>
                <w:lang w:val="en-GB"/>
              </w:rPr>
            </w:pPr>
            <w:r w:rsidRPr="00E4005D">
              <w:rPr>
                <w:lang w:val="en-GB"/>
              </w:rPr>
              <w:t xml:space="preserve">Timber </w:t>
            </w:r>
            <w:r w:rsidR="00830753" w:rsidRPr="00E4005D">
              <w:rPr>
                <w:lang w:val="en-GB"/>
              </w:rPr>
              <w:t>s</w:t>
            </w:r>
            <w:r w:rsidRPr="00E4005D">
              <w:rPr>
                <w:lang w:val="en-GB"/>
              </w:rPr>
              <w:t>ingle</w:t>
            </w:r>
          </w:p>
        </w:tc>
        <w:tc>
          <w:tcPr>
            <w:tcW w:w="989" w:type="dxa"/>
          </w:tcPr>
          <w:p w14:paraId="2414598A" w14:textId="77777777" w:rsidR="00D36262" w:rsidRPr="00E4005D" w:rsidRDefault="00D36262" w:rsidP="00D36262">
            <w:pPr>
              <w:pStyle w:val="Tabletext"/>
              <w:rPr>
                <w:lang w:val="en-GB"/>
              </w:rPr>
            </w:pPr>
            <w:r w:rsidRPr="00E4005D">
              <w:rPr>
                <w:lang w:val="en-GB"/>
              </w:rPr>
              <w:t>Medium</w:t>
            </w:r>
          </w:p>
        </w:tc>
        <w:tc>
          <w:tcPr>
            <w:tcW w:w="1079" w:type="dxa"/>
          </w:tcPr>
          <w:p w14:paraId="3BBBD3FB" w14:textId="77777777" w:rsidR="00D36262" w:rsidRPr="00E4005D" w:rsidRDefault="00D36262" w:rsidP="00D36262">
            <w:pPr>
              <w:pStyle w:val="Tabletext"/>
              <w:rPr>
                <w:lang w:val="en-GB"/>
              </w:rPr>
            </w:pPr>
          </w:p>
        </w:tc>
      </w:tr>
      <w:tr w:rsidR="00D36262" w:rsidRPr="00E4005D" w14:paraId="67B1160F" w14:textId="77777777" w:rsidTr="00DE3706">
        <w:tc>
          <w:tcPr>
            <w:tcW w:w="2946" w:type="dxa"/>
            <w:shd w:val="clear" w:color="auto" w:fill="auto"/>
            <w:tcMar>
              <w:top w:w="28" w:type="dxa"/>
              <w:left w:w="28" w:type="dxa"/>
              <w:bottom w:w="28" w:type="dxa"/>
              <w:right w:w="28" w:type="dxa"/>
            </w:tcMar>
          </w:tcPr>
          <w:p w14:paraId="783E3E7F" w14:textId="77777777" w:rsidR="00D36262" w:rsidRPr="00E4005D" w:rsidRDefault="00D36262" w:rsidP="00D36262">
            <w:pPr>
              <w:pStyle w:val="Tabletext"/>
              <w:rPr>
                <w:lang w:val="en-GB"/>
              </w:rPr>
            </w:pPr>
            <w:r w:rsidRPr="00E4005D">
              <w:rPr>
                <w:lang w:val="en-GB"/>
              </w:rPr>
              <w:t>RP78Si + RP4 + RP16Si</w:t>
            </w:r>
          </w:p>
        </w:tc>
        <w:tc>
          <w:tcPr>
            <w:tcW w:w="2338" w:type="dxa"/>
          </w:tcPr>
          <w:p w14:paraId="06F07C23" w14:textId="77777777" w:rsidR="00D36262" w:rsidRPr="00E4005D" w:rsidRDefault="00D36262" w:rsidP="00D36262">
            <w:pPr>
              <w:pStyle w:val="Tabletext"/>
            </w:pPr>
            <w:r w:rsidRPr="00E4005D">
              <w:rPr>
                <w:lang w:val="en-GB"/>
              </w:rPr>
              <w:t>Butt</w:t>
            </w:r>
          </w:p>
        </w:tc>
        <w:tc>
          <w:tcPr>
            <w:tcW w:w="1709" w:type="dxa"/>
            <w:shd w:val="clear" w:color="auto" w:fill="auto"/>
            <w:tcMar>
              <w:top w:w="28" w:type="dxa"/>
              <w:left w:w="28" w:type="dxa"/>
              <w:bottom w:w="28" w:type="dxa"/>
              <w:right w:w="28" w:type="dxa"/>
            </w:tcMar>
          </w:tcPr>
          <w:p w14:paraId="52D6F0B4" w14:textId="519D8DE8" w:rsidR="00D36262" w:rsidRPr="00E4005D" w:rsidRDefault="00830753" w:rsidP="00D36262">
            <w:pPr>
              <w:pStyle w:val="Tabletext"/>
              <w:rPr>
                <w:lang w:val="en-GB"/>
              </w:rPr>
            </w:pPr>
            <w:r w:rsidRPr="00E4005D">
              <w:rPr>
                <w:lang w:val="en-GB"/>
              </w:rPr>
              <w:t>Timber single and double</w:t>
            </w:r>
          </w:p>
        </w:tc>
        <w:tc>
          <w:tcPr>
            <w:tcW w:w="989" w:type="dxa"/>
          </w:tcPr>
          <w:p w14:paraId="1ADD06C1" w14:textId="77777777" w:rsidR="00D36262" w:rsidRPr="00E4005D" w:rsidRDefault="00D36262" w:rsidP="00D36262">
            <w:pPr>
              <w:pStyle w:val="Tabletext"/>
              <w:rPr>
                <w:lang w:val="en-GB"/>
              </w:rPr>
            </w:pPr>
            <w:r w:rsidRPr="00E4005D">
              <w:rPr>
                <w:lang w:val="en-GB"/>
              </w:rPr>
              <w:t>Medium</w:t>
            </w:r>
          </w:p>
        </w:tc>
        <w:tc>
          <w:tcPr>
            <w:tcW w:w="1079" w:type="dxa"/>
          </w:tcPr>
          <w:p w14:paraId="2C58DA07" w14:textId="77777777" w:rsidR="00D36262" w:rsidRPr="00E4005D" w:rsidRDefault="00D36262" w:rsidP="00D36262">
            <w:pPr>
              <w:pStyle w:val="Tabletext"/>
              <w:rPr>
                <w:lang w:val="en-GB"/>
              </w:rPr>
            </w:pPr>
          </w:p>
        </w:tc>
      </w:tr>
      <w:tr w:rsidR="00D36262" w:rsidRPr="00E4005D" w14:paraId="0B54DC09" w14:textId="77777777" w:rsidTr="00DE3706">
        <w:tc>
          <w:tcPr>
            <w:tcW w:w="2946" w:type="dxa"/>
            <w:shd w:val="clear" w:color="auto" w:fill="auto"/>
            <w:tcMar>
              <w:top w:w="28" w:type="dxa"/>
              <w:left w:w="28" w:type="dxa"/>
              <w:bottom w:w="28" w:type="dxa"/>
              <w:right w:w="28" w:type="dxa"/>
            </w:tcMar>
          </w:tcPr>
          <w:p w14:paraId="0FA81D49" w14:textId="77777777" w:rsidR="00D36262" w:rsidRPr="00E4005D" w:rsidRDefault="00D36262" w:rsidP="00D36262">
            <w:pPr>
              <w:pStyle w:val="Tabletext"/>
              <w:rPr>
                <w:lang w:val="en-GB"/>
              </w:rPr>
            </w:pPr>
            <w:r w:rsidRPr="00E4005D">
              <w:rPr>
                <w:lang w:val="en-GB"/>
              </w:rPr>
              <w:t>RP10 + RP8Si + RP98</w:t>
            </w:r>
          </w:p>
        </w:tc>
        <w:tc>
          <w:tcPr>
            <w:tcW w:w="2338" w:type="dxa"/>
          </w:tcPr>
          <w:p w14:paraId="3F783935" w14:textId="77777777" w:rsidR="00D36262" w:rsidRPr="00E4005D" w:rsidRDefault="00D36262" w:rsidP="00D36262">
            <w:pPr>
              <w:pStyle w:val="Tabletext"/>
            </w:pPr>
            <w:r w:rsidRPr="00E4005D">
              <w:rPr>
                <w:lang w:val="en-GB"/>
              </w:rPr>
              <w:t>Butt</w:t>
            </w:r>
          </w:p>
        </w:tc>
        <w:tc>
          <w:tcPr>
            <w:tcW w:w="1709" w:type="dxa"/>
            <w:shd w:val="clear" w:color="auto" w:fill="auto"/>
            <w:tcMar>
              <w:top w:w="28" w:type="dxa"/>
              <w:left w:w="28" w:type="dxa"/>
              <w:bottom w:w="28" w:type="dxa"/>
              <w:right w:w="28" w:type="dxa"/>
            </w:tcMar>
          </w:tcPr>
          <w:p w14:paraId="02378F3C" w14:textId="37986547" w:rsidR="00D36262" w:rsidRPr="00E4005D" w:rsidRDefault="00D36262" w:rsidP="00D36262">
            <w:pPr>
              <w:pStyle w:val="Tabletext"/>
              <w:rPr>
                <w:lang w:val="en-GB"/>
              </w:rPr>
            </w:pPr>
            <w:r w:rsidRPr="00E4005D">
              <w:rPr>
                <w:lang w:val="en-GB"/>
              </w:rPr>
              <w:t xml:space="preserve">Single </w:t>
            </w:r>
            <w:r w:rsidR="00830753" w:rsidRPr="00E4005D">
              <w:rPr>
                <w:lang w:val="en-GB"/>
              </w:rPr>
              <w:t>a</w:t>
            </w:r>
            <w:r w:rsidRPr="00E4005D">
              <w:rPr>
                <w:lang w:val="en-GB"/>
              </w:rPr>
              <w:t>luminium</w:t>
            </w:r>
          </w:p>
        </w:tc>
        <w:tc>
          <w:tcPr>
            <w:tcW w:w="989" w:type="dxa"/>
          </w:tcPr>
          <w:p w14:paraId="287E9045" w14:textId="77777777" w:rsidR="00D36262" w:rsidRPr="00E4005D" w:rsidRDefault="00D36262" w:rsidP="00D36262">
            <w:pPr>
              <w:pStyle w:val="Tabletext"/>
              <w:rPr>
                <w:lang w:val="en-GB"/>
              </w:rPr>
            </w:pPr>
            <w:r w:rsidRPr="00E4005D">
              <w:rPr>
                <w:lang w:val="en-GB"/>
              </w:rPr>
              <w:t>Heavy</w:t>
            </w:r>
          </w:p>
        </w:tc>
        <w:tc>
          <w:tcPr>
            <w:tcW w:w="1079" w:type="dxa"/>
          </w:tcPr>
          <w:p w14:paraId="1A7165A3" w14:textId="77777777" w:rsidR="00D36262" w:rsidRPr="00E4005D" w:rsidRDefault="00D36262" w:rsidP="00D36262">
            <w:pPr>
              <w:pStyle w:val="Tabletext"/>
              <w:rPr>
                <w:lang w:val="en-GB"/>
              </w:rPr>
            </w:pPr>
          </w:p>
        </w:tc>
      </w:tr>
      <w:tr w:rsidR="00D36262" w:rsidRPr="00E4005D" w14:paraId="079FE7D9" w14:textId="77777777" w:rsidTr="00DE3706">
        <w:tc>
          <w:tcPr>
            <w:tcW w:w="2946" w:type="dxa"/>
            <w:shd w:val="clear" w:color="auto" w:fill="auto"/>
            <w:tcMar>
              <w:top w:w="28" w:type="dxa"/>
              <w:left w:w="28" w:type="dxa"/>
              <w:bottom w:w="28" w:type="dxa"/>
              <w:right w:w="28" w:type="dxa"/>
            </w:tcMar>
          </w:tcPr>
          <w:p w14:paraId="5189F320" w14:textId="77777777" w:rsidR="00D36262" w:rsidRPr="00E4005D" w:rsidRDefault="00D36262" w:rsidP="00D36262">
            <w:pPr>
              <w:pStyle w:val="Tabletext"/>
              <w:rPr>
                <w:lang w:val="en-GB"/>
              </w:rPr>
            </w:pPr>
            <w:r w:rsidRPr="00E4005D">
              <w:rPr>
                <w:lang w:val="en-GB"/>
              </w:rPr>
              <w:t>RP84Si + RP89 + RP77</w:t>
            </w:r>
          </w:p>
        </w:tc>
        <w:tc>
          <w:tcPr>
            <w:tcW w:w="2338" w:type="dxa"/>
          </w:tcPr>
          <w:p w14:paraId="3440F2C2" w14:textId="77777777" w:rsidR="00D36262" w:rsidRPr="00E4005D" w:rsidRDefault="00D36262" w:rsidP="00D36262">
            <w:pPr>
              <w:pStyle w:val="Tabletext"/>
            </w:pPr>
            <w:r w:rsidRPr="00E4005D">
              <w:rPr>
                <w:lang w:val="en-GB"/>
              </w:rPr>
              <w:t>Butt</w:t>
            </w:r>
          </w:p>
        </w:tc>
        <w:tc>
          <w:tcPr>
            <w:tcW w:w="1709" w:type="dxa"/>
            <w:shd w:val="clear" w:color="auto" w:fill="auto"/>
            <w:tcMar>
              <w:top w:w="28" w:type="dxa"/>
              <w:left w:w="28" w:type="dxa"/>
              <w:bottom w:w="28" w:type="dxa"/>
              <w:right w:w="28" w:type="dxa"/>
            </w:tcMar>
          </w:tcPr>
          <w:p w14:paraId="3AADD80A" w14:textId="77777777" w:rsidR="00D36262" w:rsidRPr="00E4005D" w:rsidRDefault="00D36262" w:rsidP="00D36262">
            <w:pPr>
              <w:pStyle w:val="Tabletext"/>
              <w:rPr>
                <w:lang w:val="en-GB"/>
              </w:rPr>
            </w:pPr>
            <w:r w:rsidRPr="00E4005D">
              <w:rPr>
                <w:lang w:val="en-GB"/>
              </w:rPr>
              <w:t>Single</w:t>
            </w:r>
          </w:p>
        </w:tc>
        <w:tc>
          <w:tcPr>
            <w:tcW w:w="989" w:type="dxa"/>
          </w:tcPr>
          <w:p w14:paraId="3A45D020" w14:textId="77777777" w:rsidR="00D36262" w:rsidRPr="00E4005D" w:rsidRDefault="00D36262" w:rsidP="00D36262">
            <w:pPr>
              <w:pStyle w:val="Tabletext"/>
              <w:rPr>
                <w:lang w:val="en-GB"/>
              </w:rPr>
            </w:pPr>
            <w:r w:rsidRPr="00E4005D">
              <w:rPr>
                <w:lang w:val="en-GB"/>
              </w:rPr>
              <w:t>Medium</w:t>
            </w:r>
          </w:p>
        </w:tc>
        <w:tc>
          <w:tcPr>
            <w:tcW w:w="1079" w:type="dxa"/>
          </w:tcPr>
          <w:p w14:paraId="234E22F5" w14:textId="77777777" w:rsidR="00D36262" w:rsidRPr="00E4005D" w:rsidRDefault="00D36262" w:rsidP="00D36262">
            <w:pPr>
              <w:pStyle w:val="Tabletext"/>
              <w:rPr>
                <w:lang w:val="en-GB"/>
              </w:rPr>
            </w:pPr>
          </w:p>
        </w:tc>
      </w:tr>
      <w:tr w:rsidR="00D36262" w:rsidRPr="00E4005D" w14:paraId="403A7129" w14:textId="77777777" w:rsidTr="00DE3706">
        <w:tc>
          <w:tcPr>
            <w:tcW w:w="2946" w:type="dxa"/>
            <w:shd w:val="clear" w:color="auto" w:fill="auto"/>
            <w:tcMar>
              <w:top w:w="28" w:type="dxa"/>
              <w:left w:w="28" w:type="dxa"/>
              <w:bottom w:w="28" w:type="dxa"/>
              <w:right w:w="28" w:type="dxa"/>
            </w:tcMar>
          </w:tcPr>
          <w:p w14:paraId="1C8E3751" w14:textId="77777777" w:rsidR="00D36262" w:rsidRPr="00E4005D" w:rsidRDefault="00D36262" w:rsidP="00D36262">
            <w:pPr>
              <w:pStyle w:val="Tabletext"/>
              <w:rPr>
                <w:lang w:val="en-GB"/>
              </w:rPr>
            </w:pPr>
            <w:r w:rsidRPr="00E4005D">
              <w:rPr>
                <w:lang w:val="en-GB"/>
              </w:rPr>
              <w:t>RP74F + RP74F + RP52F + RP82</w:t>
            </w:r>
          </w:p>
        </w:tc>
        <w:tc>
          <w:tcPr>
            <w:tcW w:w="2338" w:type="dxa"/>
          </w:tcPr>
          <w:p w14:paraId="16ECDCD8" w14:textId="77777777" w:rsidR="00D36262" w:rsidRPr="00E4005D" w:rsidRDefault="00D36262" w:rsidP="00D36262">
            <w:pPr>
              <w:pStyle w:val="Tabletext"/>
              <w:rPr>
                <w:lang w:val="en-GB"/>
              </w:rPr>
            </w:pPr>
            <w:r w:rsidRPr="00E4005D">
              <w:rPr>
                <w:lang w:val="en-GB"/>
              </w:rPr>
              <w:t>Pivot</w:t>
            </w:r>
          </w:p>
        </w:tc>
        <w:tc>
          <w:tcPr>
            <w:tcW w:w="1709" w:type="dxa"/>
            <w:shd w:val="clear" w:color="auto" w:fill="auto"/>
            <w:tcMar>
              <w:top w:w="28" w:type="dxa"/>
              <w:left w:w="28" w:type="dxa"/>
              <w:bottom w:w="28" w:type="dxa"/>
              <w:right w:w="28" w:type="dxa"/>
            </w:tcMar>
          </w:tcPr>
          <w:p w14:paraId="17E109B6" w14:textId="5AE2AF13" w:rsidR="00D36262" w:rsidRPr="00E4005D" w:rsidRDefault="00830753" w:rsidP="00D36262">
            <w:pPr>
              <w:pStyle w:val="Tabletext"/>
              <w:rPr>
                <w:lang w:val="en-GB"/>
              </w:rPr>
            </w:pPr>
            <w:r w:rsidRPr="00E4005D">
              <w:rPr>
                <w:lang w:val="en-GB"/>
              </w:rPr>
              <w:t>Timber single and double</w:t>
            </w:r>
          </w:p>
        </w:tc>
        <w:tc>
          <w:tcPr>
            <w:tcW w:w="989" w:type="dxa"/>
          </w:tcPr>
          <w:p w14:paraId="2F3E4A48" w14:textId="77777777" w:rsidR="00D36262" w:rsidRPr="00E4005D" w:rsidRDefault="00D36262" w:rsidP="00D36262">
            <w:pPr>
              <w:pStyle w:val="Tabletext"/>
              <w:rPr>
                <w:lang w:val="en-GB"/>
              </w:rPr>
            </w:pPr>
            <w:r w:rsidRPr="00E4005D">
              <w:rPr>
                <w:lang w:val="en-GB"/>
              </w:rPr>
              <w:t>Heavy</w:t>
            </w:r>
          </w:p>
        </w:tc>
        <w:tc>
          <w:tcPr>
            <w:tcW w:w="1079" w:type="dxa"/>
          </w:tcPr>
          <w:p w14:paraId="03B48AB8" w14:textId="77777777" w:rsidR="00D36262" w:rsidRPr="00E4005D" w:rsidRDefault="00D36262" w:rsidP="00D36262">
            <w:pPr>
              <w:pStyle w:val="Tabletext"/>
              <w:rPr>
                <w:lang w:val="en-GB"/>
              </w:rPr>
            </w:pPr>
          </w:p>
        </w:tc>
      </w:tr>
      <w:tr w:rsidR="00D36262" w:rsidRPr="00E4005D" w14:paraId="2C746A7B" w14:textId="77777777" w:rsidTr="00DE3706">
        <w:tc>
          <w:tcPr>
            <w:tcW w:w="2946" w:type="dxa"/>
            <w:shd w:val="clear" w:color="auto" w:fill="auto"/>
            <w:tcMar>
              <w:top w:w="28" w:type="dxa"/>
              <w:left w:w="28" w:type="dxa"/>
              <w:bottom w:w="28" w:type="dxa"/>
              <w:right w:w="28" w:type="dxa"/>
            </w:tcMar>
          </w:tcPr>
          <w:p w14:paraId="1D141434" w14:textId="77777777" w:rsidR="00D36262" w:rsidRPr="00E4005D" w:rsidRDefault="00D36262" w:rsidP="00D36262">
            <w:pPr>
              <w:pStyle w:val="Tabletext"/>
              <w:rPr>
                <w:lang w:val="en-GB"/>
              </w:rPr>
            </w:pPr>
            <w:r w:rsidRPr="00E4005D">
              <w:rPr>
                <w:lang w:val="en-GB"/>
              </w:rPr>
              <w:t>RP130Si + RP129Si + RP130Si + RP115</w:t>
            </w:r>
          </w:p>
        </w:tc>
        <w:tc>
          <w:tcPr>
            <w:tcW w:w="2338" w:type="dxa"/>
          </w:tcPr>
          <w:p w14:paraId="2657CE5B" w14:textId="77777777" w:rsidR="00D36262" w:rsidRPr="00E4005D" w:rsidRDefault="00D36262" w:rsidP="00D36262">
            <w:pPr>
              <w:pStyle w:val="Tabletext"/>
            </w:pPr>
            <w:r w:rsidRPr="00E4005D">
              <w:rPr>
                <w:lang w:val="en-GB"/>
              </w:rPr>
              <w:t>Pivot</w:t>
            </w:r>
          </w:p>
        </w:tc>
        <w:tc>
          <w:tcPr>
            <w:tcW w:w="1709" w:type="dxa"/>
            <w:shd w:val="clear" w:color="auto" w:fill="auto"/>
            <w:tcMar>
              <w:top w:w="28" w:type="dxa"/>
              <w:left w:w="28" w:type="dxa"/>
              <w:bottom w:w="28" w:type="dxa"/>
              <w:right w:w="28" w:type="dxa"/>
            </w:tcMar>
          </w:tcPr>
          <w:p w14:paraId="11944D22" w14:textId="31A9BF30" w:rsidR="00D36262" w:rsidRPr="00E4005D" w:rsidRDefault="00D36262" w:rsidP="00D36262">
            <w:pPr>
              <w:pStyle w:val="Tabletext"/>
              <w:rPr>
                <w:lang w:val="en-GB"/>
              </w:rPr>
            </w:pPr>
            <w:r w:rsidRPr="00E4005D">
              <w:rPr>
                <w:lang w:val="en-GB"/>
              </w:rPr>
              <w:t xml:space="preserve">Timber </w:t>
            </w:r>
            <w:r w:rsidR="00830753" w:rsidRPr="00E4005D">
              <w:rPr>
                <w:lang w:val="en-GB"/>
              </w:rPr>
              <w:t>s</w:t>
            </w:r>
            <w:r w:rsidRPr="00E4005D">
              <w:rPr>
                <w:lang w:val="en-GB"/>
              </w:rPr>
              <w:t xml:space="preserve">ingle </w:t>
            </w:r>
            <w:r w:rsidR="00DE3706" w:rsidRPr="00E4005D">
              <w:rPr>
                <w:lang w:val="en-GB"/>
              </w:rPr>
              <w:t>and</w:t>
            </w:r>
            <w:r w:rsidR="00830753" w:rsidRPr="00E4005D">
              <w:rPr>
                <w:lang w:val="en-GB"/>
              </w:rPr>
              <w:t xml:space="preserve"> d</w:t>
            </w:r>
            <w:r w:rsidRPr="00E4005D">
              <w:rPr>
                <w:lang w:val="en-GB"/>
              </w:rPr>
              <w:t>ouble</w:t>
            </w:r>
          </w:p>
        </w:tc>
        <w:tc>
          <w:tcPr>
            <w:tcW w:w="989" w:type="dxa"/>
          </w:tcPr>
          <w:p w14:paraId="015FBD30" w14:textId="77777777" w:rsidR="00D36262" w:rsidRPr="00E4005D" w:rsidRDefault="00D36262" w:rsidP="00D36262">
            <w:pPr>
              <w:pStyle w:val="Tabletext"/>
              <w:rPr>
                <w:lang w:val="en-GB"/>
              </w:rPr>
            </w:pPr>
            <w:r w:rsidRPr="00E4005D">
              <w:rPr>
                <w:lang w:val="en-GB"/>
              </w:rPr>
              <w:t>Heavy</w:t>
            </w:r>
          </w:p>
        </w:tc>
        <w:tc>
          <w:tcPr>
            <w:tcW w:w="1079" w:type="dxa"/>
          </w:tcPr>
          <w:p w14:paraId="50E997E1" w14:textId="77777777" w:rsidR="00D36262" w:rsidRPr="00E4005D" w:rsidRDefault="00D36262" w:rsidP="00D36262">
            <w:pPr>
              <w:pStyle w:val="Tabletext"/>
              <w:rPr>
                <w:lang w:val="en-GB"/>
              </w:rPr>
            </w:pPr>
          </w:p>
        </w:tc>
      </w:tr>
      <w:tr w:rsidR="00D36262" w:rsidRPr="00E4005D" w14:paraId="4326DB0F" w14:textId="77777777" w:rsidTr="00DE3706">
        <w:tc>
          <w:tcPr>
            <w:tcW w:w="2946" w:type="dxa"/>
            <w:shd w:val="clear" w:color="auto" w:fill="auto"/>
            <w:tcMar>
              <w:top w:w="28" w:type="dxa"/>
              <w:left w:w="28" w:type="dxa"/>
              <w:bottom w:w="28" w:type="dxa"/>
              <w:right w:w="28" w:type="dxa"/>
            </w:tcMar>
          </w:tcPr>
          <w:p w14:paraId="0925CA87" w14:textId="77777777" w:rsidR="00D36262" w:rsidRPr="00E4005D" w:rsidRDefault="00D36262" w:rsidP="00D36262">
            <w:pPr>
              <w:pStyle w:val="Tabletext"/>
              <w:rPr>
                <w:lang w:val="en-GB"/>
              </w:rPr>
            </w:pPr>
            <w:r w:rsidRPr="00E4005D">
              <w:rPr>
                <w:lang w:val="en-GB"/>
              </w:rPr>
              <w:t>RP89 + RP89 + RP116</w:t>
            </w:r>
          </w:p>
        </w:tc>
        <w:tc>
          <w:tcPr>
            <w:tcW w:w="2338" w:type="dxa"/>
          </w:tcPr>
          <w:p w14:paraId="09D7485B" w14:textId="77777777" w:rsidR="00D36262" w:rsidRPr="00E4005D" w:rsidRDefault="00D36262" w:rsidP="00D36262">
            <w:pPr>
              <w:pStyle w:val="Tabletext"/>
            </w:pPr>
            <w:r w:rsidRPr="00E4005D">
              <w:rPr>
                <w:lang w:val="en-GB"/>
              </w:rPr>
              <w:t>Pivot</w:t>
            </w:r>
          </w:p>
        </w:tc>
        <w:tc>
          <w:tcPr>
            <w:tcW w:w="1709" w:type="dxa"/>
            <w:shd w:val="clear" w:color="auto" w:fill="auto"/>
            <w:tcMar>
              <w:top w:w="28" w:type="dxa"/>
              <w:left w:w="28" w:type="dxa"/>
              <w:bottom w:w="28" w:type="dxa"/>
              <w:right w:w="28" w:type="dxa"/>
            </w:tcMar>
          </w:tcPr>
          <w:p w14:paraId="22FF7E16" w14:textId="77777777" w:rsidR="00D36262" w:rsidRPr="00E4005D" w:rsidRDefault="00D36262" w:rsidP="00D36262">
            <w:pPr>
              <w:pStyle w:val="Tabletext"/>
              <w:rPr>
                <w:lang w:val="en-GB"/>
              </w:rPr>
            </w:pPr>
            <w:r w:rsidRPr="00E4005D">
              <w:rPr>
                <w:lang w:val="en-GB"/>
              </w:rPr>
              <w:t>Aluminium</w:t>
            </w:r>
          </w:p>
        </w:tc>
        <w:tc>
          <w:tcPr>
            <w:tcW w:w="989" w:type="dxa"/>
          </w:tcPr>
          <w:p w14:paraId="3E94E038" w14:textId="77777777" w:rsidR="00D36262" w:rsidRPr="00E4005D" w:rsidRDefault="00D36262" w:rsidP="00D36262">
            <w:pPr>
              <w:pStyle w:val="Tabletext"/>
              <w:rPr>
                <w:lang w:val="en-GB"/>
              </w:rPr>
            </w:pPr>
            <w:r w:rsidRPr="00E4005D">
              <w:rPr>
                <w:lang w:val="en-GB"/>
              </w:rPr>
              <w:t>Medium</w:t>
            </w:r>
          </w:p>
        </w:tc>
        <w:tc>
          <w:tcPr>
            <w:tcW w:w="1079" w:type="dxa"/>
          </w:tcPr>
          <w:p w14:paraId="706A9018" w14:textId="77777777" w:rsidR="00D36262" w:rsidRPr="00E4005D" w:rsidRDefault="00D36262" w:rsidP="00D36262">
            <w:pPr>
              <w:pStyle w:val="Tabletext"/>
              <w:rPr>
                <w:lang w:val="en-GB"/>
              </w:rPr>
            </w:pPr>
          </w:p>
        </w:tc>
      </w:tr>
      <w:tr w:rsidR="00D36262" w:rsidRPr="00E4005D" w14:paraId="778F9A6B" w14:textId="77777777" w:rsidTr="00DE3706">
        <w:tc>
          <w:tcPr>
            <w:tcW w:w="2946" w:type="dxa"/>
            <w:shd w:val="clear" w:color="auto" w:fill="auto"/>
            <w:tcMar>
              <w:top w:w="28" w:type="dxa"/>
              <w:left w:w="28" w:type="dxa"/>
              <w:bottom w:w="28" w:type="dxa"/>
              <w:right w:w="28" w:type="dxa"/>
            </w:tcMar>
          </w:tcPr>
          <w:p w14:paraId="44AEAF7B" w14:textId="77777777" w:rsidR="00D36262" w:rsidRPr="00E4005D" w:rsidRDefault="00D36262" w:rsidP="00D36262">
            <w:pPr>
              <w:pStyle w:val="Tabletext"/>
              <w:rPr>
                <w:lang w:val="en-GB"/>
              </w:rPr>
            </w:pPr>
            <w:r w:rsidRPr="00E4005D">
              <w:rPr>
                <w:lang w:val="en-GB"/>
              </w:rPr>
              <w:t>RP74F + RP74F + RP19</w:t>
            </w:r>
          </w:p>
        </w:tc>
        <w:tc>
          <w:tcPr>
            <w:tcW w:w="2338" w:type="dxa"/>
          </w:tcPr>
          <w:p w14:paraId="7C8EE423" w14:textId="77777777" w:rsidR="00D36262" w:rsidRPr="00E4005D" w:rsidRDefault="00D36262" w:rsidP="00D36262">
            <w:pPr>
              <w:pStyle w:val="Tabletext"/>
            </w:pPr>
            <w:r w:rsidRPr="00E4005D">
              <w:rPr>
                <w:lang w:val="en-GB"/>
              </w:rPr>
              <w:t>Pivot</w:t>
            </w:r>
          </w:p>
        </w:tc>
        <w:tc>
          <w:tcPr>
            <w:tcW w:w="1709" w:type="dxa"/>
            <w:shd w:val="clear" w:color="auto" w:fill="auto"/>
            <w:tcMar>
              <w:top w:w="28" w:type="dxa"/>
              <w:left w:w="28" w:type="dxa"/>
              <w:bottom w:w="28" w:type="dxa"/>
              <w:right w:w="28" w:type="dxa"/>
            </w:tcMar>
          </w:tcPr>
          <w:p w14:paraId="10D3067B" w14:textId="77777777" w:rsidR="00D36262" w:rsidRPr="00E4005D" w:rsidRDefault="00D36262" w:rsidP="00D36262">
            <w:pPr>
              <w:pStyle w:val="Tabletext"/>
              <w:rPr>
                <w:lang w:val="en-GB"/>
              </w:rPr>
            </w:pPr>
            <w:r w:rsidRPr="00E4005D">
              <w:rPr>
                <w:lang w:val="en-GB"/>
              </w:rPr>
              <w:t>Aluminium</w:t>
            </w:r>
          </w:p>
        </w:tc>
        <w:tc>
          <w:tcPr>
            <w:tcW w:w="989" w:type="dxa"/>
          </w:tcPr>
          <w:p w14:paraId="0AAC6897" w14:textId="77777777" w:rsidR="00D36262" w:rsidRPr="00E4005D" w:rsidRDefault="00D36262" w:rsidP="00D36262">
            <w:pPr>
              <w:pStyle w:val="Tabletext"/>
              <w:rPr>
                <w:lang w:val="en-GB"/>
              </w:rPr>
            </w:pPr>
            <w:r w:rsidRPr="00E4005D">
              <w:rPr>
                <w:lang w:val="en-GB"/>
              </w:rPr>
              <w:t>Heavy</w:t>
            </w:r>
          </w:p>
        </w:tc>
        <w:tc>
          <w:tcPr>
            <w:tcW w:w="1079" w:type="dxa"/>
          </w:tcPr>
          <w:p w14:paraId="13351C69" w14:textId="77777777" w:rsidR="00D36262" w:rsidRPr="00E4005D" w:rsidRDefault="00D36262" w:rsidP="00D36262">
            <w:pPr>
              <w:pStyle w:val="Tabletext"/>
              <w:rPr>
                <w:lang w:val="en-GB"/>
              </w:rPr>
            </w:pPr>
          </w:p>
        </w:tc>
      </w:tr>
      <w:tr w:rsidR="00D36262" w:rsidRPr="00E4005D" w14:paraId="70DB1709" w14:textId="77777777" w:rsidTr="00DE3706">
        <w:tc>
          <w:tcPr>
            <w:tcW w:w="2946" w:type="dxa"/>
            <w:shd w:val="clear" w:color="auto" w:fill="auto"/>
            <w:tcMar>
              <w:top w:w="28" w:type="dxa"/>
              <w:left w:w="28" w:type="dxa"/>
              <w:bottom w:w="28" w:type="dxa"/>
              <w:right w:w="28" w:type="dxa"/>
            </w:tcMar>
          </w:tcPr>
          <w:p w14:paraId="5B23F680" w14:textId="77777777" w:rsidR="00D36262" w:rsidRPr="00E4005D" w:rsidRDefault="00D36262" w:rsidP="00D36262">
            <w:pPr>
              <w:pStyle w:val="Tabletext"/>
              <w:rPr>
                <w:lang w:val="en-GB"/>
              </w:rPr>
            </w:pPr>
            <w:r w:rsidRPr="00E4005D">
              <w:rPr>
                <w:lang w:val="en-GB"/>
              </w:rPr>
              <w:lastRenderedPageBreak/>
              <w:t>RP51F + RP2a</w:t>
            </w:r>
          </w:p>
        </w:tc>
        <w:tc>
          <w:tcPr>
            <w:tcW w:w="2338" w:type="dxa"/>
          </w:tcPr>
          <w:p w14:paraId="0DB4819E" w14:textId="77777777" w:rsidR="00D36262" w:rsidRPr="00E4005D" w:rsidRDefault="00D36262" w:rsidP="00D36262">
            <w:pPr>
              <w:pStyle w:val="Tabletext"/>
              <w:rPr>
                <w:lang w:val="en-GB"/>
              </w:rPr>
            </w:pPr>
            <w:r w:rsidRPr="00E4005D">
              <w:rPr>
                <w:lang w:val="en-GB"/>
              </w:rPr>
              <w:t>Sliding</w:t>
            </w:r>
          </w:p>
        </w:tc>
        <w:tc>
          <w:tcPr>
            <w:tcW w:w="1709" w:type="dxa"/>
            <w:shd w:val="clear" w:color="auto" w:fill="auto"/>
            <w:tcMar>
              <w:top w:w="28" w:type="dxa"/>
              <w:left w:w="28" w:type="dxa"/>
              <w:bottom w:w="28" w:type="dxa"/>
              <w:right w:w="28" w:type="dxa"/>
            </w:tcMar>
          </w:tcPr>
          <w:p w14:paraId="60DD3A33" w14:textId="77777777" w:rsidR="00D36262" w:rsidRPr="00E4005D" w:rsidRDefault="00D36262" w:rsidP="00D36262">
            <w:pPr>
              <w:pStyle w:val="Tabletext"/>
              <w:rPr>
                <w:lang w:val="en-GB"/>
              </w:rPr>
            </w:pPr>
            <w:r w:rsidRPr="00E4005D">
              <w:rPr>
                <w:lang w:val="en-GB"/>
              </w:rPr>
              <w:t>Timber</w:t>
            </w:r>
          </w:p>
        </w:tc>
        <w:tc>
          <w:tcPr>
            <w:tcW w:w="989" w:type="dxa"/>
          </w:tcPr>
          <w:p w14:paraId="220EB263" w14:textId="77777777" w:rsidR="00D36262" w:rsidRPr="00E4005D" w:rsidRDefault="00D36262" w:rsidP="00D36262">
            <w:pPr>
              <w:pStyle w:val="Tabletext"/>
              <w:rPr>
                <w:lang w:val="en-GB"/>
              </w:rPr>
            </w:pPr>
            <w:r w:rsidRPr="00E4005D">
              <w:rPr>
                <w:lang w:val="en-GB"/>
              </w:rPr>
              <w:t>Heavy</w:t>
            </w:r>
          </w:p>
        </w:tc>
        <w:tc>
          <w:tcPr>
            <w:tcW w:w="1079" w:type="dxa"/>
          </w:tcPr>
          <w:p w14:paraId="28DE3D1C" w14:textId="77777777" w:rsidR="00D36262" w:rsidRPr="00E4005D" w:rsidRDefault="00D36262" w:rsidP="00D36262">
            <w:pPr>
              <w:pStyle w:val="Tabletext"/>
              <w:rPr>
                <w:lang w:val="en-GB"/>
              </w:rPr>
            </w:pPr>
          </w:p>
        </w:tc>
      </w:tr>
      <w:tr w:rsidR="00D36262" w:rsidRPr="00E4005D" w14:paraId="77B4F65C" w14:textId="77777777" w:rsidTr="00DE3706">
        <w:tc>
          <w:tcPr>
            <w:tcW w:w="2946" w:type="dxa"/>
            <w:shd w:val="clear" w:color="auto" w:fill="auto"/>
            <w:tcMar>
              <w:top w:w="28" w:type="dxa"/>
              <w:left w:w="28" w:type="dxa"/>
              <w:bottom w:w="28" w:type="dxa"/>
              <w:right w:w="28" w:type="dxa"/>
            </w:tcMar>
          </w:tcPr>
          <w:p w14:paraId="200FB97F" w14:textId="77777777" w:rsidR="00D36262" w:rsidRPr="00E4005D" w:rsidRDefault="00D36262" w:rsidP="00D36262">
            <w:pPr>
              <w:pStyle w:val="Tabletext"/>
              <w:rPr>
                <w:lang w:val="en-GB"/>
              </w:rPr>
            </w:pPr>
            <w:r w:rsidRPr="00E4005D">
              <w:rPr>
                <w:lang w:val="en-GB"/>
              </w:rPr>
              <w:t>RP51F + RP74F</w:t>
            </w:r>
          </w:p>
        </w:tc>
        <w:tc>
          <w:tcPr>
            <w:tcW w:w="2338" w:type="dxa"/>
          </w:tcPr>
          <w:p w14:paraId="164BEF1E" w14:textId="77777777" w:rsidR="00D36262" w:rsidRPr="00E4005D" w:rsidRDefault="00D36262" w:rsidP="00D36262">
            <w:pPr>
              <w:pStyle w:val="Tabletext"/>
              <w:rPr>
                <w:lang w:val="en-GB"/>
              </w:rPr>
            </w:pPr>
            <w:r w:rsidRPr="00E4005D">
              <w:rPr>
                <w:lang w:val="en-GB"/>
              </w:rPr>
              <w:t>Sliding</w:t>
            </w:r>
          </w:p>
        </w:tc>
        <w:tc>
          <w:tcPr>
            <w:tcW w:w="1709" w:type="dxa"/>
            <w:shd w:val="clear" w:color="auto" w:fill="auto"/>
            <w:tcMar>
              <w:top w:w="28" w:type="dxa"/>
              <w:left w:w="28" w:type="dxa"/>
              <w:bottom w:w="28" w:type="dxa"/>
              <w:right w:w="28" w:type="dxa"/>
            </w:tcMar>
          </w:tcPr>
          <w:p w14:paraId="7A210B4A" w14:textId="77777777" w:rsidR="00D36262" w:rsidRPr="00E4005D" w:rsidRDefault="00D36262" w:rsidP="00D36262">
            <w:pPr>
              <w:pStyle w:val="Tabletext"/>
              <w:rPr>
                <w:lang w:val="en-GB"/>
              </w:rPr>
            </w:pPr>
            <w:r w:rsidRPr="00E4005D">
              <w:rPr>
                <w:lang w:val="en-GB"/>
              </w:rPr>
              <w:t>Timber</w:t>
            </w:r>
          </w:p>
        </w:tc>
        <w:tc>
          <w:tcPr>
            <w:tcW w:w="989" w:type="dxa"/>
          </w:tcPr>
          <w:p w14:paraId="60BB1B54" w14:textId="77777777" w:rsidR="00D36262" w:rsidRPr="00E4005D" w:rsidRDefault="00D36262" w:rsidP="00D36262">
            <w:pPr>
              <w:pStyle w:val="Tabletext"/>
              <w:rPr>
                <w:lang w:val="en-GB"/>
              </w:rPr>
            </w:pPr>
            <w:r w:rsidRPr="00E4005D">
              <w:rPr>
                <w:lang w:val="en-GB"/>
              </w:rPr>
              <w:t>Heavy</w:t>
            </w:r>
          </w:p>
        </w:tc>
        <w:tc>
          <w:tcPr>
            <w:tcW w:w="1079" w:type="dxa"/>
          </w:tcPr>
          <w:p w14:paraId="051452B1" w14:textId="77777777" w:rsidR="00D36262" w:rsidRPr="00E4005D" w:rsidRDefault="00D36262" w:rsidP="00D36262">
            <w:pPr>
              <w:pStyle w:val="Tabletext"/>
              <w:rPr>
                <w:lang w:val="en-GB"/>
              </w:rPr>
            </w:pPr>
          </w:p>
        </w:tc>
      </w:tr>
      <w:tr w:rsidR="00D36262" w:rsidRPr="00E4005D" w14:paraId="745FE2AD" w14:textId="77777777" w:rsidTr="00DE3706">
        <w:tc>
          <w:tcPr>
            <w:tcW w:w="2946" w:type="dxa"/>
            <w:shd w:val="clear" w:color="auto" w:fill="auto"/>
            <w:tcMar>
              <w:top w:w="28" w:type="dxa"/>
              <w:left w:w="28" w:type="dxa"/>
              <w:bottom w:w="28" w:type="dxa"/>
              <w:right w:w="28" w:type="dxa"/>
            </w:tcMar>
          </w:tcPr>
          <w:p w14:paraId="745C321C" w14:textId="77777777" w:rsidR="00D36262" w:rsidRPr="00E4005D" w:rsidRDefault="00D36262" w:rsidP="00D36262">
            <w:pPr>
              <w:pStyle w:val="Tabletext"/>
              <w:rPr>
                <w:lang w:val="en-GB"/>
              </w:rPr>
            </w:pPr>
            <w:r w:rsidRPr="00E4005D">
              <w:rPr>
                <w:lang w:val="en-GB"/>
              </w:rPr>
              <w:t>RP73 + RP17b</w:t>
            </w:r>
          </w:p>
        </w:tc>
        <w:tc>
          <w:tcPr>
            <w:tcW w:w="2338" w:type="dxa"/>
          </w:tcPr>
          <w:p w14:paraId="0FFB64C5" w14:textId="77777777" w:rsidR="00D36262" w:rsidRPr="00E4005D" w:rsidRDefault="00D36262" w:rsidP="00D36262">
            <w:pPr>
              <w:pStyle w:val="Tabletext"/>
              <w:rPr>
                <w:lang w:val="en-GB"/>
              </w:rPr>
            </w:pPr>
            <w:r w:rsidRPr="00E4005D">
              <w:rPr>
                <w:lang w:val="en-GB"/>
              </w:rPr>
              <w:t>Sliding</w:t>
            </w:r>
          </w:p>
        </w:tc>
        <w:tc>
          <w:tcPr>
            <w:tcW w:w="1709" w:type="dxa"/>
            <w:shd w:val="clear" w:color="auto" w:fill="auto"/>
            <w:tcMar>
              <w:top w:w="28" w:type="dxa"/>
              <w:left w:w="28" w:type="dxa"/>
              <w:bottom w:w="28" w:type="dxa"/>
              <w:right w:w="28" w:type="dxa"/>
            </w:tcMar>
          </w:tcPr>
          <w:p w14:paraId="3A559223" w14:textId="77777777" w:rsidR="00D36262" w:rsidRPr="00E4005D" w:rsidRDefault="00D36262" w:rsidP="00D36262">
            <w:pPr>
              <w:pStyle w:val="Tabletext"/>
              <w:rPr>
                <w:lang w:val="en-GB"/>
              </w:rPr>
            </w:pPr>
            <w:r w:rsidRPr="00E4005D">
              <w:rPr>
                <w:lang w:val="en-GB"/>
              </w:rPr>
              <w:t>Timber</w:t>
            </w:r>
          </w:p>
        </w:tc>
        <w:tc>
          <w:tcPr>
            <w:tcW w:w="989" w:type="dxa"/>
          </w:tcPr>
          <w:p w14:paraId="7FD427DF" w14:textId="77777777" w:rsidR="00D36262" w:rsidRPr="00E4005D" w:rsidRDefault="00D36262" w:rsidP="00D36262">
            <w:pPr>
              <w:pStyle w:val="Tabletext"/>
              <w:rPr>
                <w:lang w:val="en-GB"/>
              </w:rPr>
            </w:pPr>
            <w:r w:rsidRPr="00E4005D">
              <w:rPr>
                <w:lang w:val="en-GB"/>
              </w:rPr>
              <w:t>Light</w:t>
            </w:r>
          </w:p>
        </w:tc>
        <w:tc>
          <w:tcPr>
            <w:tcW w:w="1079" w:type="dxa"/>
          </w:tcPr>
          <w:p w14:paraId="090A8A14" w14:textId="77777777" w:rsidR="00D36262" w:rsidRPr="00E4005D" w:rsidRDefault="00D36262" w:rsidP="00D36262">
            <w:pPr>
              <w:pStyle w:val="Tabletext"/>
              <w:rPr>
                <w:lang w:val="en-GB"/>
              </w:rPr>
            </w:pPr>
          </w:p>
        </w:tc>
      </w:tr>
      <w:tr w:rsidR="00D36262" w:rsidRPr="00E4005D" w14:paraId="41D2CB88" w14:textId="77777777" w:rsidTr="00DE3706">
        <w:tc>
          <w:tcPr>
            <w:tcW w:w="2946" w:type="dxa"/>
            <w:shd w:val="clear" w:color="auto" w:fill="auto"/>
            <w:tcMar>
              <w:top w:w="28" w:type="dxa"/>
              <w:left w:w="28" w:type="dxa"/>
              <w:bottom w:w="28" w:type="dxa"/>
              <w:right w:w="28" w:type="dxa"/>
            </w:tcMar>
          </w:tcPr>
          <w:p w14:paraId="1D87F6A5" w14:textId="77777777" w:rsidR="00D36262" w:rsidRPr="00E4005D" w:rsidRDefault="00D36262" w:rsidP="00D36262">
            <w:pPr>
              <w:pStyle w:val="Tabletext"/>
              <w:rPr>
                <w:lang w:val="en-GB"/>
              </w:rPr>
            </w:pPr>
            <w:r w:rsidRPr="00E4005D">
              <w:rPr>
                <w:lang w:val="en-GB"/>
              </w:rPr>
              <w:t>RP41 + RP4T + RP91</w:t>
            </w:r>
          </w:p>
        </w:tc>
        <w:tc>
          <w:tcPr>
            <w:tcW w:w="2338" w:type="dxa"/>
          </w:tcPr>
          <w:p w14:paraId="040DCBB9" w14:textId="50A20523" w:rsidR="00D36262" w:rsidRPr="00E4005D" w:rsidRDefault="00D36262" w:rsidP="00D36262">
            <w:pPr>
              <w:pStyle w:val="Tabletext"/>
              <w:rPr>
                <w:lang w:val="en-GB"/>
              </w:rPr>
            </w:pPr>
            <w:r w:rsidRPr="00E4005D">
              <w:rPr>
                <w:lang w:val="en-GB"/>
              </w:rPr>
              <w:t xml:space="preserve">Panel </w:t>
            </w:r>
            <w:r w:rsidR="00EC27E9" w:rsidRPr="00E4005D">
              <w:rPr>
                <w:lang w:val="en-GB"/>
              </w:rPr>
              <w:t>l</w:t>
            </w:r>
            <w:r w:rsidRPr="00E4005D">
              <w:rPr>
                <w:lang w:val="en-GB"/>
              </w:rPr>
              <w:t xml:space="preserve">ift </w:t>
            </w:r>
            <w:r w:rsidR="00EC27E9" w:rsidRPr="00E4005D">
              <w:rPr>
                <w:lang w:val="en-GB"/>
              </w:rPr>
              <w:t>g</w:t>
            </w:r>
            <w:r w:rsidRPr="00E4005D">
              <w:rPr>
                <w:lang w:val="en-GB"/>
              </w:rPr>
              <w:t xml:space="preserve">arage </w:t>
            </w:r>
            <w:r w:rsidR="00EC27E9" w:rsidRPr="00E4005D">
              <w:rPr>
                <w:lang w:val="en-GB"/>
              </w:rPr>
              <w:t>d</w:t>
            </w:r>
            <w:r w:rsidRPr="00E4005D">
              <w:rPr>
                <w:lang w:val="en-GB"/>
              </w:rPr>
              <w:t>oor</w:t>
            </w:r>
          </w:p>
        </w:tc>
        <w:tc>
          <w:tcPr>
            <w:tcW w:w="1709" w:type="dxa"/>
            <w:shd w:val="clear" w:color="auto" w:fill="auto"/>
            <w:tcMar>
              <w:top w:w="28" w:type="dxa"/>
              <w:left w:w="28" w:type="dxa"/>
              <w:bottom w:w="28" w:type="dxa"/>
              <w:right w:w="28" w:type="dxa"/>
            </w:tcMar>
          </w:tcPr>
          <w:p w14:paraId="204D1907" w14:textId="77777777" w:rsidR="00D36262" w:rsidRPr="00E4005D" w:rsidRDefault="00D36262" w:rsidP="00D36262">
            <w:pPr>
              <w:pStyle w:val="Tabletext"/>
              <w:rPr>
                <w:lang w:val="en-GB"/>
              </w:rPr>
            </w:pPr>
            <w:r w:rsidRPr="00E4005D">
              <w:rPr>
                <w:lang w:val="en-GB"/>
              </w:rPr>
              <w:t xml:space="preserve">Metal </w:t>
            </w:r>
          </w:p>
        </w:tc>
        <w:tc>
          <w:tcPr>
            <w:tcW w:w="989" w:type="dxa"/>
          </w:tcPr>
          <w:p w14:paraId="48C5EA73" w14:textId="77777777" w:rsidR="00D36262" w:rsidRPr="00E4005D" w:rsidRDefault="00D36262" w:rsidP="00D36262">
            <w:pPr>
              <w:pStyle w:val="Tabletext"/>
              <w:rPr>
                <w:lang w:val="en-GB"/>
              </w:rPr>
            </w:pPr>
            <w:r w:rsidRPr="00E4005D">
              <w:rPr>
                <w:lang w:val="en-GB"/>
              </w:rPr>
              <w:t>Heavy</w:t>
            </w:r>
          </w:p>
        </w:tc>
        <w:tc>
          <w:tcPr>
            <w:tcW w:w="1079" w:type="dxa"/>
          </w:tcPr>
          <w:p w14:paraId="6BC00D80" w14:textId="77777777" w:rsidR="00D36262" w:rsidRPr="00E4005D" w:rsidRDefault="00D36262" w:rsidP="00D36262">
            <w:pPr>
              <w:pStyle w:val="Tabletext"/>
              <w:rPr>
                <w:lang w:val="en-GB"/>
              </w:rPr>
            </w:pPr>
          </w:p>
        </w:tc>
      </w:tr>
      <w:tr w:rsidR="00D36262" w:rsidRPr="00E4005D" w14:paraId="481DF1A7" w14:textId="77777777" w:rsidTr="00DE3706">
        <w:tc>
          <w:tcPr>
            <w:tcW w:w="2946" w:type="dxa"/>
            <w:shd w:val="clear" w:color="auto" w:fill="auto"/>
            <w:tcMar>
              <w:top w:w="28" w:type="dxa"/>
              <w:left w:w="28" w:type="dxa"/>
              <w:bottom w:w="28" w:type="dxa"/>
              <w:right w:w="28" w:type="dxa"/>
            </w:tcMar>
          </w:tcPr>
          <w:p w14:paraId="4ED6E6C3" w14:textId="77777777" w:rsidR="00D36262" w:rsidRPr="00E4005D" w:rsidRDefault="00D36262" w:rsidP="00D36262">
            <w:pPr>
              <w:pStyle w:val="Tabletext"/>
              <w:rPr>
                <w:lang w:val="en-GB"/>
              </w:rPr>
            </w:pPr>
            <w:r w:rsidRPr="00E4005D">
              <w:rPr>
                <w:lang w:val="en-GB"/>
              </w:rPr>
              <w:t>RP57 + RP4T + RP91</w:t>
            </w:r>
          </w:p>
        </w:tc>
        <w:tc>
          <w:tcPr>
            <w:tcW w:w="2338" w:type="dxa"/>
          </w:tcPr>
          <w:p w14:paraId="255FB62F" w14:textId="2E559C36" w:rsidR="00D36262" w:rsidRPr="00E4005D" w:rsidRDefault="00D36262" w:rsidP="00D36262">
            <w:pPr>
              <w:pStyle w:val="Tabletext"/>
              <w:rPr>
                <w:lang w:val="en-GB"/>
              </w:rPr>
            </w:pPr>
            <w:r w:rsidRPr="00E4005D">
              <w:rPr>
                <w:lang w:val="en-GB"/>
              </w:rPr>
              <w:t xml:space="preserve">Roll-up </w:t>
            </w:r>
            <w:r w:rsidR="00EC27E9" w:rsidRPr="00E4005D">
              <w:rPr>
                <w:lang w:val="en-GB"/>
              </w:rPr>
              <w:t>g</w:t>
            </w:r>
            <w:r w:rsidRPr="00E4005D">
              <w:rPr>
                <w:lang w:val="en-GB"/>
              </w:rPr>
              <w:t xml:space="preserve">arage </w:t>
            </w:r>
            <w:r w:rsidR="00EC27E9" w:rsidRPr="00E4005D">
              <w:rPr>
                <w:lang w:val="en-GB"/>
              </w:rPr>
              <w:t>d</w:t>
            </w:r>
            <w:r w:rsidRPr="00E4005D">
              <w:rPr>
                <w:lang w:val="en-GB"/>
              </w:rPr>
              <w:t>oor</w:t>
            </w:r>
          </w:p>
        </w:tc>
        <w:tc>
          <w:tcPr>
            <w:tcW w:w="1709" w:type="dxa"/>
            <w:shd w:val="clear" w:color="auto" w:fill="auto"/>
            <w:tcMar>
              <w:top w:w="28" w:type="dxa"/>
              <w:left w:w="28" w:type="dxa"/>
              <w:bottom w:w="28" w:type="dxa"/>
              <w:right w:w="28" w:type="dxa"/>
            </w:tcMar>
          </w:tcPr>
          <w:p w14:paraId="63DCFFC4" w14:textId="77777777" w:rsidR="00D36262" w:rsidRPr="00E4005D" w:rsidRDefault="00D36262" w:rsidP="00D36262">
            <w:pPr>
              <w:pStyle w:val="Tabletext"/>
              <w:rPr>
                <w:lang w:val="en-GB"/>
              </w:rPr>
            </w:pPr>
            <w:r w:rsidRPr="00E4005D">
              <w:rPr>
                <w:lang w:val="en-GB"/>
              </w:rPr>
              <w:t>Metal</w:t>
            </w:r>
          </w:p>
        </w:tc>
        <w:tc>
          <w:tcPr>
            <w:tcW w:w="989" w:type="dxa"/>
          </w:tcPr>
          <w:p w14:paraId="304CE21D" w14:textId="77777777" w:rsidR="00D36262" w:rsidRPr="00E4005D" w:rsidRDefault="00D36262" w:rsidP="00D36262">
            <w:pPr>
              <w:pStyle w:val="Tabletext"/>
              <w:rPr>
                <w:lang w:val="en-GB"/>
              </w:rPr>
            </w:pPr>
            <w:r w:rsidRPr="00E4005D">
              <w:rPr>
                <w:lang w:val="en-GB"/>
              </w:rPr>
              <w:t>Heavy</w:t>
            </w:r>
          </w:p>
        </w:tc>
        <w:tc>
          <w:tcPr>
            <w:tcW w:w="1079" w:type="dxa"/>
          </w:tcPr>
          <w:p w14:paraId="108B3932" w14:textId="77777777" w:rsidR="00D36262" w:rsidRPr="00E4005D" w:rsidRDefault="00D36262" w:rsidP="00D36262">
            <w:pPr>
              <w:pStyle w:val="Tabletext"/>
              <w:rPr>
                <w:lang w:val="en-GB"/>
              </w:rPr>
            </w:pPr>
          </w:p>
        </w:tc>
      </w:tr>
      <w:tr w:rsidR="00D36262" w:rsidRPr="00E4005D" w14:paraId="324224F8" w14:textId="77777777" w:rsidTr="00DE3706">
        <w:tc>
          <w:tcPr>
            <w:tcW w:w="2946" w:type="dxa"/>
            <w:shd w:val="clear" w:color="auto" w:fill="auto"/>
            <w:tcMar>
              <w:top w:w="28" w:type="dxa"/>
              <w:left w:w="28" w:type="dxa"/>
              <w:bottom w:w="28" w:type="dxa"/>
              <w:right w:w="28" w:type="dxa"/>
            </w:tcMar>
          </w:tcPr>
          <w:p w14:paraId="3FCC803D" w14:textId="77777777" w:rsidR="00D36262" w:rsidRPr="00E4005D" w:rsidRDefault="00D36262" w:rsidP="00D36262">
            <w:pPr>
              <w:pStyle w:val="Tabletext"/>
              <w:rPr>
                <w:lang w:val="en-GB"/>
              </w:rPr>
            </w:pPr>
            <w:r w:rsidRPr="00E4005D">
              <w:rPr>
                <w:lang w:val="en-GB"/>
              </w:rPr>
              <w:t>RP500 Series Weather Stripping</w:t>
            </w:r>
          </w:p>
        </w:tc>
        <w:tc>
          <w:tcPr>
            <w:tcW w:w="2338" w:type="dxa"/>
          </w:tcPr>
          <w:p w14:paraId="23608592" w14:textId="1E9D198A" w:rsidR="00D36262" w:rsidRPr="00E4005D" w:rsidRDefault="00D36262" w:rsidP="00D36262">
            <w:pPr>
              <w:pStyle w:val="Tabletext"/>
              <w:rPr>
                <w:lang w:val="en-GB"/>
              </w:rPr>
            </w:pPr>
            <w:r w:rsidRPr="00E4005D">
              <w:rPr>
                <w:lang w:val="en-GB"/>
              </w:rPr>
              <w:t xml:space="preserve">Folding </w:t>
            </w:r>
            <w:r w:rsidR="00EC27E9" w:rsidRPr="00E4005D">
              <w:rPr>
                <w:lang w:val="en-GB"/>
              </w:rPr>
              <w:t>d</w:t>
            </w:r>
            <w:r w:rsidRPr="00E4005D">
              <w:rPr>
                <w:lang w:val="en-GB"/>
              </w:rPr>
              <w:t xml:space="preserve">oors </w:t>
            </w:r>
            <w:r w:rsidR="00DE3706" w:rsidRPr="00E4005D">
              <w:rPr>
                <w:lang w:val="en-GB"/>
              </w:rPr>
              <w:t>and</w:t>
            </w:r>
            <w:r w:rsidRPr="00E4005D">
              <w:rPr>
                <w:lang w:val="en-GB"/>
              </w:rPr>
              <w:t xml:space="preserve"> </w:t>
            </w:r>
            <w:r w:rsidR="00EC27E9" w:rsidRPr="00E4005D">
              <w:rPr>
                <w:lang w:val="en-GB"/>
              </w:rPr>
              <w:t>w</w:t>
            </w:r>
            <w:r w:rsidRPr="00E4005D">
              <w:rPr>
                <w:lang w:val="en-GB"/>
              </w:rPr>
              <w:t>indows</w:t>
            </w:r>
          </w:p>
        </w:tc>
        <w:tc>
          <w:tcPr>
            <w:tcW w:w="1709" w:type="dxa"/>
            <w:shd w:val="clear" w:color="auto" w:fill="auto"/>
            <w:tcMar>
              <w:top w:w="28" w:type="dxa"/>
              <w:left w:w="28" w:type="dxa"/>
              <w:bottom w:w="28" w:type="dxa"/>
              <w:right w:w="28" w:type="dxa"/>
            </w:tcMar>
          </w:tcPr>
          <w:p w14:paraId="48F0EA9C" w14:textId="77777777" w:rsidR="00D36262" w:rsidRPr="00E4005D" w:rsidRDefault="00D36262" w:rsidP="00D36262">
            <w:pPr>
              <w:pStyle w:val="Tabletext"/>
              <w:rPr>
                <w:lang w:val="en-GB"/>
              </w:rPr>
            </w:pPr>
            <w:r w:rsidRPr="00E4005D">
              <w:rPr>
                <w:lang w:val="en-GB"/>
              </w:rPr>
              <w:t>Timber</w:t>
            </w:r>
          </w:p>
        </w:tc>
        <w:tc>
          <w:tcPr>
            <w:tcW w:w="989" w:type="dxa"/>
          </w:tcPr>
          <w:p w14:paraId="5D6541D4" w14:textId="77777777" w:rsidR="00D36262" w:rsidRPr="00E4005D" w:rsidRDefault="00D36262" w:rsidP="00D36262">
            <w:pPr>
              <w:pStyle w:val="Tabletext"/>
              <w:rPr>
                <w:lang w:val="en-GB"/>
              </w:rPr>
            </w:pPr>
            <w:r w:rsidRPr="00E4005D">
              <w:rPr>
                <w:lang w:val="en-GB"/>
              </w:rPr>
              <w:t>Heavy</w:t>
            </w:r>
          </w:p>
        </w:tc>
        <w:tc>
          <w:tcPr>
            <w:tcW w:w="1079" w:type="dxa"/>
          </w:tcPr>
          <w:p w14:paraId="109B5615" w14:textId="77777777" w:rsidR="00D36262" w:rsidRPr="00E4005D" w:rsidRDefault="00D36262" w:rsidP="00D36262">
            <w:pPr>
              <w:pStyle w:val="Tabletext"/>
              <w:rPr>
                <w:lang w:val="en-GB"/>
              </w:rPr>
            </w:pPr>
          </w:p>
        </w:tc>
      </w:tr>
      <w:tr w:rsidR="00D36262" w:rsidRPr="00E4005D" w14:paraId="3E131676" w14:textId="77777777" w:rsidTr="00DE3706">
        <w:tc>
          <w:tcPr>
            <w:tcW w:w="2946" w:type="dxa"/>
            <w:shd w:val="clear" w:color="auto" w:fill="auto"/>
            <w:tcMar>
              <w:top w:w="28" w:type="dxa"/>
              <w:left w:w="28" w:type="dxa"/>
              <w:bottom w:w="28" w:type="dxa"/>
              <w:right w:w="28" w:type="dxa"/>
            </w:tcMar>
          </w:tcPr>
          <w:p w14:paraId="2E91008E" w14:textId="77777777" w:rsidR="00D36262" w:rsidRPr="00E4005D" w:rsidRDefault="00D36262" w:rsidP="00D36262">
            <w:pPr>
              <w:pStyle w:val="Tabletext"/>
              <w:rPr>
                <w:lang w:val="en-GB"/>
              </w:rPr>
            </w:pPr>
            <w:r w:rsidRPr="00E4005D">
              <w:rPr>
                <w:lang w:val="en-GB"/>
              </w:rPr>
              <w:t>RP600 Series Weather Stripping</w:t>
            </w:r>
          </w:p>
        </w:tc>
        <w:tc>
          <w:tcPr>
            <w:tcW w:w="2338" w:type="dxa"/>
          </w:tcPr>
          <w:p w14:paraId="0BCF25D9" w14:textId="0553BC57" w:rsidR="00D36262" w:rsidRPr="00E4005D" w:rsidRDefault="00D36262" w:rsidP="00D36262">
            <w:pPr>
              <w:pStyle w:val="Tabletext"/>
              <w:rPr>
                <w:lang w:val="en-GB"/>
              </w:rPr>
            </w:pPr>
            <w:r w:rsidRPr="00E4005D">
              <w:rPr>
                <w:lang w:val="en-GB"/>
              </w:rPr>
              <w:t xml:space="preserve">Folding </w:t>
            </w:r>
            <w:r w:rsidR="00EC27E9" w:rsidRPr="00E4005D">
              <w:rPr>
                <w:lang w:val="en-GB"/>
              </w:rPr>
              <w:t>d</w:t>
            </w:r>
            <w:r w:rsidRPr="00E4005D">
              <w:rPr>
                <w:lang w:val="en-GB"/>
              </w:rPr>
              <w:t xml:space="preserve">oors </w:t>
            </w:r>
            <w:r w:rsidR="00DE3706" w:rsidRPr="00E4005D">
              <w:rPr>
                <w:lang w:val="en-GB"/>
              </w:rPr>
              <w:t>and</w:t>
            </w:r>
            <w:r w:rsidRPr="00E4005D">
              <w:rPr>
                <w:lang w:val="en-GB"/>
              </w:rPr>
              <w:t xml:space="preserve"> </w:t>
            </w:r>
            <w:r w:rsidR="00EC27E9" w:rsidRPr="00E4005D">
              <w:rPr>
                <w:lang w:val="en-GB"/>
              </w:rPr>
              <w:t>w</w:t>
            </w:r>
            <w:r w:rsidRPr="00E4005D">
              <w:rPr>
                <w:lang w:val="en-GB"/>
              </w:rPr>
              <w:t>indows</w:t>
            </w:r>
          </w:p>
        </w:tc>
        <w:tc>
          <w:tcPr>
            <w:tcW w:w="1709" w:type="dxa"/>
            <w:shd w:val="clear" w:color="auto" w:fill="auto"/>
            <w:tcMar>
              <w:top w:w="28" w:type="dxa"/>
              <w:left w:w="28" w:type="dxa"/>
              <w:bottom w:w="28" w:type="dxa"/>
              <w:right w:w="28" w:type="dxa"/>
            </w:tcMar>
          </w:tcPr>
          <w:p w14:paraId="24EBBCA4" w14:textId="77777777" w:rsidR="00D36262" w:rsidRPr="00E4005D" w:rsidRDefault="00D36262" w:rsidP="00D36262">
            <w:pPr>
              <w:pStyle w:val="Tabletext"/>
              <w:rPr>
                <w:lang w:val="en-GB"/>
              </w:rPr>
            </w:pPr>
            <w:r w:rsidRPr="00E4005D">
              <w:rPr>
                <w:lang w:val="en-GB"/>
              </w:rPr>
              <w:t>Timber</w:t>
            </w:r>
          </w:p>
        </w:tc>
        <w:tc>
          <w:tcPr>
            <w:tcW w:w="989" w:type="dxa"/>
          </w:tcPr>
          <w:p w14:paraId="02B0AC02" w14:textId="77777777" w:rsidR="00D36262" w:rsidRPr="00E4005D" w:rsidRDefault="00D36262" w:rsidP="00D36262">
            <w:pPr>
              <w:pStyle w:val="Tabletext"/>
              <w:rPr>
                <w:lang w:val="en-GB"/>
              </w:rPr>
            </w:pPr>
            <w:r w:rsidRPr="00E4005D">
              <w:rPr>
                <w:lang w:val="en-GB"/>
              </w:rPr>
              <w:t>Heavy</w:t>
            </w:r>
          </w:p>
        </w:tc>
        <w:tc>
          <w:tcPr>
            <w:tcW w:w="1079" w:type="dxa"/>
          </w:tcPr>
          <w:p w14:paraId="4EC386B1" w14:textId="77777777" w:rsidR="00D36262" w:rsidRPr="00E4005D" w:rsidRDefault="00D36262" w:rsidP="00D36262">
            <w:pPr>
              <w:pStyle w:val="Tabletext"/>
              <w:rPr>
                <w:lang w:val="en-GB"/>
              </w:rPr>
            </w:pPr>
          </w:p>
        </w:tc>
      </w:tr>
    </w:tbl>
    <w:p w14:paraId="7D517565" w14:textId="77777777" w:rsidR="00BE720B" w:rsidRPr="00E4005D" w:rsidRDefault="00BE720B" w:rsidP="007176DB">
      <w:pPr>
        <w:rPr>
          <w:lang w:eastAsia="en-AU"/>
        </w:rPr>
      </w:pPr>
    </w:p>
    <w:p w14:paraId="39119D4D" w14:textId="2F8DC7AB" w:rsidR="00BE720B" w:rsidRPr="00E4005D" w:rsidRDefault="00BE720B" w:rsidP="00BE720B">
      <w:pPr>
        <w:pStyle w:val="Instructions"/>
        <w:rPr>
          <w:lang w:val="en-GB"/>
        </w:rPr>
      </w:pPr>
      <w:r w:rsidRPr="00E4005D">
        <w:rPr>
          <w:lang w:val="en-GB"/>
        </w:rPr>
        <w:t xml:space="preserve">RP500 </w:t>
      </w:r>
      <w:r w:rsidR="00DE3706" w:rsidRPr="00E4005D">
        <w:rPr>
          <w:lang w:val="en-GB"/>
        </w:rPr>
        <w:t>and</w:t>
      </w:r>
      <w:r w:rsidRPr="00E4005D">
        <w:rPr>
          <w:lang w:val="en-GB"/>
        </w:rPr>
        <w:t xml:space="preserve"> RP600 Series Weather Stripping have been used in door and window systems to meet the requirements of AS 2047 when tested to AS 4420.1.</w:t>
      </w:r>
    </w:p>
    <w:p w14:paraId="73CC6551" w14:textId="77777777" w:rsidR="007176DB" w:rsidRPr="00E4005D" w:rsidRDefault="007176DB" w:rsidP="007176DB">
      <w:pPr>
        <w:rPr>
          <w:lang w:val="en-GB"/>
        </w:rPr>
      </w:pPr>
      <w:r w:rsidRPr="00E4005D">
        <w:rPr>
          <w:lang w:val="en-GB"/>
        </w:rPr>
        <w:t>***</w:t>
      </w:r>
    </w:p>
    <w:p w14:paraId="0357C62C" w14:textId="77777777" w:rsidR="001562AE" w:rsidRPr="00E4005D" w:rsidRDefault="0024003B">
      <w:pPr>
        <w:pStyle w:val="Heading3"/>
      </w:pPr>
      <w:r w:rsidRPr="00E4005D">
        <w:t>Access and mobility</w:t>
      </w:r>
      <w:bookmarkEnd w:id="166"/>
    </w:p>
    <w:p w14:paraId="595A2F45" w14:textId="77777777" w:rsidR="001562AE" w:rsidRPr="00E4005D" w:rsidRDefault="0024003B">
      <w:pPr>
        <w:pStyle w:val="Instructions"/>
      </w:pPr>
      <w:bookmarkStart w:id="169" w:name="f-118980-1"/>
      <w:bookmarkStart w:id="170" w:name="f-118980"/>
      <w:bookmarkEnd w:id="167"/>
      <w:bookmarkEnd w:id="168"/>
      <w:r w:rsidRPr="00E4005D">
        <w:t>Consult Threshold Plate Seals in the RAVEN Catalogue # 115 for selection guidance.</w:t>
      </w:r>
    </w:p>
    <w:p w14:paraId="73D44720" w14:textId="77777777" w:rsidR="001562AE" w:rsidRPr="00E4005D" w:rsidRDefault="0024003B">
      <w:pPr>
        <w:pStyle w:val="Heading4"/>
      </w:pPr>
      <w:bookmarkStart w:id="171" w:name="h-118947-1"/>
      <w:bookmarkStart w:id="172" w:name="f-118947-1"/>
      <w:bookmarkStart w:id="173" w:name="f-118947"/>
      <w:bookmarkEnd w:id="169"/>
      <w:bookmarkEnd w:id="170"/>
      <w:r w:rsidRPr="00E4005D">
        <w:t>Application - thresholds at doorways</w:t>
      </w:r>
      <w:bookmarkEnd w:id="171"/>
    </w:p>
    <w:p w14:paraId="31B98765" w14:textId="77777777" w:rsidR="00BE720B" w:rsidRPr="00E4005D" w:rsidRDefault="00BE720B" w:rsidP="00BE720B">
      <w:pPr>
        <w:pStyle w:val="Prompt"/>
      </w:pPr>
      <w:r w:rsidRPr="00E4005D">
        <w:t xml:space="preserve">RAVEN threshold plates: </w:t>
      </w:r>
      <w:r w:rsidRPr="00E4005D">
        <w:fldChar w:fldCharType="begin"/>
      </w:r>
      <w:r w:rsidRPr="00E4005D">
        <w:instrText xml:space="preserve"> MACROBUTTON  ac_OnHelp [complete/delete]</w:instrText>
      </w:r>
      <w:r w:rsidRPr="00E4005D">
        <w:fldChar w:fldCharType="separate"/>
      </w:r>
      <w:r w:rsidRPr="00E4005D">
        <w:t> </w:t>
      </w:r>
      <w:r w:rsidRPr="00E4005D">
        <w:fldChar w:fldCharType="end"/>
      </w:r>
    </w:p>
    <w:p w14:paraId="358BEF68" w14:textId="77777777" w:rsidR="00BE720B" w:rsidRPr="00E4005D" w:rsidRDefault="00BE720B" w:rsidP="00BE720B">
      <w:pPr>
        <w:pStyle w:val="Instructions"/>
      </w:pPr>
      <w:r w:rsidRPr="00E4005D">
        <w:t>Specify the RAVEN product required at the prompt.</w:t>
      </w:r>
    </w:p>
    <w:p w14:paraId="546C27B8" w14:textId="77777777" w:rsidR="00CB5A86" w:rsidRPr="00E4005D" w:rsidRDefault="00CB5A86" w:rsidP="00CB5A86">
      <w:pPr>
        <w:pStyle w:val="Heading3"/>
      </w:pPr>
      <w:r w:rsidRPr="00E4005D">
        <w:t xml:space="preserve">Health and Aged care </w:t>
      </w:r>
    </w:p>
    <w:p w14:paraId="543CADDC" w14:textId="5E8F7B5A" w:rsidR="00CB5A86" w:rsidRPr="00E4005D" w:rsidRDefault="00CB5A86" w:rsidP="00CB5A86">
      <w:pPr>
        <w:pStyle w:val="Heading4"/>
      </w:pPr>
      <w:r w:rsidRPr="00E4005D">
        <w:t>Acoustic and smoke sealing system schedule</w:t>
      </w:r>
    </w:p>
    <w:p w14:paraId="36E6BFF7" w14:textId="77777777" w:rsidR="00CB5A86" w:rsidRPr="00E4005D" w:rsidRDefault="00CB5A86" w:rsidP="00BE720B">
      <w:pPr>
        <w:pStyle w:val="Instructions"/>
      </w:pPr>
      <w:r w:rsidRPr="00E4005D">
        <w:t>Sealing systems designed for aged and health care NCC Class 3, 8 and 9 Buildings.</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951"/>
        <w:gridCol w:w="2690"/>
        <w:gridCol w:w="897"/>
        <w:gridCol w:w="1615"/>
        <w:gridCol w:w="808"/>
        <w:gridCol w:w="1166"/>
      </w:tblGrid>
      <w:tr w:rsidR="00DE3706" w:rsidRPr="00E4005D" w14:paraId="1E579101" w14:textId="77777777" w:rsidTr="00DE3706">
        <w:trPr>
          <w:trHeight w:val="60"/>
          <w:tblHeader/>
        </w:trPr>
        <w:tc>
          <w:tcPr>
            <w:tcW w:w="1936" w:type="dxa"/>
            <w:vMerge w:val="restart"/>
            <w:shd w:val="clear" w:color="auto" w:fill="FFFFFF" w:themeFill="background1"/>
            <w:tcMar>
              <w:top w:w="28" w:type="dxa"/>
              <w:left w:w="28" w:type="dxa"/>
              <w:bottom w:w="28" w:type="dxa"/>
              <w:right w:w="28" w:type="dxa"/>
            </w:tcMar>
          </w:tcPr>
          <w:p w14:paraId="4D5F47E9" w14:textId="77777777" w:rsidR="00DE3706" w:rsidRPr="00E4005D" w:rsidRDefault="00DE3706" w:rsidP="00CB5A86">
            <w:pPr>
              <w:pStyle w:val="Tabletitle"/>
              <w:rPr>
                <w:lang w:val="en-GB"/>
              </w:rPr>
            </w:pPr>
            <w:r w:rsidRPr="00E4005D">
              <w:rPr>
                <w:lang w:val="en-GB"/>
              </w:rPr>
              <w:t>RAVEN sealing system</w:t>
            </w:r>
          </w:p>
        </w:tc>
        <w:tc>
          <w:tcPr>
            <w:tcW w:w="5165" w:type="dxa"/>
            <w:gridSpan w:val="3"/>
            <w:shd w:val="clear" w:color="auto" w:fill="FFFFFF" w:themeFill="background1"/>
          </w:tcPr>
          <w:p w14:paraId="5B56A609" w14:textId="77777777" w:rsidR="00DE3706" w:rsidRPr="00E4005D" w:rsidRDefault="00DE3706" w:rsidP="00CB5A86">
            <w:pPr>
              <w:pStyle w:val="Tabletitle"/>
              <w:rPr>
                <w:lang w:val="en-GB"/>
              </w:rPr>
            </w:pPr>
            <w:r w:rsidRPr="00E4005D">
              <w:rPr>
                <w:lang w:val="en-GB"/>
              </w:rPr>
              <w:t>Door</w:t>
            </w:r>
          </w:p>
        </w:tc>
        <w:tc>
          <w:tcPr>
            <w:tcW w:w="802" w:type="dxa"/>
            <w:vMerge w:val="restart"/>
            <w:shd w:val="clear" w:color="auto" w:fill="FFFFFF" w:themeFill="background1"/>
          </w:tcPr>
          <w:p w14:paraId="17084253" w14:textId="500C1955" w:rsidR="00DE3706" w:rsidRPr="00E4005D" w:rsidRDefault="00DE3706" w:rsidP="00DE3706">
            <w:pPr>
              <w:pStyle w:val="Tabletitle"/>
              <w:rPr>
                <w:lang w:val="en-GB"/>
              </w:rPr>
            </w:pPr>
            <w:r w:rsidRPr="00E4005D">
              <w:rPr>
                <w:lang w:val="en-GB"/>
              </w:rPr>
              <w:t>Duty level</w:t>
            </w:r>
          </w:p>
        </w:tc>
        <w:tc>
          <w:tcPr>
            <w:tcW w:w="1158" w:type="dxa"/>
            <w:vMerge w:val="restart"/>
            <w:shd w:val="clear" w:color="auto" w:fill="FFFFFF" w:themeFill="background1"/>
          </w:tcPr>
          <w:p w14:paraId="32E5360E" w14:textId="77777777" w:rsidR="00DE3706" w:rsidRPr="00E4005D" w:rsidRDefault="00DE3706" w:rsidP="00CB5A86">
            <w:pPr>
              <w:pStyle w:val="Tabletitle"/>
              <w:rPr>
                <w:lang w:val="en-GB"/>
              </w:rPr>
            </w:pPr>
            <w:r w:rsidRPr="00E4005D">
              <w:rPr>
                <w:lang w:val="en-GB"/>
              </w:rPr>
              <w:t>Door No.</w:t>
            </w:r>
          </w:p>
        </w:tc>
      </w:tr>
      <w:tr w:rsidR="00DE3706" w:rsidRPr="00E4005D" w14:paraId="16B430FA" w14:textId="77777777" w:rsidTr="00DE3706">
        <w:trPr>
          <w:trHeight w:val="60"/>
          <w:tblHeader/>
        </w:trPr>
        <w:tc>
          <w:tcPr>
            <w:tcW w:w="1936" w:type="dxa"/>
            <w:vMerge/>
            <w:shd w:val="clear" w:color="auto" w:fill="A6A6A6" w:themeFill="background1" w:themeFillShade="A6"/>
            <w:tcMar>
              <w:top w:w="28" w:type="dxa"/>
              <w:left w:w="28" w:type="dxa"/>
              <w:bottom w:w="28" w:type="dxa"/>
              <w:right w:w="28" w:type="dxa"/>
            </w:tcMar>
          </w:tcPr>
          <w:p w14:paraId="206285A4" w14:textId="77777777" w:rsidR="00DE3706" w:rsidRPr="00E4005D" w:rsidRDefault="00DE3706" w:rsidP="00CB5A86">
            <w:pPr>
              <w:pStyle w:val="Tabletitle"/>
              <w:rPr>
                <w:lang w:val="en-GB"/>
              </w:rPr>
            </w:pPr>
          </w:p>
        </w:tc>
        <w:tc>
          <w:tcPr>
            <w:tcW w:w="2671" w:type="dxa"/>
            <w:shd w:val="clear" w:color="auto" w:fill="FFFFFF" w:themeFill="background1"/>
          </w:tcPr>
          <w:p w14:paraId="7EADB9D8" w14:textId="77777777" w:rsidR="00DE3706" w:rsidRPr="00E4005D" w:rsidRDefault="00DE3706" w:rsidP="00CB5A86">
            <w:pPr>
              <w:pStyle w:val="Tabletitle"/>
              <w:rPr>
                <w:lang w:val="en-GB"/>
              </w:rPr>
            </w:pPr>
            <w:r w:rsidRPr="00E4005D">
              <w:rPr>
                <w:lang w:val="en-GB"/>
              </w:rPr>
              <w:t>Door seal installation type</w:t>
            </w:r>
          </w:p>
        </w:tc>
        <w:tc>
          <w:tcPr>
            <w:tcW w:w="891" w:type="dxa"/>
            <w:shd w:val="clear" w:color="auto" w:fill="FFFFFF" w:themeFill="background1"/>
            <w:tcMar>
              <w:top w:w="28" w:type="dxa"/>
              <w:left w:w="28" w:type="dxa"/>
              <w:bottom w:w="28" w:type="dxa"/>
              <w:right w:w="28" w:type="dxa"/>
            </w:tcMar>
          </w:tcPr>
          <w:p w14:paraId="69BF886E" w14:textId="77777777" w:rsidR="00DE3706" w:rsidRPr="00E4005D" w:rsidRDefault="00DE3706" w:rsidP="00CB5A86">
            <w:pPr>
              <w:pStyle w:val="Tabletitle"/>
              <w:rPr>
                <w:lang w:val="en-GB"/>
              </w:rPr>
            </w:pPr>
            <w:r w:rsidRPr="00E4005D">
              <w:rPr>
                <w:lang w:val="en-GB"/>
              </w:rPr>
              <w:t>Hinge</w:t>
            </w:r>
          </w:p>
        </w:tc>
        <w:tc>
          <w:tcPr>
            <w:tcW w:w="1603" w:type="dxa"/>
            <w:shd w:val="clear" w:color="auto" w:fill="FFFFFF" w:themeFill="background1"/>
            <w:tcMar>
              <w:top w:w="28" w:type="dxa"/>
              <w:left w:w="28" w:type="dxa"/>
              <w:bottom w:w="28" w:type="dxa"/>
              <w:right w:w="28" w:type="dxa"/>
            </w:tcMar>
          </w:tcPr>
          <w:p w14:paraId="73E1D2A1" w14:textId="77777777" w:rsidR="00DE3706" w:rsidRPr="00E4005D" w:rsidRDefault="00DE3706" w:rsidP="00CB5A86">
            <w:pPr>
              <w:pStyle w:val="Tabletitle"/>
              <w:rPr>
                <w:lang w:val="en-GB"/>
              </w:rPr>
            </w:pPr>
            <w:r w:rsidRPr="00E4005D">
              <w:rPr>
                <w:lang w:val="en-GB"/>
              </w:rPr>
              <w:t>Configuration</w:t>
            </w:r>
          </w:p>
        </w:tc>
        <w:tc>
          <w:tcPr>
            <w:tcW w:w="802" w:type="dxa"/>
            <w:vMerge/>
            <w:shd w:val="clear" w:color="auto" w:fill="D9D9D9" w:themeFill="background1" w:themeFillShade="D9"/>
          </w:tcPr>
          <w:p w14:paraId="395A4F31" w14:textId="77777777" w:rsidR="00DE3706" w:rsidRPr="00E4005D" w:rsidRDefault="00DE3706" w:rsidP="00CB5A86">
            <w:pPr>
              <w:pStyle w:val="Tabletitle"/>
              <w:rPr>
                <w:lang w:val="en-GB"/>
              </w:rPr>
            </w:pPr>
          </w:p>
        </w:tc>
        <w:tc>
          <w:tcPr>
            <w:tcW w:w="1158" w:type="dxa"/>
            <w:vMerge/>
            <w:shd w:val="clear" w:color="auto" w:fill="D9D9D9" w:themeFill="background1" w:themeFillShade="D9"/>
          </w:tcPr>
          <w:p w14:paraId="589CE96F" w14:textId="77777777" w:rsidR="00DE3706" w:rsidRPr="00E4005D" w:rsidRDefault="00DE3706" w:rsidP="00CB5A86">
            <w:pPr>
              <w:pStyle w:val="Tabletitle"/>
              <w:rPr>
                <w:lang w:val="en-GB"/>
              </w:rPr>
            </w:pPr>
          </w:p>
        </w:tc>
      </w:tr>
      <w:tr w:rsidR="00700C94" w:rsidRPr="00E4005D" w14:paraId="637A772E" w14:textId="77777777" w:rsidTr="00DE3706">
        <w:trPr>
          <w:trHeight w:hRule="exact" w:val="567"/>
        </w:trPr>
        <w:tc>
          <w:tcPr>
            <w:tcW w:w="1936" w:type="dxa"/>
            <w:shd w:val="clear" w:color="auto" w:fill="auto"/>
            <w:tcMar>
              <w:top w:w="28" w:type="dxa"/>
              <w:left w:w="28" w:type="dxa"/>
              <w:bottom w:w="28" w:type="dxa"/>
              <w:right w:w="28" w:type="dxa"/>
            </w:tcMar>
          </w:tcPr>
          <w:p w14:paraId="19C79EA5" w14:textId="77777777" w:rsidR="00700C94" w:rsidRPr="00E4005D" w:rsidRDefault="00700C94" w:rsidP="00700C94">
            <w:pPr>
              <w:pStyle w:val="Tabletext"/>
              <w:rPr>
                <w:lang w:val="en-GB"/>
              </w:rPr>
            </w:pPr>
            <w:r w:rsidRPr="00E4005D">
              <w:rPr>
                <w:lang w:val="en-GB"/>
              </w:rPr>
              <w:t>RP24Si + RP38Si</w:t>
            </w:r>
          </w:p>
        </w:tc>
        <w:tc>
          <w:tcPr>
            <w:tcW w:w="2671" w:type="dxa"/>
          </w:tcPr>
          <w:p w14:paraId="1A1DDFC8" w14:textId="6B9B6D48" w:rsidR="00700C94" w:rsidRPr="00E4005D" w:rsidRDefault="00700C94" w:rsidP="00700C94">
            <w:pPr>
              <w:pStyle w:val="Tabletext"/>
              <w:rPr>
                <w:lang w:val="en-GB"/>
              </w:rPr>
            </w:pPr>
            <w:r w:rsidRPr="00E4005D">
              <w:rPr>
                <w:lang w:val="en-GB"/>
              </w:rPr>
              <w:t xml:space="preserve">RP38Si Semi </w:t>
            </w:r>
            <w:r w:rsidR="00830753" w:rsidRPr="00E4005D">
              <w:rPr>
                <w:lang w:val="en-GB"/>
              </w:rPr>
              <w:t>m</w:t>
            </w:r>
            <w:r w:rsidRPr="00E4005D">
              <w:rPr>
                <w:lang w:val="en-GB"/>
              </w:rPr>
              <w:t>ortised</w:t>
            </w:r>
          </w:p>
          <w:p w14:paraId="071ECC35" w14:textId="73D04B79" w:rsidR="00700C94" w:rsidRPr="00E4005D" w:rsidRDefault="00700C94" w:rsidP="00700C94">
            <w:pPr>
              <w:pStyle w:val="Tabletext"/>
              <w:rPr>
                <w:lang w:val="en-GB"/>
              </w:rPr>
            </w:pPr>
            <w:r w:rsidRPr="00E4005D">
              <w:rPr>
                <w:lang w:val="en-GB"/>
              </w:rPr>
              <w:t xml:space="preserve">or </w:t>
            </w:r>
            <w:r w:rsidR="00830753" w:rsidRPr="00E4005D">
              <w:rPr>
                <w:lang w:val="en-GB"/>
              </w:rPr>
              <w:t>f</w:t>
            </w:r>
            <w:r w:rsidRPr="00E4005D">
              <w:rPr>
                <w:lang w:val="en-GB"/>
              </w:rPr>
              <w:t xml:space="preserve">ace </w:t>
            </w:r>
            <w:r w:rsidR="00830753" w:rsidRPr="00E4005D">
              <w:rPr>
                <w:lang w:val="en-GB"/>
              </w:rPr>
              <w:t>f</w:t>
            </w:r>
            <w:r w:rsidRPr="00E4005D">
              <w:rPr>
                <w:lang w:val="en-GB"/>
              </w:rPr>
              <w:t>ix</w:t>
            </w:r>
          </w:p>
        </w:tc>
        <w:tc>
          <w:tcPr>
            <w:tcW w:w="891" w:type="dxa"/>
            <w:shd w:val="clear" w:color="auto" w:fill="auto"/>
            <w:tcMar>
              <w:top w:w="28" w:type="dxa"/>
              <w:left w:w="28" w:type="dxa"/>
              <w:bottom w:w="28" w:type="dxa"/>
              <w:right w:w="28" w:type="dxa"/>
            </w:tcMar>
          </w:tcPr>
          <w:p w14:paraId="438CCAD8" w14:textId="77777777" w:rsidR="00700C94" w:rsidRPr="00E4005D" w:rsidRDefault="00700C94" w:rsidP="00700C94">
            <w:pPr>
              <w:pStyle w:val="Tabletext"/>
              <w:rPr>
                <w:lang w:val="en-GB"/>
              </w:rPr>
            </w:pPr>
            <w:r w:rsidRPr="00E4005D">
              <w:rPr>
                <w:lang w:val="en-GB"/>
              </w:rPr>
              <w:t>Butt</w:t>
            </w:r>
          </w:p>
        </w:tc>
        <w:tc>
          <w:tcPr>
            <w:tcW w:w="1603" w:type="dxa"/>
            <w:shd w:val="clear" w:color="auto" w:fill="auto"/>
            <w:tcMar>
              <w:top w:w="28" w:type="dxa"/>
              <w:left w:w="28" w:type="dxa"/>
              <w:bottom w:w="28" w:type="dxa"/>
              <w:right w:w="28" w:type="dxa"/>
            </w:tcMar>
          </w:tcPr>
          <w:p w14:paraId="0B4EA626" w14:textId="16515D82" w:rsidR="00700C94" w:rsidRPr="00E4005D" w:rsidRDefault="00700C94" w:rsidP="00700C94">
            <w:pPr>
              <w:pStyle w:val="Tabletext"/>
              <w:rPr>
                <w:lang w:val="en-GB"/>
              </w:rPr>
            </w:pPr>
            <w:r w:rsidRPr="00E4005D">
              <w:rPr>
                <w:lang w:val="en-GB"/>
              </w:rPr>
              <w:t xml:space="preserve">Timber </w:t>
            </w:r>
            <w:r w:rsidR="00830753" w:rsidRPr="00E4005D">
              <w:rPr>
                <w:lang w:val="en-GB"/>
              </w:rPr>
              <w:t>s</w:t>
            </w:r>
            <w:r w:rsidRPr="00E4005D">
              <w:rPr>
                <w:lang w:val="en-GB"/>
              </w:rPr>
              <w:t>ingle</w:t>
            </w:r>
          </w:p>
        </w:tc>
        <w:tc>
          <w:tcPr>
            <w:tcW w:w="802" w:type="dxa"/>
          </w:tcPr>
          <w:p w14:paraId="6348C5F0" w14:textId="77777777" w:rsidR="00700C94" w:rsidRPr="00E4005D" w:rsidRDefault="00700C94" w:rsidP="00700C94">
            <w:pPr>
              <w:pStyle w:val="Tabletext"/>
              <w:rPr>
                <w:lang w:val="en-GB"/>
              </w:rPr>
            </w:pPr>
            <w:r w:rsidRPr="00E4005D">
              <w:rPr>
                <w:lang w:val="en-GB"/>
              </w:rPr>
              <w:t>Heavy</w:t>
            </w:r>
          </w:p>
        </w:tc>
        <w:tc>
          <w:tcPr>
            <w:tcW w:w="1158" w:type="dxa"/>
          </w:tcPr>
          <w:p w14:paraId="79DE629F" w14:textId="77777777" w:rsidR="00700C94" w:rsidRPr="00E4005D" w:rsidRDefault="00700C94" w:rsidP="00700C94">
            <w:pPr>
              <w:pStyle w:val="Tabletext"/>
              <w:rPr>
                <w:lang w:val="en-GB"/>
              </w:rPr>
            </w:pPr>
          </w:p>
        </w:tc>
      </w:tr>
      <w:tr w:rsidR="00700C94" w:rsidRPr="00E4005D" w14:paraId="695DB041" w14:textId="77777777" w:rsidTr="00DE3706">
        <w:trPr>
          <w:trHeight w:hRule="exact" w:val="567"/>
        </w:trPr>
        <w:tc>
          <w:tcPr>
            <w:tcW w:w="1936" w:type="dxa"/>
            <w:shd w:val="clear" w:color="auto" w:fill="auto"/>
            <w:tcMar>
              <w:top w:w="28" w:type="dxa"/>
              <w:left w:w="28" w:type="dxa"/>
              <w:bottom w:w="28" w:type="dxa"/>
              <w:right w:w="28" w:type="dxa"/>
            </w:tcMar>
          </w:tcPr>
          <w:p w14:paraId="6C3AFEA5" w14:textId="77777777" w:rsidR="00700C94" w:rsidRPr="00E4005D" w:rsidRDefault="00700C94" w:rsidP="00700C94">
            <w:pPr>
              <w:pStyle w:val="Tabletext"/>
              <w:rPr>
                <w:lang w:val="en-GB"/>
              </w:rPr>
            </w:pPr>
            <w:r w:rsidRPr="00E4005D">
              <w:rPr>
                <w:lang w:val="en-GB"/>
              </w:rPr>
              <w:t>RP78HSi + RP8Si</w:t>
            </w:r>
          </w:p>
        </w:tc>
        <w:tc>
          <w:tcPr>
            <w:tcW w:w="2671" w:type="dxa"/>
          </w:tcPr>
          <w:p w14:paraId="2E47DF1A" w14:textId="77777777" w:rsidR="00700C94" w:rsidRPr="00E4005D" w:rsidRDefault="00700C94" w:rsidP="00700C94">
            <w:pPr>
              <w:pStyle w:val="Tabletext"/>
              <w:rPr>
                <w:lang w:val="en-GB"/>
              </w:rPr>
            </w:pPr>
            <w:r w:rsidRPr="00E4005D">
              <w:rPr>
                <w:lang w:val="en-GB"/>
              </w:rPr>
              <w:t>RP8Si Mortised</w:t>
            </w:r>
          </w:p>
        </w:tc>
        <w:tc>
          <w:tcPr>
            <w:tcW w:w="891" w:type="dxa"/>
            <w:shd w:val="clear" w:color="auto" w:fill="auto"/>
            <w:tcMar>
              <w:top w:w="28" w:type="dxa"/>
              <w:left w:w="28" w:type="dxa"/>
              <w:bottom w:w="28" w:type="dxa"/>
              <w:right w:w="28" w:type="dxa"/>
            </w:tcMar>
          </w:tcPr>
          <w:p w14:paraId="1646B64C" w14:textId="77777777" w:rsidR="00700C94" w:rsidRPr="00E4005D" w:rsidRDefault="00700C94" w:rsidP="00700C94">
            <w:pPr>
              <w:pStyle w:val="Tabletext"/>
              <w:rPr>
                <w:lang w:val="en-GB"/>
              </w:rPr>
            </w:pPr>
            <w:r w:rsidRPr="00E4005D">
              <w:rPr>
                <w:lang w:val="en-GB"/>
              </w:rPr>
              <w:t>Butt</w:t>
            </w:r>
          </w:p>
        </w:tc>
        <w:tc>
          <w:tcPr>
            <w:tcW w:w="1603" w:type="dxa"/>
            <w:shd w:val="clear" w:color="auto" w:fill="auto"/>
            <w:tcMar>
              <w:top w:w="28" w:type="dxa"/>
              <w:left w:w="28" w:type="dxa"/>
              <w:bottom w:w="28" w:type="dxa"/>
              <w:right w:w="28" w:type="dxa"/>
            </w:tcMar>
          </w:tcPr>
          <w:p w14:paraId="31CC50E2" w14:textId="7C8A0EAC" w:rsidR="00700C94" w:rsidRPr="00E4005D" w:rsidRDefault="00700C94" w:rsidP="00700C94">
            <w:pPr>
              <w:pStyle w:val="Tabletext"/>
              <w:rPr>
                <w:lang w:val="en-GB"/>
              </w:rPr>
            </w:pPr>
            <w:r w:rsidRPr="00E4005D">
              <w:rPr>
                <w:lang w:val="en-GB"/>
              </w:rPr>
              <w:t xml:space="preserve">Timber </w:t>
            </w:r>
            <w:r w:rsidR="00830753" w:rsidRPr="00E4005D">
              <w:rPr>
                <w:lang w:val="en-GB"/>
              </w:rPr>
              <w:t>s</w:t>
            </w:r>
            <w:r w:rsidRPr="00E4005D">
              <w:rPr>
                <w:lang w:val="en-GB"/>
              </w:rPr>
              <w:t>ingle</w:t>
            </w:r>
          </w:p>
        </w:tc>
        <w:tc>
          <w:tcPr>
            <w:tcW w:w="802" w:type="dxa"/>
          </w:tcPr>
          <w:p w14:paraId="0647CEB0" w14:textId="77777777" w:rsidR="00700C94" w:rsidRPr="00E4005D" w:rsidRDefault="00700C94" w:rsidP="00700C94">
            <w:pPr>
              <w:pStyle w:val="Tabletext"/>
              <w:rPr>
                <w:lang w:val="en-GB"/>
              </w:rPr>
            </w:pPr>
            <w:r w:rsidRPr="00E4005D">
              <w:rPr>
                <w:lang w:val="en-GB"/>
              </w:rPr>
              <w:t>Medium</w:t>
            </w:r>
          </w:p>
        </w:tc>
        <w:tc>
          <w:tcPr>
            <w:tcW w:w="1158" w:type="dxa"/>
          </w:tcPr>
          <w:p w14:paraId="0BD0EE96" w14:textId="77777777" w:rsidR="00700C94" w:rsidRPr="00E4005D" w:rsidRDefault="00700C94" w:rsidP="00700C94">
            <w:pPr>
              <w:pStyle w:val="Tabletext"/>
              <w:rPr>
                <w:lang w:val="en-GB"/>
              </w:rPr>
            </w:pPr>
          </w:p>
        </w:tc>
      </w:tr>
      <w:tr w:rsidR="00700C94" w:rsidRPr="00E4005D" w14:paraId="5C556A2E" w14:textId="77777777" w:rsidTr="00DE3706">
        <w:trPr>
          <w:trHeight w:hRule="exact" w:val="567"/>
        </w:trPr>
        <w:tc>
          <w:tcPr>
            <w:tcW w:w="1936" w:type="dxa"/>
            <w:shd w:val="clear" w:color="auto" w:fill="auto"/>
            <w:tcMar>
              <w:top w:w="28" w:type="dxa"/>
              <w:left w:w="28" w:type="dxa"/>
              <w:bottom w:w="28" w:type="dxa"/>
              <w:right w:w="28" w:type="dxa"/>
            </w:tcMar>
          </w:tcPr>
          <w:p w14:paraId="4A3F9D8E" w14:textId="77777777" w:rsidR="00700C94" w:rsidRPr="00E4005D" w:rsidRDefault="00700C94" w:rsidP="00700C94">
            <w:pPr>
              <w:pStyle w:val="Tabletext"/>
              <w:rPr>
                <w:lang w:val="en-GB"/>
              </w:rPr>
            </w:pPr>
            <w:r w:rsidRPr="00E4005D">
              <w:rPr>
                <w:lang w:val="en-GB"/>
              </w:rPr>
              <w:t>RP87HSi + RP126Si</w:t>
            </w:r>
          </w:p>
        </w:tc>
        <w:tc>
          <w:tcPr>
            <w:tcW w:w="2671" w:type="dxa"/>
          </w:tcPr>
          <w:p w14:paraId="058C38AA" w14:textId="6E15F6F0" w:rsidR="00700C94" w:rsidRPr="00E4005D" w:rsidRDefault="00700C94" w:rsidP="00700C94">
            <w:pPr>
              <w:pStyle w:val="Tabletext"/>
              <w:rPr>
                <w:lang w:val="en-GB"/>
              </w:rPr>
            </w:pPr>
            <w:r w:rsidRPr="00E4005D">
              <w:rPr>
                <w:lang w:val="en-GB"/>
              </w:rPr>
              <w:t xml:space="preserve">RP126Si Semi </w:t>
            </w:r>
            <w:r w:rsidR="00830753" w:rsidRPr="00E4005D">
              <w:rPr>
                <w:lang w:val="en-GB"/>
              </w:rPr>
              <w:t>m</w:t>
            </w:r>
            <w:r w:rsidRPr="00E4005D">
              <w:rPr>
                <w:lang w:val="en-GB"/>
              </w:rPr>
              <w:t>ortised</w:t>
            </w:r>
          </w:p>
          <w:p w14:paraId="6F6690B2" w14:textId="456FD01C" w:rsidR="00700C94" w:rsidRPr="00E4005D" w:rsidRDefault="00700C94" w:rsidP="00700C94">
            <w:pPr>
              <w:pStyle w:val="Tabletext"/>
              <w:rPr>
                <w:lang w:val="en-GB"/>
              </w:rPr>
            </w:pPr>
            <w:r w:rsidRPr="00E4005D">
              <w:rPr>
                <w:lang w:val="en-GB"/>
              </w:rPr>
              <w:t xml:space="preserve">or </w:t>
            </w:r>
            <w:r w:rsidR="00830753" w:rsidRPr="00E4005D">
              <w:rPr>
                <w:lang w:val="en-GB"/>
              </w:rPr>
              <w:t>f</w:t>
            </w:r>
            <w:r w:rsidRPr="00E4005D">
              <w:rPr>
                <w:lang w:val="en-GB"/>
              </w:rPr>
              <w:t xml:space="preserve">ace </w:t>
            </w:r>
            <w:r w:rsidR="00830753" w:rsidRPr="00E4005D">
              <w:rPr>
                <w:lang w:val="en-GB"/>
              </w:rPr>
              <w:t>f</w:t>
            </w:r>
            <w:r w:rsidRPr="00E4005D">
              <w:rPr>
                <w:lang w:val="en-GB"/>
              </w:rPr>
              <w:t>ix</w:t>
            </w:r>
          </w:p>
        </w:tc>
        <w:tc>
          <w:tcPr>
            <w:tcW w:w="891" w:type="dxa"/>
            <w:shd w:val="clear" w:color="auto" w:fill="auto"/>
            <w:tcMar>
              <w:top w:w="28" w:type="dxa"/>
              <w:left w:w="28" w:type="dxa"/>
              <w:bottom w:w="28" w:type="dxa"/>
              <w:right w:w="28" w:type="dxa"/>
            </w:tcMar>
          </w:tcPr>
          <w:p w14:paraId="4CC9ECAE" w14:textId="77777777" w:rsidR="00700C94" w:rsidRPr="00E4005D" w:rsidRDefault="00700C94" w:rsidP="00700C94">
            <w:pPr>
              <w:pStyle w:val="Tabletext"/>
              <w:rPr>
                <w:lang w:val="en-GB"/>
              </w:rPr>
            </w:pPr>
            <w:r w:rsidRPr="00E4005D">
              <w:rPr>
                <w:lang w:val="en-GB"/>
              </w:rPr>
              <w:t>Butt</w:t>
            </w:r>
          </w:p>
        </w:tc>
        <w:tc>
          <w:tcPr>
            <w:tcW w:w="1603" w:type="dxa"/>
            <w:shd w:val="clear" w:color="auto" w:fill="auto"/>
            <w:tcMar>
              <w:top w:w="28" w:type="dxa"/>
              <w:left w:w="28" w:type="dxa"/>
              <w:bottom w:w="28" w:type="dxa"/>
              <w:right w:w="28" w:type="dxa"/>
            </w:tcMar>
          </w:tcPr>
          <w:p w14:paraId="7989BE54" w14:textId="77777777" w:rsidR="00700C94" w:rsidRPr="00E4005D" w:rsidRDefault="00700C94" w:rsidP="00700C94">
            <w:pPr>
              <w:pStyle w:val="Tabletext"/>
              <w:rPr>
                <w:lang w:val="en-GB"/>
              </w:rPr>
            </w:pPr>
            <w:r w:rsidRPr="00E4005D">
              <w:rPr>
                <w:lang w:val="en-GB"/>
              </w:rPr>
              <w:t>Timber Single</w:t>
            </w:r>
          </w:p>
        </w:tc>
        <w:tc>
          <w:tcPr>
            <w:tcW w:w="802" w:type="dxa"/>
          </w:tcPr>
          <w:p w14:paraId="345784AB" w14:textId="77777777" w:rsidR="00700C94" w:rsidRPr="00E4005D" w:rsidRDefault="00700C94" w:rsidP="00700C94">
            <w:pPr>
              <w:pStyle w:val="Tabletext"/>
              <w:rPr>
                <w:lang w:val="en-GB"/>
              </w:rPr>
            </w:pPr>
            <w:r w:rsidRPr="00E4005D">
              <w:rPr>
                <w:lang w:val="en-GB"/>
              </w:rPr>
              <w:t>Heavy</w:t>
            </w:r>
          </w:p>
        </w:tc>
        <w:tc>
          <w:tcPr>
            <w:tcW w:w="1158" w:type="dxa"/>
          </w:tcPr>
          <w:p w14:paraId="1C895A2E" w14:textId="77777777" w:rsidR="00700C94" w:rsidRPr="00E4005D" w:rsidRDefault="00700C94" w:rsidP="00700C94">
            <w:pPr>
              <w:pStyle w:val="Tabletext"/>
              <w:rPr>
                <w:lang w:val="en-GB"/>
              </w:rPr>
            </w:pPr>
          </w:p>
        </w:tc>
      </w:tr>
      <w:tr w:rsidR="00700C94" w:rsidRPr="00E4005D" w14:paraId="39F98182" w14:textId="77777777" w:rsidTr="00DE3706">
        <w:trPr>
          <w:trHeight w:hRule="exact" w:val="567"/>
        </w:trPr>
        <w:tc>
          <w:tcPr>
            <w:tcW w:w="1936" w:type="dxa"/>
            <w:shd w:val="clear" w:color="auto" w:fill="auto"/>
            <w:tcMar>
              <w:top w:w="28" w:type="dxa"/>
              <w:left w:w="28" w:type="dxa"/>
              <w:bottom w:w="28" w:type="dxa"/>
              <w:right w:w="28" w:type="dxa"/>
            </w:tcMar>
          </w:tcPr>
          <w:p w14:paraId="53D74DE3" w14:textId="77777777" w:rsidR="00700C94" w:rsidRPr="00E4005D" w:rsidRDefault="00700C94" w:rsidP="00700C94">
            <w:pPr>
              <w:pStyle w:val="Tabletext"/>
              <w:rPr>
                <w:lang w:val="en-GB"/>
              </w:rPr>
            </w:pPr>
            <w:r w:rsidRPr="00E4005D">
              <w:rPr>
                <w:lang w:val="en-GB"/>
              </w:rPr>
              <w:t>RP87HSi + RP128Si</w:t>
            </w:r>
          </w:p>
        </w:tc>
        <w:tc>
          <w:tcPr>
            <w:tcW w:w="2671" w:type="dxa"/>
          </w:tcPr>
          <w:p w14:paraId="05D3DBE1" w14:textId="2D6248C7" w:rsidR="00700C94" w:rsidRPr="00E4005D" w:rsidRDefault="00700C94" w:rsidP="00700C94">
            <w:pPr>
              <w:pStyle w:val="Tabletext"/>
              <w:rPr>
                <w:lang w:val="en-GB"/>
              </w:rPr>
            </w:pPr>
            <w:r w:rsidRPr="00E4005D">
              <w:rPr>
                <w:lang w:val="en-GB"/>
              </w:rPr>
              <w:t xml:space="preserve">RP128Si Face </w:t>
            </w:r>
            <w:r w:rsidR="00830753" w:rsidRPr="00E4005D">
              <w:rPr>
                <w:lang w:val="en-GB"/>
              </w:rPr>
              <w:t>f</w:t>
            </w:r>
            <w:r w:rsidRPr="00E4005D">
              <w:rPr>
                <w:lang w:val="en-GB"/>
              </w:rPr>
              <w:t>ix</w:t>
            </w:r>
          </w:p>
        </w:tc>
        <w:tc>
          <w:tcPr>
            <w:tcW w:w="891" w:type="dxa"/>
            <w:shd w:val="clear" w:color="auto" w:fill="auto"/>
            <w:tcMar>
              <w:top w:w="28" w:type="dxa"/>
              <w:left w:w="28" w:type="dxa"/>
              <w:bottom w:w="28" w:type="dxa"/>
              <w:right w:w="28" w:type="dxa"/>
            </w:tcMar>
          </w:tcPr>
          <w:p w14:paraId="2BA6F51F" w14:textId="77777777" w:rsidR="00700C94" w:rsidRPr="00E4005D" w:rsidRDefault="00700C94" w:rsidP="00700C94">
            <w:pPr>
              <w:pStyle w:val="Tabletext"/>
              <w:rPr>
                <w:lang w:val="en-GB"/>
              </w:rPr>
            </w:pPr>
            <w:r w:rsidRPr="00E4005D">
              <w:rPr>
                <w:lang w:val="en-GB"/>
              </w:rPr>
              <w:t>Butt</w:t>
            </w:r>
          </w:p>
        </w:tc>
        <w:tc>
          <w:tcPr>
            <w:tcW w:w="1603" w:type="dxa"/>
            <w:shd w:val="clear" w:color="auto" w:fill="auto"/>
            <w:tcMar>
              <w:top w:w="28" w:type="dxa"/>
              <w:left w:w="28" w:type="dxa"/>
              <w:bottom w:w="28" w:type="dxa"/>
              <w:right w:w="28" w:type="dxa"/>
            </w:tcMar>
          </w:tcPr>
          <w:p w14:paraId="3F166A72" w14:textId="77777777" w:rsidR="00700C94" w:rsidRPr="00E4005D" w:rsidRDefault="00700C94" w:rsidP="00700C94">
            <w:pPr>
              <w:pStyle w:val="Tabletext"/>
              <w:rPr>
                <w:lang w:val="en-GB"/>
              </w:rPr>
            </w:pPr>
            <w:r w:rsidRPr="00E4005D">
              <w:rPr>
                <w:lang w:val="en-GB"/>
              </w:rPr>
              <w:t>Single</w:t>
            </w:r>
          </w:p>
        </w:tc>
        <w:tc>
          <w:tcPr>
            <w:tcW w:w="802" w:type="dxa"/>
          </w:tcPr>
          <w:p w14:paraId="59FE7C7E" w14:textId="77777777" w:rsidR="00700C94" w:rsidRPr="00E4005D" w:rsidRDefault="00700C94" w:rsidP="00700C94">
            <w:pPr>
              <w:pStyle w:val="Tabletext"/>
              <w:rPr>
                <w:lang w:val="en-GB"/>
              </w:rPr>
            </w:pPr>
            <w:r w:rsidRPr="00E4005D">
              <w:rPr>
                <w:lang w:val="en-GB"/>
              </w:rPr>
              <w:t>Heavy</w:t>
            </w:r>
          </w:p>
        </w:tc>
        <w:tc>
          <w:tcPr>
            <w:tcW w:w="1158" w:type="dxa"/>
          </w:tcPr>
          <w:p w14:paraId="12FAC8E4" w14:textId="77777777" w:rsidR="00700C94" w:rsidRPr="00E4005D" w:rsidRDefault="00700C94" w:rsidP="00700C94">
            <w:pPr>
              <w:pStyle w:val="Tabletext"/>
              <w:rPr>
                <w:lang w:val="en-GB"/>
              </w:rPr>
            </w:pPr>
          </w:p>
        </w:tc>
      </w:tr>
      <w:tr w:rsidR="00700C94" w:rsidRPr="00E4005D" w14:paraId="6AC15282" w14:textId="77777777" w:rsidTr="00DE3706">
        <w:trPr>
          <w:trHeight w:hRule="exact" w:val="567"/>
        </w:trPr>
        <w:tc>
          <w:tcPr>
            <w:tcW w:w="1936" w:type="dxa"/>
            <w:shd w:val="clear" w:color="auto" w:fill="auto"/>
            <w:tcMar>
              <w:top w:w="28" w:type="dxa"/>
              <w:left w:w="28" w:type="dxa"/>
              <w:bottom w:w="28" w:type="dxa"/>
              <w:right w:w="28" w:type="dxa"/>
            </w:tcMar>
          </w:tcPr>
          <w:p w14:paraId="33EA3849" w14:textId="77777777" w:rsidR="00700C94" w:rsidRPr="00E4005D" w:rsidRDefault="00700C94" w:rsidP="00700C94">
            <w:pPr>
              <w:pStyle w:val="Tabletext"/>
              <w:rPr>
                <w:lang w:val="en-GB"/>
              </w:rPr>
            </w:pPr>
            <w:r w:rsidRPr="00E4005D">
              <w:rPr>
                <w:lang w:val="en-GB"/>
              </w:rPr>
              <w:t>RP84Si + RP126Si + RP71Si</w:t>
            </w:r>
          </w:p>
        </w:tc>
        <w:tc>
          <w:tcPr>
            <w:tcW w:w="2671" w:type="dxa"/>
          </w:tcPr>
          <w:p w14:paraId="3B7E1D1D" w14:textId="17A66BCE" w:rsidR="00700C94" w:rsidRPr="00E4005D" w:rsidRDefault="00700C94" w:rsidP="00700C94">
            <w:pPr>
              <w:pStyle w:val="Tabletext"/>
              <w:rPr>
                <w:lang w:val="en-GB"/>
              </w:rPr>
            </w:pPr>
            <w:r w:rsidRPr="00E4005D">
              <w:rPr>
                <w:lang w:val="en-GB"/>
              </w:rPr>
              <w:t xml:space="preserve">RP126Si Semi </w:t>
            </w:r>
            <w:r w:rsidR="00830753" w:rsidRPr="00E4005D">
              <w:rPr>
                <w:lang w:val="en-GB"/>
              </w:rPr>
              <w:t>m</w:t>
            </w:r>
            <w:r w:rsidRPr="00E4005D">
              <w:rPr>
                <w:lang w:val="en-GB"/>
              </w:rPr>
              <w:t>ortised</w:t>
            </w:r>
          </w:p>
          <w:p w14:paraId="702FBE25" w14:textId="77777777" w:rsidR="00700C94" w:rsidRPr="00E4005D" w:rsidRDefault="00700C94" w:rsidP="00700C94">
            <w:pPr>
              <w:pStyle w:val="Tabletext"/>
              <w:rPr>
                <w:lang w:val="en-GB"/>
              </w:rPr>
            </w:pPr>
            <w:r w:rsidRPr="00E4005D">
              <w:rPr>
                <w:lang w:val="en-GB"/>
              </w:rPr>
              <w:t>or Face Fix</w:t>
            </w:r>
          </w:p>
        </w:tc>
        <w:tc>
          <w:tcPr>
            <w:tcW w:w="891" w:type="dxa"/>
            <w:shd w:val="clear" w:color="auto" w:fill="auto"/>
            <w:tcMar>
              <w:top w:w="28" w:type="dxa"/>
              <w:left w:w="28" w:type="dxa"/>
              <w:bottom w:w="28" w:type="dxa"/>
              <w:right w:w="28" w:type="dxa"/>
            </w:tcMar>
          </w:tcPr>
          <w:p w14:paraId="729E7EC2" w14:textId="77777777" w:rsidR="00700C94" w:rsidRPr="00E4005D" w:rsidRDefault="00700C94" w:rsidP="00700C94">
            <w:pPr>
              <w:pStyle w:val="Tabletext"/>
              <w:rPr>
                <w:lang w:val="en-GB"/>
              </w:rPr>
            </w:pPr>
            <w:r w:rsidRPr="00E4005D">
              <w:rPr>
                <w:lang w:val="en-GB"/>
              </w:rPr>
              <w:t>Butt</w:t>
            </w:r>
          </w:p>
        </w:tc>
        <w:tc>
          <w:tcPr>
            <w:tcW w:w="1603" w:type="dxa"/>
            <w:shd w:val="clear" w:color="auto" w:fill="auto"/>
            <w:tcMar>
              <w:top w:w="28" w:type="dxa"/>
              <w:left w:w="28" w:type="dxa"/>
              <w:bottom w:w="28" w:type="dxa"/>
              <w:right w:w="28" w:type="dxa"/>
            </w:tcMar>
          </w:tcPr>
          <w:p w14:paraId="4571D947" w14:textId="38BE3171" w:rsidR="00700C94" w:rsidRPr="00E4005D" w:rsidRDefault="00830753" w:rsidP="00700C94">
            <w:pPr>
              <w:pStyle w:val="Tabletext"/>
              <w:rPr>
                <w:lang w:val="en-GB"/>
              </w:rPr>
            </w:pPr>
            <w:r w:rsidRPr="00E4005D">
              <w:rPr>
                <w:lang w:val="en-GB"/>
              </w:rPr>
              <w:t>Timber single and double</w:t>
            </w:r>
          </w:p>
        </w:tc>
        <w:tc>
          <w:tcPr>
            <w:tcW w:w="802" w:type="dxa"/>
          </w:tcPr>
          <w:p w14:paraId="3BA95BEC" w14:textId="77777777" w:rsidR="00700C94" w:rsidRPr="00E4005D" w:rsidRDefault="00700C94" w:rsidP="00700C94">
            <w:pPr>
              <w:pStyle w:val="Tabletext"/>
              <w:rPr>
                <w:lang w:val="en-GB"/>
              </w:rPr>
            </w:pPr>
            <w:r w:rsidRPr="00E4005D">
              <w:rPr>
                <w:lang w:val="en-GB"/>
              </w:rPr>
              <w:t>Medium</w:t>
            </w:r>
          </w:p>
        </w:tc>
        <w:tc>
          <w:tcPr>
            <w:tcW w:w="1158" w:type="dxa"/>
          </w:tcPr>
          <w:p w14:paraId="6B38527C" w14:textId="77777777" w:rsidR="00700C94" w:rsidRPr="00E4005D" w:rsidRDefault="00700C94" w:rsidP="00700C94">
            <w:pPr>
              <w:pStyle w:val="Tabletext"/>
              <w:rPr>
                <w:lang w:val="en-GB"/>
              </w:rPr>
            </w:pPr>
          </w:p>
        </w:tc>
      </w:tr>
      <w:tr w:rsidR="00700C94" w:rsidRPr="00E4005D" w14:paraId="32F2F228" w14:textId="77777777" w:rsidTr="00DE3706">
        <w:trPr>
          <w:trHeight w:hRule="exact" w:val="567"/>
        </w:trPr>
        <w:tc>
          <w:tcPr>
            <w:tcW w:w="1936" w:type="dxa"/>
            <w:shd w:val="clear" w:color="auto" w:fill="auto"/>
            <w:tcMar>
              <w:top w:w="28" w:type="dxa"/>
              <w:left w:w="28" w:type="dxa"/>
              <w:bottom w:w="28" w:type="dxa"/>
              <w:right w:w="28" w:type="dxa"/>
            </w:tcMar>
          </w:tcPr>
          <w:p w14:paraId="158741FC" w14:textId="77777777" w:rsidR="00700C94" w:rsidRPr="00E4005D" w:rsidRDefault="00700C94" w:rsidP="00700C94">
            <w:pPr>
              <w:pStyle w:val="Tabletext"/>
              <w:rPr>
                <w:lang w:val="en-GB"/>
              </w:rPr>
            </w:pPr>
            <w:r w:rsidRPr="00E4005D">
              <w:rPr>
                <w:lang w:val="en-GB"/>
              </w:rPr>
              <w:t>RP124 + RP127Si + RP71Si</w:t>
            </w:r>
          </w:p>
        </w:tc>
        <w:tc>
          <w:tcPr>
            <w:tcW w:w="2671" w:type="dxa"/>
          </w:tcPr>
          <w:p w14:paraId="00FB2496" w14:textId="77777777" w:rsidR="00700C94" w:rsidRPr="00E4005D" w:rsidRDefault="00700C94" w:rsidP="00700C94">
            <w:pPr>
              <w:pStyle w:val="Tabletext"/>
              <w:rPr>
                <w:lang w:val="en-GB"/>
              </w:rPr>
            </w:pPr>
            <w:r w:rsidRPr="00E4005D">
              <w:rPr>
                <w:lang w:val="en-GB"/>
              </w:rPr>
              <w:t>RP127Si Mortised</w:t>
            </w:r>
          </w:p>
        </w:tc>
        <w:tc>
          <w:tcPr>
            <w:tcW w:w="891" w:type="dxa"/>
            <w:shd w:val="clear" w:color="auto" w:fill="auto"/>
            <w:tcMar>
              <w:top w:w="28" w:type="dxa"/>
              <w:left w:w="28" w:type="dxa"/>
              <w:bottom w:w="28" w:type="dxa"/>
              <w:right w:w="28" w:type="dxa"/>
            </w:tcMar>
          </w:tcPr>
          <w:p w14:paraId="3DB73F45" w14:textId="77777777" w:rsidR="00700C94" w:rsidRPr="00E4005D" w:rsidRDefault="00700C94" w:rsidP="00700C94">
            <w:pPr>
              <w:pStyle w:val="Tabletext"/>
              <w:rPr>
                <w:lang w:val="en-GB"/>
              </w:rPr>
            </w:pPr>
            <w:r w:rsidRPr="00E4005D">
              <w:rPr>
                <w:lang w:val="en-GB"/>
              </w:rPr>
              <w:t>Butt</w:t>
            </w:r>
          </w:p>
        </w:tc>
        <w:tc>
          <w:tcPr>
            <w:tcW w:w="1603" w:type="dxa"/>
            <w:shd w:val="clear" w:color="auto" w:fill="auto"/>
            <w:tcMar>
              <w:top w:w="28" w:type="dxa"/>
              <w:left w:w="28" w:type="dxa"/>
              <w:bottom w:w="28" w:type="dxa"/>
              <w:right w:w="28" w:type="dxa"/>
            </w:tcMar>
          </w:tcPr>
          <w:p w14:paraId="3A031D6C" w14:textId="17835989" w:rsidR="00700C94" w:rsidRPr="00E4005D" w:rsidRDefault="00830753" w:rsidP="00700C94">
            <w:pPr>
              <w:pStyle w:val="Tabletext"/>
              <w:rPr>
                <w:lang w:val="en-GB"/>
              </w:rPr>
            </w:pPr>
            <w:r w:rsidRPr="00E4005D">
              <w:rPr>
                <w:lang w:val="en-GB"/>
              </w:rPr>
              <w:t>Timber single and double</w:t>
            </w:r>
          </w:p>
        </w:tc>
        <w:tc>
          <w:tcPr>
            <w:tcW w:w="802" w:type="dxa"/>
          </w:tcPr>
          <w:p w14:paraId="248C97FF" w14:textId="77777777" w:rsidR="00700C94" w:rsidRPr="00E4005D" w:rsidRDefault="00700C94" w:rsidP="00700C94">
            <w:pPr>
              <w:pStyle w:val="Tabletext"/>
              <w:rPr>
                <w:lang w:val="en-GB"/>
              </w:rPr>
            </w:pPr>
            <w:r w:rsidRPr="00E4005D">
              <w:rPr>
                <w:lang w:val="en-GB"/>
              </w:rPr>
              <w:t>Medium</w:t>
            </w:r>
          </w:p>
        </w:tc>
        <w:tc>
          <w:tcPr>
            <w:tcW w:w="1158" w:type="dxa"/>
          </w:tcPr>
          <w:p w14:paraId="40AFCA5C" w14:textId="77777777" w:rsidR="00700C94" w:rsidRPr="00E4005D" w:rsidRDefault="00700C94" w:rsidP="00700C94">
            <w:pPr>
              <w:pStyle w:val="Tabletext"/>
              <w:rPr>
                <w:lang w:val="en-GB"/>
              </w:rPr>
            </w:pPr>
          </w:p>
        </w:tc>
      </w:tr>
      <w:tr w:rsidR="00700C94" w:rsidRPr="00E4005D" w14:paraId="2AAABB42" w14:textId="77777777" w:rsidTr="004764BF">
        <w:trPr>
          <w:trHeight w:hRule="exact" w:val="771"/>
        </w:trPr>
        <w:tc>
          <w:tcPr>
            <w:tcW w:w="1936" w:type="dxa"/>
            <w:shd w:val="clear" w:color="auto" w:fill="auto"/>
            <w:tcMar>
              <w:top w:w="28" w:type="dxa"/>
              <w:left w:w="28" w:type="dxa"/>
              <w:bottom w:w="28" w:type="dxa"/>
              <w:right w:w="28" w:type="dxa"/>
            </w:tcMar>
          </w:tcPr>
          <w:p w14:paraId="255FAB5D" w14:textId="4DB41653" w:rsidR="00700C94" w:rsidRPr="00E4005D" w:rsidRDefault="00700C94" w:rsidP="00700C94">
            <w:pPr>
              <w:pStyle w:val="Tabletext"/>
              <w:rPr>
                <w:lang w:val="en-GB"/>
              </w:rPr>
            </w:pPr>
            <w:r w:rsidRPr="00E4005D">
              <w:rPr>
                <w:lang w:val="en-GB"/>
              </w:rPr>
              <w:t>RP71Si + RP71Si + RP71Si</w:t>
            </w:r>
            <w:r w:rsidR="004764BF" w:rsidRPr="00E4005D">
              <w:rPr>
                <w:lang w:val="en-GB"/>
              </w:rPr>
              <w:t xml:space="preserve"> </w:t>
            </w:r>
            <w:r w:rsidRPr="00E4005D">
              <w:rPr>
                <w:lang w:val="en-GB"/>
              </w:rPr>
              <w:t>+ RP96</w:t>
            </w:r>
          </w:p>
        </w:tc>
        <w:tc>
          <w:tcPr>
            <w:tcW w:w="2671" w:type="dxa"/>
          </w:tcPr>
          <w:p w14:paraId="623DCA34" w14:textId="77777777" w:rsidR="00700C94" w:rsidRPr="00E4005D" w:rsidRDefault="00700C94" w:rsidP="00700C94">
            <w:pPr>
              <w:pStyle w:val="Tabletext"/>
              <w:rPr>
                <w:lang w:val="en-GB"/>
              </w:rPr>
            </w:pPr>
            <w:r w:rsidRPr="00E4005D">
              <w:rPr>
                <w:lang w:val="en-GB"/>
              </w:rPr>
              <w:t>RP71Si x 2 around</w:t>
            </w:r>
          </w:p>
          <w:p w14:paraId="7783084D" w14:textId="419915B7" w:rsidR="00700C94" w:rsidRPr="00E4005D" w:rsidRDefault="00830753" w:rsidP="00700C94">
            <w:pPr>
              <w:pStyle w:val="Tabletext"/>
              <w:rPr>
                <w:lang w:val="en-GB"/>
              </w:rPr>
            </w:pPr>
            <w:r w:rsidRPr="00E4005D">
              <w:rPr>
                <w:lang w:val="en-GB"/>
              </w:rPr>
              <w:t>f</w:t>
            </w:r>
            <w:r w:rsidR="00700C94" w:rsidRPr="00E4005D">
              <w:rPr>
                <w:lang w:val="en-GB"/>
              </w:rPr>
              <w:t xml:space="preserve">ull </w:t>
            </w:r>
            <w:r w:rsidRPr="00E4005D">
              <w:rPr>
                <w:lang w:val="en-GB"/>
              </w:rPr>
              <w:t>p</w:t>
            </w:r>
            <w:r w:rsidR="00700C94" w:rsidRPr="00E4005D">
              <w:rPr>
                <w:lang w:val="en-GB"/>
              </w:rPr>
              <w:t>erimeter</w:t>
            </w:r>
          </w:p>
        </w:tc>
        <w:tc>
          <w:tcPr>
            <w:tcW w:w="891" w:type="dxa"/>
            <w:shd w:val="clear" w:color="auto" w:fill="auto"/>
            <w:tcMar>
              <w:top w:w="28" w:type="dxa"/>
              <w:left w:w="28" w:type="dxa"/>
              <w:bottom w:w="28" w:type="dxa"/>
              <w:right w:w="28" w:type="dxa"/>
            </w:tcMar>
          </w:tcPr>
          <w:p w14:paraId="78E262E3" w14:textId="77777777" w:rsidR="00700C94" w:rsidRPr="00E4005D" w:rsidRDefault="00700C94" w:rsidP="00700C94">
            <w:pPr>
              <w:pStyle w:val="Tabletext"/>
              <w:rPr>
                <w:lang w:val="en-GB"/>
              </w:rPr>
            </w:pPr>
            <w:r w:rsidRPr="00E4005D">
              <w:rPr>
                <w:lang w:val="en-GB"/>
              </w:rPr>
              <w:t>Pivot</w:t>
            </w:r>
          </w:p>
        </w:tc>
        <w:tc>
          <w:tcPr>
            <w:tcW w:w="1603" w:type="dxa"/>
            <w:shd w:val="clear" w:color="auto" w:fill="auto"/>
            <w:tcMar>
              <w:top w:w="28" w:type="dxa"/>
              <w:left w:w="28" w:type="dxa"/>
              <w:bottom w:w="28" w:type="dxa"/>
              <w:right w:w="28" w:type="dxa"/>
            </w:tcMar>
          </w:tcPr>
          <w:p w14:paraId="1FF8947B" w14:textId="06E4737C" w:rsidR="00700C94" w:rsidRPr="00E4005D" w:rsidRDefault="00830753" w:rsidP="00700C94">
            <w:pPr>
              <w:pStyle w:val="Tabletext"/>
              <w:rPr>
                <w:lang w:val="en-GB"/>
              </w:rPr>
            </w:pPr>
            <w:r w:rsidRPr="00E4005D">
              <w:rPr>
                <w:lang w:val="en-GB"/>
              </w:rPr>
              <w:t>Timber single and double</w:t>
            </w:r>
          </w:p>
        </w:tc>
        <w:tc>
          <w:tcPr>
            <w:tcW w:w="802" w:type="dxa"/>
          </w:tcPr>
          <w:p w14:paraId="1E64E975" w14:textId="77777777" w:rsidR="00700C94" w:rsidRPr="00E4005D" w:rsidRDefault="00700C94" w:rsidP="00700C94">
            <w:pPr>
              <w:pStyle w:val="Tabletext"/>
              <w:rPr>
                <w:lang w:val="en-GB"/>
              </w:rPr>
            </w:pPr>
            <w:r w:rsidRPr="00E4005D">
              <w:rPr>
                <w:lang w:val="en-GB"/>
              </w:rPr>
              <w:t>Medium</w:t>
            </w:r>
          </w:p>
        </w:tc>
        <w:tc>
          <w:tcPr>
            <w:tcW w:w="1158" w:type="dxa"/>
          </w:tcPr>
          <w:p w14:paraId="205CFEE1" w14:textId="77777777" w:rsidR="00700C94" w:rsidRPr="00E4005D" w:rsidRDefault="00700C94" w:rsidP="00700C94">
            <w:pPr>
              <w:pStyle w:val="Tabletext"/>
              <w:rPr>
                <w:lang w:val="en-GB"/>
              </w:rPr>
            </w:pPr>
          </w:p>
        </w:tc>
      </w:tr>
      <w:tr w:rsidR="00700C94" w:rsidRPr="00E4005D" w14:paraId="17102BD5" w14:textId="77777777" w:rsidTr="00DE3706">
        <w:trPr>
          <w:trHeight w:hRule="exact" w:val="567"/>
        </w:trPr>
        <w:tc>
          <w:tcPr>
            <w:tcW w:w="1936" w:type="dxa"/>
            <w:shd w:val="clear" w:color="auto" w:fill="auto"/>
            <w:tcMar>
              <w:top w:w="28" w:type="dxa"/>
              <w:left w:w="28" w:type="dxa"/>
              <w:bottom w:w="28" w:type="dxa"/>
              <w:right w:w="28" w:type="dxa"/>
            </w:tcMar>
          </w:tcPr>
          <w:p w14:paraId="72DE8B52" w14:textId="77777777" w:rsidR="00700C94" w:rsidRPr="00E4005D" w:rsidRDefault="00700C94" w:rsidP="00700C94">
            <w:pPr>
              <w:pStyle w:val="Tabletext"/>
              <w:rPr>
                <w:lang w:val="en-GB"/>
              </w:rPr>
            </w:pPr>
            <w:r w:rsidRPr="00E4005D">
              <w:rPr>
                <w:lang w:val="en-GB"/>
              </w:rPr>
              <w:t>RP130Si + RP52F</w:t>
            </w:r>
          </w:p>
        </w:tc>
        <w:tc>
          <w:tcPr>
            <w:tcW w:w="2671" w:type="dxa"/>
          </w:tcPr>
          <w:p w14:paraId="5E93B968" w14:textId="77777777" w:rsidR="00700C94" w:rsidRPr="00E4005D" w:rsidRDefault="00700C94" w:rsidP="00700C94">
            <w:pPr>
              <w:pStyle w:val="Tabletext"/>
              <w:rPr>
                <w:lang w:val="en-GB"/>
              </w:rPr>
            </w:pPr>
            <w:r w:rsidRPr="00E4005D">
              <w:rPr>
                <w:lang w:val="en-GB"/>
              </w:rPr>
              <w:t>RP52F Mortised</w:t>
            </w:r>
          </w:p>
          <w:p w14:paraId="643CA4EB" w14:textId="01A16D6C" w:rsidR="00700C94" w:rsidRPr="00E4005D" w:rsidRDefault="00700C94" w:rsidP="00700C94">
            <w:pPr>
              <w:pStyle w:val="Tabletext"/>
              <w:rPr>
                <w:lang w:val="en-GB"/>
              </w:rPr>
            </w:pPr>
            <w:r w:rsidRPr="00E4005D">
              <w:rPr>
                <w:lang w:val="en-GB"/>
              </w:rPr>
              <w:t xml:space="preserve">into </w:t>
            </w:r>
            <w:r w:rsidR="00830753" w:rsidRPr="00E4005D">
              <w:rPr>
                <w:lang w:val="en-GB"/>
              </w:rPr>
              <w:t>d</w:t>
            </w:r>
            <w:r w:rsidRPr="00E4005D">
              <w:rPr>
                <w:lang w:val="en-GB"/>
              </w:rPr>
              <w:t>oo</w:t>
            </w:r>
            <w:r w:rsidR="00830753" w:rsidRPr="00E4005D">
              <w:rPr>
                <w:lang w:val="en-GB"/>
              </w:rPr>
              <w:t>r</w:t>
            </w:r>
            <w:r w:rsidRPr="00E4005D">
              <w:rPr>
                <w:lang w:val="en-GB"/>
              </w:rPr>
              <w:t xml:space="preserve"> Bottom</w:t>
            </w:r>
          </w:p>
        </w:tc>
        <w:tc>
          <w:tcPr>
            <w:tcW w:w="891" w:type="dxa"/>
            <w:shd w:val="clear" w:color="auto" w:fill="auto"/>
            <w:tcMar>
              <w:top w:w="28" w:type="dxa"/>
              <w:left w:w="28" w:type="dxa"/>
              <w:bottom w:w="28" w:type="dxa"/>
              <w:right w:w="28" w:type="dxa"/>
            </w:tcMar>
          </w:tcPr>
          <w:p w14:paraId="058FB8EC" w14:textId="77777777" w:rsidR="00700C94" w:rsidRPr="00E4005D" w:rsidRDefault="00700C94" w:rsidP="00700C94">
            <w:pPr>
              <w:pStyle w:val="Tabletext"/>
              <w:rPr>
                <w:lang w:val="en-GB"/>
              </w:rPr>
            </w:pPr>
            <w:r w:rsidRPr="00E4005D">
              <w:rPr>
                <w:lang w:val="en-GB"/>
              </w:rPr>
              <w:t>Pivot</w:t>
            </w:r>
          </w:p>
        </w:tc>
        <w:tc>
          <w:tcPr>
            <w:tcW w:w="1603" w:type="dxa"/>
            <w:shd w:val="clear" w:color="auto" w:fill="auto"/>
            <w:tcMar>
              <w:top w:w="28" w:type="dxa"/>
              <w:left w:w="28" w:type="dxa"/>
              <w:bottom w:w="28" w:type="dxa"/>
              <w:right w:w="28" w:type="dxa"/>
            </w:tcMar>
          </w:tcPr>
          <w:p w14:paraId="75B5D846" w14:textId="025F7A84" w:rsidR="00700C94" w:rsidRPr="00E4005D" w:rsidRDefault="00830753" w:rsidP="00700C94">
            <w:pPr>
              <w:pStyle w:val="Tabletext"/>
              <w:rPr>
                <w:lang w:val="en-GB"/>
              </w:rPr>
            </w:pPr>
            <w:r w:rsidRPr="00E4005D">
              <w:rPr>
                <w:lang w:val="en-GB"/>
              </w:rPr>
              <w:t>Timber single and double</w:t>
            </w:r>
          </w:p>
        </w:tc>
        <w:tc>
          <w:tcPr>
            <w:tcW w:w="802" w:type="dxa"/>
          </w:tcPr>
          <w:p w14:paraId="5C36EB84" w14:textId="77777777" w:rsidR="00700C94" w:rsidRPr="00E4005D" w:rsidRDefault="00700C94" w:rsidP="00700C94">
            <w:pPr>
              <w:pStyle w:val="Tabletext"/>
              <w:rPr>
                <w:lang w:val="en-GB"/>
              </w:rPr>
            </w:pPr>
            <w:r w:rsidRPr="00E4005D">
              <w:rPr>
                <w:lang w:val="en-GB"/>
              </w:rPr>
              <w:t>Heavy</w:t>
            </w:r>
          </w:p>
        </w:tc>
        <w:tc>
          <w:tcPr>
            <w:tcW w:w="1158" w:type="dxa"/>
          </w:tcPr>
          <w:p w14:paraId="41F60AFC" w14:textId="77777777" w:rsidR="00700C94" w:rsidRPr="00E4005D" w:rsidRDefault="00700C94" w:rsidP="00700C94">
            <w:pPr>
              <w:pStyle w:val="Tabletext"/>
              <w:rPr>
                <w:lang w:val="en-GB"/>
              </w:rPr>
            </w:pPr>
          </w:p>
        </w:tc>
      </w:tr>
      <w:tr w:rsidR="00700C94" w:rsidRPr="00E4005D" w14:paraId="73AB5EC7" w14:textId="77777777" w:rsidTr="00830753">
        <w:trPr>
          <w:trHeight w:hRule="exact" w:val="825"/>
        </w:trPr>
        <w:tc>
          <w:tcPr>
            <w:tcW w:w="1936" w:type="dxa"/>
            <w:shd w:val="clear" w:color="auto" w:fill="auto"/>
            <w:tcMar>
              <w:top w:w="28" w:type="dxa"/>
              <w:left w:w="28" w:type="dxa"/>
              <w:bottom w:w="28" w:type="dxa"/>
              <w:right w:w="28" w:type="dxa"/>
            </w:tcMar>
          </w:tcPr>
          <w:p w14:paraId="626E4C64" w14:textId="77777777" w:rsidR="00700C94" w:rsidRPr="00E4005D" w:rsidRDefault="00700C94" w:rsidP="00700C94">
            <w:pPr>
              <w:pStyle w:val="Tabletext"/>
              <w:rPr>
                <w:lang w:val="en-GB"/>
              </w:rPr>
            </w:pPr>
            <w:r w:rsidRPr="00E4005D">
              <w:rPr>
                <w:lang w:val="en-GB"/>
              </w:rPr>
              <w:t>RP130Si + RP129F + RP130Si</w:t>
            </w:r>
          </w:p>
        </w:tc>
        <w:tc>
          <w:tcPr>
            <w:tcW w:w="2671" w:type="dxa"/>
          </w:tcPr>
          <w:p w14:paraId="3C757324" w14:textId="335A392F" w:rsidR="00700C94" w:rsidRPr="00E4005D" w:rsidRDefault="00700C94" w:rsidP="00700C94">
            <w:pPr>
              <w:pStyle w:val="Tabletext"/>
              <w:rPr>
                <w:lang w:val="en-GB"/>
              </w:rPr>
            </w:pPr>
            <w:r w:rsidRPr="00E4005D">
              <w:rPr>
                <w:lang w:val="en-GB"/>
              </w:rPr>
              <w:t xml:space="preserve">RP130Si x 2 around </w:t>
            </w:r>
            <w:r w:rsidR="00830753" w:rsidRPr="00E4005D">
              <w:rPr>
                <w:lang w:val="en-GB"/>
              </w:rPr>
              <w:t>p</w:t>
            </w:r>
            <w:r w:rsidRPr="00E4005D">
              <w:rPr>
                <w:lang w:val="en-GB"/>
              </w:rPr>
              <w:t>erimeter, RP129F on</w:t>
            </w:r>
          </w:p>
          <w:p w14:paraId="00CF0B9E" w14:textId="03B004BE" w:rsidR="00700C94" w:rsidRPr="00E4005D" w:rsidRDefault="00830753" w:rsidP="00700C94">
            <w:pPr>
              <w:pStyle w:val="Tabletext"/>
              <w:rPr>
                <w:lang w:val="en-GB"/>
              </w:rPr>
            </w:pPr>
            <w:r w:rsidRPr="00E4005D">
              <w:rPr>
                <w:lang w:val="en-GB"/>
              </w:rPr>
              <w:t>d</w:t>
            </w:r>
            <w:r w:rsidR="00700C94" w:rsidRPr="00E4005D">
              <w:rPr>
                <w:lang w:val="en-GB"/>
              </w:rPr>
              <w:t xml:space="preserve">oor </w:t>
            </w:r>
            <w:r w:rsidRPr="00E4005D">
              <w:rPr>
                <w:lang w:val="en-GB"/>
              </w:rPr>
              <w:t>b</w:t>
            </w:r>
            <w:r w:rsidR="00700C94" w:rsidRPr="00E4005D">
              <w:rPr>
                <w:lang w:val="en-GB"/>
              </w:rPr>
              <w:t>ottom</w:t>
            </w:r>
          </w:p>
        </w:tc>
        <w:tc>
          <w:tcPr>
            <w:tcW w:w="891" w:type="dxa"/>
            <w:shd w:val="clear" w:color="auto" w:fill="auto"/>
            <w:tcMar>
              <w:top w:w="28" w:type="dxa"/>
              <w:left w:w="28" w:type="dxa"/>
              <w:bottom w:w="28" w:type="dxa"/>
              <w:right w:w="28" w:type="dxa"/>
            </w:tcMar>
          </w:tcPr>
          <w:p w14:paraId="21FD5037" w14:textId="77777777" w:rsidR="00700C94" w:rsidRPr="00E4005D" w:rsidRDefault="00700C94" w:rsidP="00700C94">
            <w:pPr>
              <w:pStyle w:val="Tabletext"/>
              <w:rPr>
                <w:lang w:val="en-GB"/>
              </w:rPr>
            </w:pPr>
            <w:r w:rsidRPr="00E4005D">
              <w:rPr>
                <w:lang w:val="en-GB"/>
              </w:rPr>
              <w:t>Pivot</w:t>
            </w:r>
          </w:p>
        </w:tc>
        <w:tc>
          <w:tcPr>
            <w:tcW w:w="1603" w:type="dxa"/>
            <w:shd w:val="clear" w:color="auto" w:fill="auto"/>
            <w:tcMar>
              <w:top w:w="28" w:type="dxa"/>
              <w:left w:w="28" w:type="dxa"/>
              <w:bottom w:w="28" w:type="dxa"/>
              <w:right w:w="28" w:type="dxa"/>
            </w:tcMar>
          </w:tcPr>
          <w:p w14:paraId="0DFB2115" w14:textId="36844269" w:rsidR="00700C94" w:rsidRPr="00E4005D" w:rsidRDefault="00830753" w:rsidP="00700C94">
            <w:pPr>
              <w:pStyle w:val="Tabletext"/>
              <w:rPr>
                <w:lang w:val="en-GB"/>
              </w:rPr>
            </w:pPr>
            <w:r w:rsidRPr="00E4005D">
              <w:rPr>
                <w:lang w:val="en-GB"/>
              </w:rPr>
              <w:t>Timber single and double</w:t>
            </w:r>
          </w:p>
        </w:tc>
        <w:tc>
          <w:tcPr>
            <w:tcW w:w="802" w:type="dxa"/>
          </w:tcPr>
          <w:p w14:paraId="7630CC19" w14:textId="77777777" w:rsidR="00700C94" w:rsidRPr="00E4005D" w:rsidRDefault="00700C94" w:rsidP="00700C94">
            <w:pPr>
              <w:pStyle w:val="Tabletext"/>
              <w:rPr>
                <w:lang w:val="en-GB"/>
              </w:rPr>
            </w:pPr>
            <w:r w:rsidRPr="00E4005D">
              <w:rPr>
                <w:lang w:val="en-GB"/>
              </w:rPr>
              <w:t>Heavy</w:t>
            </w:r>
          </w:p>
        </w:tc>
        <w:tc>
          <w:tcPr>
            <w:tcW w:w="1158" w:type="dxa"/>
          </w:tcPr>
          <w:p w14:paraId="4912DCBF" w14:textId="77777777" w:rsidR="00700C94" w:rsidRPr="00E4005D" w:rsidRDefault="00700C94" w:rsidP="00700C94">
            <w:pPr>
              <w:pStyle w:val="Tabletext"/>
              <w:rPr>
                <w:lang w:val="en-GB"/>
              </w:rPr>
            </w:pPr>
          </w:p>
        </w:tc>
      </w:tr>
      <w:tr w:rsidR="00700C94" w:rsidRPr="00E4005D" w14:paraId="10108130" w14:textId="77777777" w:rsidTr="00DE3706">
        <w:trPr>
          <w:trHeight w:hRule="exact" w:val="951"/>
        </w:trPr>
        <w:tc>
          <w:tcPr>
            <w:tcW w:w="1936" w:type="dxa"/>
            <w:shd w:val="clear" w:color="auto" w:fill="auto"/>
            <w:tcMar>
              <w:top w:w="28" w:type="dxa"/>
              <w:left w:w="28" w:type="dxa"/>
              <w:bottom w:w="28" w:type="dxa"/>
              <w:right w:w="28" w:type="dxa"/>
            </w:tcMar>
          </w:tcPr>
          <w:p w14:paraId="105FFEDE" w14:textId="77777777" w:rsidR="00700C94" w:rsidRPr="00E4005D" w:rsidRDefault="00700C94" w:rsidP="00700C94">
            <w:pPr>
              <w:pStyle w:val="Tabletext"/>
              <w:rPr>
                <w:lang w:val="en-GB"/>
              </w:rPr>
            </w:pPr>
            <w:r w:rsidRPr="00E4005D">
              <w:rPr>
                <w:lang w:val="en-GB"/>
              </w:rPr>
              <w:t>RP130Si + RP129Si + RP130Si</w:t>
            </w:r>
          </w:p>
          <w:p w14:paraId="4DC146D1" w14:textId="77777777" w:rsidR="00700C94" w:rsidRPr="00E4005D" w:rsidRDefault="00700C94" w:rsidP="00700C94">
            <w:pPr>
              <w:pStyle w:val="Tabletext"/>
              <w:rPr>
                <w:lang w:val="en-GB"/>
              </w:rPr>
            </w:pPr>
            <w:r w:rsidRPr="00E4005D">
              <w:rPr>
                <w:lang w:val="en-GB"/>
              </w:rPr>
              <w:t>+ RP96</w:t>
            </w:r>
          </w:p>
        </w:tc>
        <w:tc>
          <w:tcPr>
            <w:tcW w:w="2671" w:type="dxa"/>
          </w:tcPr>
          <w:p w14:paraId="0AC6944C" w14:textId="77777777" w:rsidR="00700C94" w:rsidRPr="00E4005D" w:rsidRDefault="00700C94" w:rsidP="00700C94">
            <w:pPr>
              <w:pStyle w:val="Tabletext"/>
              <w:rPr>
                <w:lang w:val="en-GB"/>
              </w:rPr>
            </w:pPr>
            <w:r w:rsidRPr="00E4005D">
              <w:rPr>
                <w:lang w:val="en-GB"/>
              </w:rPr>
              <w:t>RP130Si x 2 around Perimeter, RP129Si on</w:t>
            </w:r>
          </w:p>
          <w:p w14:paraId="7F33EF50" w14:textId="51652B40" w:rsidR="00700C94" w:rsidRPr="00E4005D" w:rsidRDefault="00830753" w:rsidP="00700C94">
            <w:pPr>
              <w:pStyle w:val="Tabletext"/>
              <w:rPr>
                <w:lang w:val="en-GB"/>
              </w:rPr>
            </w:pPr>
            <w:r w:rsidRPr="00E4005D">
              <w:rPr>
                <w:lang w:val="en-GB"/>
              </w:rPr>
              <w:t>d</w:t>
            </w:r>
            <w:r w:rsidR="00700C94" w:rsidRPr="00E4005D">
              <w:rPr>
                <w:lang w:val="en-GB"/>
              </w:rPr>
              <w:t xml:space="preserve">oor </w:t>
            </w:r>
            <w:r w:rsidRPr="00E4005D">
              <w:rPr>
                <w:lang w:val="en-GB"/>
              </w:rPr>
              <w:t>b</w:t>
            </w:r>
            <w:r w:rsidR="00700C94" w:rsidRPr="00E4005D">
              <w:rPr>
                <w:lang w:val="en-GB"/>
              </w:rPr>
              <w:t>ottom</w:t>
            </w:r>
          </w:p>
        </w:tc>
        <w:tc>
          <w:tcPr>
            <w:tcW w:w="891" w:type="dxa"/>
            <w:shd w:val="clear" w:color="auto" w:fill="auto"/>
            <w:tcMar>
              <w:top w:w="28" w:type="dxa"/>
              <w:left w:w="28" w:type="dxa"/>
              <w:bottom w:w="28" w:type="dxa"/>
              <w:right w:w="28" w:type="dxa"/>
            </w:tcMar>
          </w:tcPr>
          <w:p w14:paraId="0670C9C0" w14:textId="77777777" w:rsidR="00700C94" w:rsidRPr="00E4005D" w:rsidRDefault="00700C94" w:rsidP="00700C94">
            <w:pPr>
              <w:pStyle w:val="Tabletext"/>
              <w:rPr>
                <w:lang w:val="en-GB"/>
              </w:rPr>
            </w:pPr>
            <w:r w:rsidRPr="00E4005D">
              <w:rPr>
                <w:lang w:val="en-GB"/>
              </w:rPr>
              <w:t>Pivot</w:t>
            </w:r>
          </w:p>
        </w:tc>
        <w:tc>
          <w:tcPr>
            <w:tcW w:w="1603" w:type="dxa"/>
            <w:shd w:val="clear" w:color="auto" w:fill="auto"/>
            <w:tcMar>
              <w:top w:w="28" w:type="dxa"/>
              <w:left w:w="28" w:type="dxa"/>
              <w:bottom w:w="28" w:type="dxa"/>
              <w:right w:w="28" w:type="dxa"/>
            </w:tcMar>
          </w:tcPr>
          <w:p w14:paraId="2FF87DA1" w14:textId="0B50A043" w:rsidR="00700C94" w:rsidRPr="00E4005D" w:rsidRDefault="00700C94" w:rsidP="00700C94">
            <w:pPr>
              <w:pStyle w:val="Tabletext"/>
              <w:rPr>
                <w:lang w:val="en-GB"/>
              </w:rPr>
            </w:pPr>
            <w:r w:rsidRPr="00E4005D">
              <w:rPr>
                <w:lang w:val="en-GB"/>
              </w:rPr>
              <w:t xml:space="preserve">Timber </w:t>
            </w:r>
            <w:r w:rsidR="00830753" w:rsidRPr="00E4005D">
              <w:rPr>
                <w:lang w:val="en-GB"/>
              </w:rPr>
              <w:t>s</w:t>
            </w:r>
            <w:r w:rsidRPr="00E4005D">
              <w:rPr>
                <w:lang w:val="en-GB"/>
              </w:rPr>
              <w:t xml:space="preserve">ingle </w:t>
            </w:r>
            <w:r w:rsidR="00DE3706" w:rsidRPr="00E4005D">
              <w:rPr>
                <w:lang w:val="en-GB"/>
              </w:rPr>
              <w:t>and</w:t>
            </w:r>
            <w:r w:rsidRPr="00E4005D">
              <w:rPr>
                <w:lang w:val="en-GB"/>
              </w:rPr>
              <w:t xml:space="preserve"> </w:t>
            </w:r>
            <w:r w:rsidR="00830753" w:rsidRPr="00E4005D">
              <w:rPr>
                <w:lang w:val="en-GB"/>
              </w:rPr>
              <w:t>d</w:t>
            </w:r>
            <w:r w:rsidRPr="00E4005D">
              <w:rPr>
                <w:lang w:val="en-GB"/>
              </w:rPr>
              <w:t>ouble</w:t>
            </w:r>
          </w:p>
        </w:tc>
        <w:tc>
          <w:tcPr>
            <w:tcW w:w="802" w:type="dxa"/>
          </w:tcPr>
          <w:p w14:paraId="6AF849C6" w14:textId="77777777" w:rsidR="00700C94" w:rsidRPr="00E4005D" w:rsidRDefault="00700C94" w:rsidP="00700C94">
            <w:pPr>
              <w:pStyle w:val="Tabletext"/>
              <w:rPr>
                <w:lang w:val="en-GB"/>
              </w:rPr>
            </w:pPr>
            <w:r w:rsidRPr="00E4005D">
              <w:rPr>
                <w:lang w:val="en-GB"/>
              </w:rPr>
              <w:t>Heavy</w:t>
            </w:r>
          </w:p>
        </w:tc>
        <w:tc>
          <w:tcPr>
            <w:tcW w:w="1158" w:type="dxa"/>
          </w:tcPr>
          <w:p w14:paraId="52332B49" w14:textId="77777777" w:rsidR="00700C94" w:rsidRPr="00E4005D" w:rsidRDefault="00700C94" w:rsidP="00700C94">
            <w:pPr>
              <w:pStyle w:val="Tabletext"/>
              <w:rPr>
                <w:lang w:val="en-GB"/>
              </w:rPr>
            </w:pPr>
          </w:p>
        </w:tc>
      </w:tr>
    </w:tbl>
    <w:p w14:paraId="6438D6F7" w14:textId="77777777" w:rsidR="00CB5A86" w:rsidRPr="00E4005D" w:rsidRDefault="00CB5A86" w:rsidP="00CB5A86"/>
    <w:p w14:paraId="739BBB56" w14:textId="77777777" w:rsidR="001562AE" w:rsidRPr="00E4005D" w:rsidRDefault="00ED0FEF">
      <w:pPr>
        <w:pStyle w:val="Instructions"/>
      </w:pPr>
      <w:r w:rsidRPr="00E4005D">
        <w:t>***</w:t>
      </w:r>
    </w:p>
    <w:p w14:paraId="386ECAE1" w14:textId="77777777" w:rsidR="001562AE" w:rsidRPr="00E4005D" w:rsidRDefault="0024003B">
      <w:pPr>
        <w:pStyle w:val="InstructionsHeading4"/>
      </w:pPr>
      <w:bookmarkStart w:id="174" w:name="f-worksection-refdoc"/>
      <w:bookmarkEnd w:id="3"/>
      <w:bookmarkEnd w:id="172"/>
      <w:bookmarkEnd w:id="173"/>
      <w:r w:rsidRPr="00E4005D">
        <w:t>REFERENCED DOCUMENTS</w:t>
      </w:r>
    </w:p>
    <w:p w14:paraId="0D69DE4D" w14:textId="77777777" w:rsidR="001562AE" w:rsidRPr="00E4005D" w:rsidRDefault="0024003B">
      <w:pPr>
        <w:pStyle w:val="Instructions"/>
      </w:pPr>
      <w:r w:rsidRPr="00E4005D">
        <w:rPr>
          <w:b/>
        </w:rPr>
        <w:t>The following documents are incorporated into this worksection by reference:</w:t>
      </w:r>
    </w:p>
    <w:p w14:paraId="3181EB2B" w14:textId="77777777" w:rsidR="001562AE" w:rsidRPr="00E4005D" w:rsidRDefault="0024003B">
      <w:pPr>
        <w:pStyle w:val="Standard1"/>
      </w:pPr>
      <w:r w:rsidRPr="00E4005D">
        <w:t>AS ISO 717</w:t>
      </w:r>
      <w:r w:rsidRPr="00E4005D">
        <w:tab/>
      </w:r>
      <w:r w:rsidRPr="00E4005D">
        <w:tab/>
        <w:t>Acoustics - Rating of sound insulation in buildings and of building elements</w:t>
      </w:r>
    </w:p>
    <w:p w14:paraId="60279721" w14:textId="77777777" w:rsidR="001562AE" w:rsidRPr="00E4005D" w:rsidRDefault="0024003B">
      <w:pPr>
        <w:pStyle w:val="Standard2"/>
      </w:pPr>
      <w:r w:rsidRPr="00E4005D">
        <w:t>AS/NZS ISO 717.1</w:t>
      </w:r>
      <w:r w:rsidRPr="00E4005D">
        <w:tab/>
        <w:t>2004</w:t>
      </w:r>
      <w:r w:rsidRPr="00E4005D">
        <w:tab/>
        <w:t>Airborne sound insulation</w:t>
      </w:r>
    </w:p>
    <w:p w14:paraId="69DDA3E7" w14:textId="77777777" w:rsidR="001562AE" w:rsidRPr="00E4005D" w:rsidRDefault="0024003B">
      <w:pPr>
        <w:pStyle w:val="Standard1"/>
      </w:pPr>
      <w:r w:rsidRPr="00E4005D">
        <w:t>AS 1191</w:t>
      </w:r>
      <w:r w:rsidRPr="00E4005D">
        <w:tab/>
        <w:t>2002</w:t>
      </w:r>
      <w:r w:rsidRPr="00E4005D">
        <w:tab/>
        <w:t>Acoustics - Method for laboratory measurement of airborne sound transmission insulation of building elements</w:t>
      </w:r>
    </w:p>
    <w:p w14:paraId="76E5C9BA" w14:textId="77777777" w:rsidR="001562AE" w:rsidRPr="00E4005D" w:rsidRDefault="0024003B">
      <w:pPr>
        <w:pStyle w:val="Standard1"/>
      </w:pPr>
      <w:r w:rsidRPr="00E4005D">
        <w:t>AS 1428</w:t>
      </w:r>
      <w:r w:rsidRPr="00E4005D">
        <w:tab/>
      </w:r>
      <w:r w:rsidRPr="00E4005D">
        <w:tab/>
        <w:t>Design for access and mobility</w:t>
      </w:r>
    </w:p>
    <w:p w14:paraId="6878EB97" w14:textId="77777777" w:rsidR="001562AE" w:rsidRDefault="0024003B">
      <w:pPr>
        <w:pStyle w:val="Standard2"/>
      </w:pPr>
      <w:r w:rsidRPr="00E4005D">
        <w:t>AS 1428.1</w:t>
      </w:r>
      <w:r w:rsidRPr="00E4005D">
        <w:tab/>
        <w:t>2009</w:t>
      </w:r>
      <w:r>
        <w:tab/>
        <w:t>General requirements for access - New building work</w:t>
      </w:r>
    </w:p>
    <w:p w14:paraId="01F2E5FD" w14:textId="77777777" w:rsidR="001562AE" w:rsidRDefault="0024003B">
      <w:pPr>
        <w:pStyle w:val="Standard1"/>
      </w:pPr>
      <w:r>
        <w:t>AS 1530</w:t>
      </w:r>
      <w:r>
        <w:tab/>
      </w:r>
      <w:r>
        <w:tab/>
        <w:t>Methods for fire tests on building materials, components and structures</w:t>
      </w:r>
    </w:p>
    <w:p w14:paraId="5E6DBE20" w14:textId="77777777" w:rsidR="001562AE" w:rsidRDefault="0024003B">
      <w:pPr>
        <w:pStyle w:val="Standard2"/>
      </w:pPr>
      <w:r>
        <w:t>AS 1530.2</w:t>
      </w:r>
      <w:r>
        <w:tab/>
        <w:t>1993</w:t>
      </w:r>
      <w:r>
        <w:tab/>
        <w:t>Test for flammability of materials</w:t>
      </w:r>
    </w:p>
    <w:p w14:paraId="3323B9B4" w14:textId="77777777" w:rsidR="001562AE" w:rsidRDefault="0024003B">
      <w:pPr>
        <w:pStyle w:val="Standard2"/>
      </w:pPr>
      <w:r>
        <w:t>AS 1530.4</w:t>
      </w:r>
      <w:r>
        <w:tab/>
        <w:t>2014</w:t>
      </w:r>
      <w:r>
        <w:tab/>
        <w:t>Fire-resistance tests for elements of construction</w:t>
      </w:r>
    </w:p>
    <w:p w14:paraId="7C980454" w14:textId="77777777" w:rsidR="001562AE" w:rsidRDefault="0024003B">
      <w:pPr>
        <w:pStyle w:val="Standard2"/>
      </w:pPr>
      <w:r>
        <w:t>AS 1530.7</w:t>
      </w:r>
      <w:r>
        <w:tab/>
        <w:t>2007</w:t>
      </w:r>
      <w:r>
        <w:tab/>
        <w:t>Smoke control assemblies - Ambient and medium temperature leakage test procedure</w:t>
      </w:r>
    </w:p>
    <w:p w14:paraId="6EEB17D4" w14:textId="77777777" w:rsidR="001562AE" w:rsidRDefault="0024003B">
      <w:pPr>
        <w:pStyle w:val="Standard1"/>
      </w:pPr>
      <w:r>
        <w:t>AS 1905</w:t>
      </w:r>
      <w:r>
        <w:tab/>
      </w:r>
      <w:r>
        <w:tab/>
        <w:t>Components for the protection of openings in fire-resistant walls</w:t>
      </w:r>
    </w:p>
    <w:p w14:paraId="4BFE1008" w14:textId="77777777" w:rsidR="001562AE" w:rsidRDefault="0024003B">
      <w:pPr>
        <w:pStyle w:val="Standard2"/>
      </w:pPr>
      <w:r>
        <w:t>AS 1905.1</w:t>
      </w:r>
      <w:r>
        <w:tab/>
        <w:t>2015</w:t>
      </w:r>
      <w:r>
        <w:tab/>
        <w:t>Fire-resistant doorsets</w:t>
      </w:r>
    </w:p>
    <w:p w14:paraId="6CB9F206" w14:textId="77777777" w:rsidR="001562AE" w:rsidRDefault="0024003B">
      <w:pPr>
        <w:pStyle w:val="Standard1"/>
      </w:pPr>
      <w:r>
        <w:t>AS 2047</w:t>
      </w:r>
      <w:r>
        <w:tab/>
        <w:t>2014</w:t>
      </w:r>
      <w:r>
        <w:tab/>
        <w:t>Windows and external glazed doors in buildings</w:t>
      </w:r>
    </w:p>
    <w:p w14:paraId="3486B855" w14:textId="77777777" w:rsidR="001562AE" w:rsidRDefault="0024003B">
      <w:pPr>
        <w:pStyle w:val="Standard1"/>
      </w:pPr>
      <w:r>
        <w:t>AS 3959</w:t>
      </w:r>
      <w:r>
        <w:tab/>
        <w:t>2018</w:t>
      </w:r>
      <w:r>
        <w:tab/>
        <w:t>Construction of buildings in bushfire prone areas</w:t>
      </w:r>
    </w:p>
    <w:p w14:paraId="2F5A5AF0" w14:textId="77777777" w:rsidR="001562AE" w:rsidRDefault="0024003B">
      <w:pPr>
        <w:pStyle w:val="Standard1"/>
      </w:pPr>
      <w:r>
        <w:t>AS/NZS 4420</w:t>
      </w:r>
      <w:r>
        <w:tab/>
        <w:t>2016</w:t>
      </w:r>
      <w:r>
        <w:tab/>
        <w:t>Windows, external glazed, timber and composite doors - Methods of test</w:t>
      </w:r>
    </w:p>
    <w:p w14:paraId="385F7CA9" w14:textId="77777777" w:rsidR="001562AE" w:rsidRDefault="0024003B">
      <w:pPr>
        <w:pStyle w:val="Standard2"/>
      </w:pPr>
      <w:r>
        <w:t>AS/NZS 4420.1</w:t>
      </w:r>
      <w:r>
        <w:tab/>
        <w:t>2016</w:t>
      </w:r>
      <w:r>
        <w:tab/>
        <w:t>Test sequence, sampling and test methods</w:t>
      </w:r>
    </w:p>
    <w:p w14:paraId="423E2035" w14:textId="77777777" w:rsidR="001562AE" w:rsidRDefault="0024003B">
      <w:pPr>
        <w:pStyle w:val="Standard1"/>
      </w:pPr>
      <w:r>
        <w:t>AS 6905</w:t>
      </w:r>
      <w:r>
        <w:tab/>
        <w:t>2007</w:t>
      </w:r>
      <w:r>
        <w:tab/>
        <w:t>Smoke doors</w:t>
      </w:r>
    </w:p>
    <w:p w14:paraId="64666FA9" w14:textId="77777777" w:rsidR="001562AE" w:rsidRDefault="0024003B">
      <w:pPr>
        <w:pStyle w:val="Standard1"/>
      </w:pPr>
      <w:r>
        <w:t>BCA Spec C3.4</w:t>
      </w:r>
      <w:r>
        <w:tab/>
        <w:t>2019</w:t>
      </w:r>
      <w:r>
        <w:tab/>
        <w:t>Fire resistance - Fire doors, smoke doors, fire windows and shutters</w:t>
      </w:r>
    </w:p>
    <w:p w14:paraId="48D6A180" w14:textId="77777777" w:rsidR="00BE720B" w:rsidRPr="00E4005D" w:rsidRDefault="00BE720B" w:rsidP="00BE720B">
      <w:pPr>
        <w:pStyle w:val="Standard1"/>
      </w:pPr>
      <w:r w:rsidRPr="00E4005D">
        <w:t>ANSI BHMA 156.21</w:t>
      </w:r>
      <w:r w:rsidRPr="00E4005D">
        <w:tab/>
        <w:t>2009</w:t>
      </w:r>
      <w:r w:rsidRPr="00E4005D">
        <w:tab/>
        <w:t xml:space="preserve">American National Standard For Thresholds – Builders Hardware Manufacturers Association </w:t>
      </w:r>
    </w:p>
    <w:p w14:paraId="6CFE960C" w14:textId="77777777" w:rsidR="001562AE" w:rsidRDefault="0024003B">
      <w:pPr>
        <w:pStyle w:val="Standard1"/>
      </w:pPr>
      <w:r w:rsidRPr="00E4005D">
        <w:t>SAE J 369</w:t>
      </w:r>
      <w:r w:rsidRPr="00E4005D">
        <w:tab/>
        <w:t>2013</w:t>
      </w:r>
      <w:r w:rsidRPr="00E4005D">
        <w:tab/>
        <w:t>Flammability of Polymeric</w:t>
      </w:r>
      <w:r>
        <w:t xml:space="preserve"> Interior Materials - Horizontal Test Method</w:t>
      </w:r>
    </w:p>
    <w:p w14:paraId="7DCF2F6F" w14:textId="77777777" w:rsidR="001562AE" w:rsidRDefault="0024003B">
      <w:pPr>
        <w:pStyle w:val="Standard1"/>
      </w:pPr>
      <w:r>
        <w:t>EN1634</w:t>
      </w:r>
      <w:r>
        <w:tab/>
      </w:r>
      <w:r>
        <w:tab/>
        <w:t>Fire resistance and smoke control tests for door and shutter assemblies, openable windows and elements of building hardware.</w:t>
      </w:r>
    </w:p>
    <w:p w14:paraId="105BB6E1" w14:textId="77777777" w:rsidR="001562AE" w:rsidRDefault="0024003B">
      <w:pPr>
        <w:pStyle w:val="Standard2"/>
      </w:pPr>
      <w:r>
        <w:t>EN 1634-3</w:t>
      </w:r>
      <w:r>
        <w:tab/>
        <w:t>2004</w:t>
      </w:r>
      <w:r>
        <w:tab/>
        <w:t>Smoke control test for door and shutter assemblies</w:t>
      </w:r>
    </w:p>
    <w:p w14:paraId="29838B77" w14:textId="77777777" w:rsidR="001562AE" w:rsidRDefault="0024003B">
      <w:pPr>
        <w:pStyle w:val="Standard1"/>
      </w:pPr>
      <w:r>
        <w:t>EN ISO 10140</w:t>
      </w:r>
      <w:r>
        <w:tab/>
      </w:r>
      <w:r>
        <w:tab/>
        <w:t>Acoustics - Laboratory Measurement of Sound Insulation of Building Elements</w:t>
      </w:r>
    </w:p>
    <w:p w14:paraId="368A10C6" w14:textId="77777777" w:rsidR="001562AE" w:rsidRDefault="0024003B">
      <w:pPr>
        <w:pStyle w:val="Standard2"/>
      </w:pPr>
      <w:r>
        <w:t>EN ISO 10140-2</w:t>
      </w:r>
      <w:r>
        <w:tab/>
        <w:t>2010</w:t>
      </w:r>
      <w:r>
        <w:tab/>
        <w:t>Measurement of Airborne Sound Insulation</w:t>
      </w:r>
    </w:p>
    <w:p w14:paraId="69B24CC6" w14:textId="77777777" w:rsidR="001562AE" w:rsidRDefault="0024003B">
      <w:pPr>
        <w:pStyle w:val="Standard1"/>
      </w:pPr>
      <w:r>
        <w:t>ISO 3795</w:t>
      </w:r>
      <w:r>
        <w:tab/>
        <w:t>1989</w:t>
      </w:r>
      <w:r>
        <w:tab/>
        <w:t>Road vehicles, and tractors and machinery for agriculture and forestry - Determination of burning behaviour of interior materials</w:t>
      </w:r>
    </w:p>
    <w:p w14:paraId="783847C1" w14:textId="77777777" w:rsidR="001562AE" w:rsidRDefault="0024003B">
      <w:pPr>
        <w:pStyle w:val="Standard1"/>
      </w:pPr>
      <w:r>
        <w:t>ISO 9001</w:t>
      </w:r>
      <w:r>
        <w:tab/>
        <w:t>2015</w:t>
      </w:r>
      <w:r>
        <w:tab/>
        <w:t>Quality management systems - Requirements</w:t>
      </w:r>
    </w:p>
    <w:p w14:paraId="2225B2AC" w14:textId="77777777" w:rsidR="001562AE" w:rsidRDefault="0024003B">
      <w:pPr>
        <w:pStyle w:val="Instructions"/>
      </w:pPr>
      <w:r>
        <w:rPr>
          <w:b/>
        </w:rPr>
        <w:t xml:space="preserve">The following documents are mentioned only in the </w:t>
      </w:r>
      <w:r>
        <w:rPr>
          <w:b/>
          <w:i/>
        </w:rPr>
        <w:t>Guidance</w:t>
      </w:r>
      <w:r>
        <w:rPr>
          <w:b/>
        </w:rPr>
        <w:t xml:space="preserve"> text:</w:t>
      </w:r>
    </w:p>
    <w:p w14:paraId="1B443831" w14:textId="77777777" w:rsidR="001562AE" w:rsidRDefault="0024003B">
      <w:pPr>
        <w:pStyle w:val="Standard1"/>
      </w:pPr>
      <w:r>
        <w:t>NATSPEC GEN 006</w:t>
      </w:r>
      <w:r>
        <w:tab/>
        <w:t>2007</w:t>
      </w:r>
      <w:r>
        <w:tab/>
        <w:t>Product specifying and substitution</w:t>
      </w:r>
    </w:p>
    <w:p w14:paraId="232C8320" w14:textId="77777777" w:rsidR="001562AE" w:rsidRDefault="0024003B">
      <w:pPr>
        <w:pStyle w:val="Standard1"/>
      </w:pPr>
      <w:r>
        <w:t>NATSPEC GEN 012</w:t>
      </w:r>
      <w:r>
        <w:tab/>
        <w:t>2010</w:t>
      </w:r>
      <w:r>
        <w:tab/>
        <w:t>Door hardware scheduling</w:t>
      </w:r>
    </w:p>
    <w:p w14:paraId="7DAF157F" w14:textId="77777777" w:rsidR="001562AE" w:rsidRDefault="0024003B">
      <w:pPr>
        <w:pStyle w:val="Standard1"/>
      </w:pPr>
      <w:r>
        <w:t>NATSPEC GEN 024</w:t>
      </w:r>
      <w:r>
        <w:tab/>
        <w:t>2015</w:t>
      </w:r>
      <w:r>
        <w:tab/>
        <w:t>Using NATSPEC selections schedules</w:t>
      </w:r>
    </w:p>
    <w:p w14:paraId="40D8B627" w14:textId="77777777" w:rsidR="001562AE" w:rsidRDefault="0024003B">
      <w:pPr>
        <w:pStyle w:val="Standard1"/>
      </w:pPr>
      <w:r>
        <w:t>NATSPEC TR 01</w:t>
      </w:r>
      <w:r>
        <w:tab/>
        <w:t>2019</w:t>
      </w:r>
      <w:r>
        <w:tab/>
        <w:t>Specifying ESD</w:t>
      </w:r>
      <w:bookmarkEnd w:id="174"/>
    </w:p>
    <w:sectPr w:rsidR="001562AE" w:rsidSect="00E57BAC">
      <w:headerReference w:type="default" r:id="rId15"/>
      <w:footerReference w:type="even" r:id="rId16"/>
      <w:footerReference w:type="default" r:id="rId17"/>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589887" w14:textId="77777777" w:rsidR="006062AE" w:rsidRDefault="006062AE">
      <w:r>
        <w:separator/>
      </w:r>
    </w:p>
  </w:endnote>
  <w:endnote w:type="continuationSeparator" w:id="0">
    <w:p w14:paraId="5A4C9855" w14:textId="77777777" w:rsidR="006062AE" w:rsidRDefault="0060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5C588" w14:textId="77777777" w:rsidR="006062AE" w:rsidRDefault="006062AE">
    <w:pPr>
      <w:pStyle w:val="Footer"/>
    </w:pPr>
  </w:p>
  <w:p w14:paraId="4B67A5E2" w14:textId="77777777" w:rsidR="006062AE" w:rsidRDefault="006062AE">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BA552" w14:textId="77777777" w:rsidR="006062AE" w:rsidRDefault="006062AE">
    <w:pPr>
      <w:pStyle w:val="Footer"/>
    </w:pPr>
  </w:p>
  <w:p w14:paraId="1A120904" w14:textId="2BED69B2" w:rsidR="006062AE" w:rsidRDefault="006062AE">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90226E">
          <w:t>Apr 20</w:t>
        </w:r>
      </w:sdtContent>
    </w:sdt>
    <w:r>
      <w:t>)</w:t>
    </w:r>
    <w:r>
      <w:tab/>
    </w:r>
    <w:r>
      <w:fldChar w:fldCharType="begin"/>
    </w:r>
    <w:r>
      <w:instrText xml:space="preserve"> PAGE </w:instrText>
    </w:r>
    <w:r>
      <w:fldChar w:fldCharType="separate"/>
    </w:r>
    <w:r w:rsidR="007433FF">
      <w:rPr>
        <w:noProof/>
      </w:rPr>
      <w:t>10</w:t>
    </w:r>
    <w:r>
      <w:fldChar w:fldCharType="end"/>
    </w:r>
    <w:r>
      <w:tab/>
    </w:r>
    <w:r>
      <w:fldChar w:fldCharType="begin"/>
    </w:r>
    <w:r>
      <w:instrText xml:space="preserve"> MACROBUTTON  ac_OnHelp "[Insert date]" </w:instrText>
    </w:r>
    <w:r>
      <w:fldChar w:fldCharType="end"/>
    </w:r>
  </w:p>
  <w:p w14:paraId="40F0AA35" w14:textId="77777777" w:rsidR="006062AE" w:rsidRDefault="006062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C128A" w14:textId="77777777" w:rsidR="006062AE" w:rsidRDefault="006062AE">
      <w:r>
        <w:separator/>
      </w:r>
    </w:p>
  </w:footnote>
  <w:footnote w:type="continuationSeparator" w:id="0">
    <w:p w14:paraId="5D2CFB19" w14:textId="77777777" w:rsidR="006062AE" w:rsidRDefault="006062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D0D0C" w14:textId="580BF629" w:rsidR="006062AE" w:rsidRDefault="007433FF">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rsidR="006062AE">
          <w:t>01 GENERAL</w:t>
        </w:r>
      </w:sdtContent>
    </w:sdt>
    <w:r w:rsidR="006062AE">
      <w:tab/>
    </w:r>
    <w:r w:rsidR="00521BA0">
      <w:t>FINAL</w:t>
    </w:r>
    <w:r w:rsidR="008E6E4A">
      <w:rPr>
        <w:noProof/>
      </w:rPr>
      <w:t xml:space="preserve">_0194p </w:t>
    </w:r>
    <w:r>
      <w:rPr>
        <w:noProof/>
      </w:rPr>
      <w:t>RAVEN</w:t>
    </w:r>
    <w:r w:rsidR="008E6E4A">
      <w:rPr>
        <w:noProof/>
      </w:rPr>
      <w:t xml:space="preserve"> door</w:t>
    </w:r>
    <w:r w:rsidR="00540C77">
      <w:rPr>
        <w:noProof/>
      </w:rPr>
      <w:t xml:space="preserve"> seals</w:t>
    </w:r>
    <w:r w:rsidR="008E6E4A">
      <w:rPr>
        <w:noProof/>
      </w:rPr>
      <w:t xml:space="preserve"> and window seals</w:t>
    </w:r>
  </w:p>
  <w:p w14:paraId="51EA6185" w14:textId="77777777" w:rsidR="006062AE" w:rsidRDefault="006062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nsid w:val="085F6428"/>
    <w:multiLevelType w:val="hybridMultilevel"/>
    <w:tmpl w:val="4ACE3852"/>
    <w:lvl w:ilvl="0" w:tplc="BFBE7572">
      <w:numFmt w:val="bullet"/>
      <w:lvlText w:val="-"/>
      <w:lvlJc w:val="left"/>
      <w:pPr>
        <w:ind w:left="3306" w:hanging="360"/>
      </w:pPr>
      <w:rPr>
        <w:rFonts w:ascii="Times New Roman" w:hAnsi="Times New Roman" w:cs="Times New Roman" w:hint="default"/>
      </w:rPr>
    </w:lvl>
    <w:lvl w:ilvl="1" w:tplc="0C090003" w:tentative="1">
      <w:start w:val="1"/>
      <w:numFmt w:val="bullet"/>
      <w:lvlText w:val="o"/>
      <w:lvlJc w:val="left"/>
      <w:pPr>
        <w:ind w:left="4026" w:hanging="360"/>
      </w:pPr>
      <w:rPr>
        <w:rFonts w:ascii="Courier New" w:hAnsi="Courier New" w:cs="Courier New" w:hint="default"/>
      </w:rPr>
    </w:lvl>
    <w:lvl w:ilvl="2" w:tplc="0C090005" w:tentative="1">
      <w:start w:val="1"/>
      <w:numFmt w:val="bullet"/>
      <w:lvlText w:val=""/>
      <w:lvlJc w:val="left"/>
      <w:pPr>
        <w:ind w:left="4746" w:hanging="360"/>
      </w:pPr>
      <w:rPr>
        <w:rFonts w:ascii="Wingdings" w:hAnsi="Wingdings" w:hint="default"/>
      </w:rPr>
    </w:lvl>
    <w:lvl w:ilvl="3" w:tplc="0C090001" w:tentative="1">
      <w:start w:val="1"/>
      <w:numFmt w:val="bullet"/>
      <w:lvlText w:val=""/>
      <w:lvlJc w:val="left"/>
      <w:pPr>
        <w:ind w:left="5466" w:hanging="360"/>
      </w:pPr>
      <w:rPr>
        <w:rFonts w:ascii="Symbol" w:hAnsi="Symbol" w:hint="default"/>
      </w:rPr>
    </w:lvl>
    <w:lvl w:ilvl="4" w:tplc="0C090003" w:tentative="1">
      <w:start w:val="1"/>
      <w:numFmt w:val="bullet"/>
      <w:lvlText w:val="o"/>
      <w:lvlJc w:val="left"/>
      <w:pPr>
        <w:ind w:left="6186" w:hanging="360"/>
      </w:pPr>
      <w:rPr>
        <w:rFonts w:ascii="Courier New" w:hAnsi="Courier New" w:cs="Courier New" w:hint="default"/>
      </w:rPr>
    </w:lvl>
    <w:lvl w:ilvl="5" w:tplc="0C090005" w:tentative="1">
      <w:start w:val="1"/>
      <w:numFmt w:val="bullet"/>
      <w:lvlText w:val=""/>
      <w:lvlJc w:val="left"/>
      <w:pPr>
        <w:ind w:left="6906" w:hanging="360"/>
      </w:pPr>
      <w:rPr>
        <w:rFonts w:ascii="Wingdings" w:hAnsi="Wingdings" w:hint="default"/>
      </w:rPr>
    </w:lvl>
    <w:lvl w:ilvl="6" w:tplc="0C090001" w:tentative="1">
      <w:start w:val="1"/>
      <w:numFmt w:val="bullet"/>
      <w:lvlText w:val=""/>
      <w:lvlJc w:val="left"/>
      <w:pPr>
        <w:ind w:left="7626" w:hanging="360"/>
      </w:pPr>
      <w:rPr>
        <w:rFonts w:ascii="Symbol" w:hAnsi="Symbol" w:hint="default"/>
      </w:rPr>
    </w:lvl>
    <w:lvl w:ilvl="7" w:tplc="0C090003" w:tentative="1">
      <w:start w:val="1"/>
      <w:numFmt w:val="bullet"/>
      <w:lvlText w:val="o"/>
      <w:lvlJc w:val="left"/>
      <w:pPr>
        <w:ind w:left="8346" w:hanging="360"/>
      </w:pPr>
      <w:rPr>
        <w:rFonts w:ascii="Courier New" w:hAnsi="Courier New" w:cs="Courier New" w:hint="default"/>
      </w:rPr>
    </w:lvl>
    <w:lvl w:ilvl="8" w:tplc="0C090005" w:tentative="1">
      <w:start w:val="1"/>
      <w:numFmt w:val="bullet"/>
      <w:lvlText w:val=""/>
      <w:lvlJc w:val="left"/>
      <w:pPr>
        <w:ind w:left="9066" w:hanging="360"/>
      </w:pPr>
      <w:rPr>
        <w:rFonts w:ascii="Wingdings" w:hAnsi="Wingdings" w:hint="default"/>
      </w:rPr>
    </w:lvl>
  </w:abstractNum>
  <w:abstractNum w:abstractNumId="3">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5">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nsid w:val="2C7E2B91"/>
    <w:multiLevelType w:val="hybridMultilevel"/>
    <w:tmpl w:val="48544EB6"/>
    <w:lvl w:ilvl="0" w:tplc="BFBE7572">
      <w:numFmt w:val="bullet"/>
      <w:lvlText w:val="-"/>
      <w:lvlJc w:val="left"/>
      <w:pPr>
        <w:ind w:left="1069" w:hanging="360"/>
      </w:pPr>
      <w:rPr>
        <w:rFonts w:ascii="Times New Roman" w:hAnsi="Times New Roman" w:cs="Times New Roman" w:hint="default"/>
      </w:rPr>
    </w:lvl>
    <w:lvl w:ilvl="1" w:tplc="0C090003">
      <w:start w:val="1"/>
      <w:numFmt w:val="bullet"/>
      <w:lvlText w:val="o"/>
      <w:lvlJc w:val="left"/>
      <w:pPr>
        <w:ind w:left="1506" w:hanging="360"/>
      </w:pPr>
      <w:rPr>
        <w:rFonts w:ascii="Courier New" w:hAnsi="Courier New" w:cs="Courier New" w:hint="default"/>
      </w:rPr>
    </w:lvl>
    <w:lvl w:ilvl="2" w:tplc="0C090005">
      <w:start w:val="1"/>
      <w:numFmt w:val="bullet"/>
      <w:lvlText w:val=""/>
      <w:lvlJc w:val="left"/>
      <w:pPr>
        <w:ind w:left="2226" w:hanging="360"/>
      </w:pPr>
      <w:rPr>
        <w:rFonts w:ascii="Wingdings" w:hAnsi="Wingdings" w:hint="default"/>
      </w:rPr>
    </w:lvl>
    <w:lvl w:ilvl="3" w:tplc="0C090001">
      <w:start w:val="1"/>
      <w:numFmt w:val="bullet"/>
      <w:lvlText w:val=""/>
      <w:lvlJc w:val="left"/>
      <w:pPr>
        <w:ind w:left="2946" w:hanging="360"/>
      </w:pPr>
      <w:rPr>
        <w:rFonts w:ascii="Symbol" w:hAnsi="Symbol" w:hint="default"/>
      </w:rPr>
    </w:lvl>
    <w:lvl w:ilvl="4" w:tplc="0C090003">
      <w:start w:val="1"/>
      <w:numFmt w:val="bullet"/>
      <w:lvlText w:val="o"/>
      <w:lvlJc w:val="left"/>
      <w:pPr>
        <w:ind w:left="3666" w:hanging="360"/>
      </w:pPr>
      <w:rPr>
        <w:rFonts w:ascii="Courier New" w:hAnsi="Courier New" w:cs="Courier New" w:hint="default"/>
      </w:rPr>
    </w:lvl>
    <w:lvl w:ilvl="5" w:tplc="0C090005">
      <w:start w:val="1"/>
      <w:numFmt w:val="bullet"/>
      <w:lvlText w:val=""/>
      <w:lvlJc w:val="left"/>
      <w:pPr>
        <w:ind w:left="4386" w:hanging="360"/>
      </w:pPr>
      <w:rPr>
        <w:rFonts w:ascii="Wingdings" w:hAnsi="Wingdings" w:hint="default"/>
      </w:rPr>
    </w:lvl>
    <w:lvl w:ilvl="6" w:tplc="0C090001">
      <w:start w:val="1"/>
      <w:numFmt w:val="bullet"/>
      <w:lvlText w:val=""/>
      <w:lvlJc w:val="left"/>
      <w:pPr>
        <w:ind w:left="5106" w:hanging="360"/>
      </w:pPr>
      <w:rPr>
        <w:rFonts w:ascii="Symbol" w:hAnsi="Symbol" w:hint="default"/>
      </w:rPr>
    </w:lvl>
    <w:lvl w:ilvl="7" w:tplc="0C090003">
      <w:start w:val="1"/>
      <w:numFmt w:val="bullet"/>
      <w:lvlText w:val="o"/>
      <w:lvlJc w:val="left"/>
      <w:pPr>
        <w:ind w:left="5826" w:hanging="360"/>
      </w:pPr>
      <w:rPr>
        <w:rFonts w:ascii="Courier New" w:hAnsi="Courier New" w:cs="Courier New" w:hint="default"/>
      </w:rPr>
    </w:lvl>
    <w:lvl w:ilvl="8" w:tplc="0C090005">
      <w:start w:val="1"/>
      <w:numFmt w:val="bullet"/>
      <w:lvlText w:val=""/>
      <w:lvlJc w:val="left"/>
      <w:pPr>
        <w:ind w:left="6546" w:hanging="360"/>
      </w:pPr>
      <w:rPr>
        <w:rFonts w:ascii="Wingdings" w:hAnsi="Wingdings" w:hint="default"/>
      </w:rPr>
    </w:lvl>
  </w:abstractNum>
  <w:abstractNum w:abstractNumId="1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2">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4">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7">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8">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1">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2">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4">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0"/>
  </w:num>
  <w:num w:numId="3">
    <w:abstractNumId w:val="20"/>
  </w:num>
  <w:num w:numId="4">
    <w:abstractNumId w:val="3"/>
  </w:num>
  <w:num w:numId="5">
    <w:abstractNumId w:val="14"/>
  </w:num>
  <w:num w:numId="6">
    <w:abstractNumId w:val="11"/>
  </w:num>
  <w:num w:numId="7">
    <w:abstractNumId w:val="13"/>
  </w:num>
  <w:num w:numId="8">
    <w:abstractNumId w:val="14"/>
  </w:num>
  <w:num w:numId="9">
    <w:abstractNumId w:val="7"/>
  </w:num>
  <w:num w:numId="10">
    <w:abstractNumId w:val="21"/>
  </w:num>
  <w:num w:numId="11">
    <w:abstractNumId w:val="12"/>
  </w:num>
  <w:num w:numId="12">
    <w:abstractNumId w:val="24"/>
  </w:num>
  <w:num w:numId="13">
    <w:abstractNumId w:val="15"/>
  </w:num>
  <w:num w:numId="14">
    <w:abstractNumId w:val="22"/>
  </w:num>
  <w:num w:numId="15">
    <w:abstractNumId w:val="7"/>
  </w:num>
  <w:num w:numId="16">
    <w:abstractNumId w:val="21"/>
  </w:num>
  <w:num w:numId="17">
    <w:abstractNumId w:val="7"/>
  </w:num>
  <w:num w:numId="18">
    <w:abstractNumId w:val="0"/>
  </w:num>
  <w:num w:numId="19">
    <w:abstractNumId w:val="0"/>
  </w:num>
  <w:num w:numId="20">
    <w:abstractNumId w:val="7"/>
  </w:num>
  <w:num w:numId="21">
    <w:abstractNumId w:val="11"/>
  </w:num>
  <w:num w:numId="22">
    <w:abstractNumId w:val="14"/>
  </w:num>
  <w:num w:numId="23">
    <w:abstractNumId w:val="14"/>
  </w:num>
  <w:num w:numId="24">
    <w:abstractNumId w:val="6"/>
  </w:num>
  <w:num w:numId="25">
    <w:abstractNumId w:val="6"/>
  </w:num>
  <w:num w:numId="26">
    <w:abstractNumId w:val="7"/>
  </w:num>
  <w:num w:numId="27">
    <w:abstractNumId w:val="7"/>
  </w:num>
  <w:num w:numId="28">
    <w:abstractNumId w:val="6"/>
  </w:num>
  <w:num w:numId="29">
    <w:abstractNumId w:val="6"/>
  </w:num>
  <w:num w:numId="30">
    <w:abstractNumId w:val="6"/>
  </w:num>
  <w:num w:numId="31">
    <w:abstractNumId w:val="20"/>
  </w:num>
  <w:num w:numId="32">
    <w:abstractNumId w:val="4"/>
  </w:num>
  <w:num w:numId="33">
    <w:abstractNumId w:val="23"/>
  </w:num>
  <w:num w:numId="34">
    <w:abstractNumId w:val="1"/>
  </w:num>
  <w:num w:numId="35">
    <w:abstractNumId w:val="16"/>
  </w:num>
  <w:num w:numId="36">
    <w:abstractNumId w:val="19"/>
  </w:num>
  <w:num w:numId="37">
    <w:abstractNumId w:val="10"/>
  </w:num>
  <w:num w:numId="38">
    <w:abstractNumId w:val="18"/>
  </w:num>
  <w:num w:numId="39">
    <w:abstractNumId w:val="5"/>
  </w:num>
  <w:num w:numId="40">
    <w:abstractNumId w:val="8"/>
  </w:num>
  <w:num w:numId="41">
    <w:abstractNumId w:val="2"/>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GrammaticalErrors/>
  <w:activeWritingStyle w:appName="MSWord" w:lang="en-AU"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E80"/>
    <w:rsid w:val="00000C09"/>
    <w:rsid w:val="0001492A"/>
    <w:rsid w:val="00015027"/>
    <w:rsid w:val="00026580"/>
    <w:rsid w:val="00030675"/>
    <w:rsid w:val="000306BA"/>
    <w:rsid w:val="000333D7"/>
    <w:rsid w:val="00033740"/>
    <w:rsid w:val="0003482B"/>
    <w:rsid w:val="00035993"/>
    <w:rsid w:val="00035D60"/>
    <w:rsid w:val="0004192B"/>
    <w:rsid w:val="00043817"/>
    <w:rsid w:val="000525FE"/>
    <w:rsid w:val="00054110"/>
    <w:rsid w:val="00070729"/>
    <w:rsid w:val="00076042"/>
    <w:rsid w:val="00087712"/>
    <w:rsid w:val="00093056"/>
    <w:rsid w:val="000A6053"/>
    <w:rsid w:val="000B0F8F"/>
    <w:rsid w:val="000B3AFA"/>
    <w:rsid w:val="000C383C"/>
    <w:rsid w:val="000C4FF0"/>
    <w:rsid w:val="000D747D"/>
    <w:rsid w:val="000E037C"/>
    <w:rsid w:val="000E3B71"/>
    <w:rsid w:val="0010551F"/>
    <w:rsid w:val="001126AE"/>
    <w:rsid w:val="00113C6F"/>
    <w:rsid w:val="00114AF8"/>
    <w:rsid w:val="0012143A"/>
    <w:rsid w:val="001452D0"/>
    <w:rsid w:val="00152A1C"/>
    <w:rsid w:val="00154A03"/>
    <w:rsid w:val="001562AE"/>
    <w:rsid w:val="00164FFE"/>
    <w:rsid w:val="00165935"/>
    <w:rsid w:val="001708F8"/>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046BF"/>
    <w:rsid w:val="00211DCB"/>
    <w:rsid w:val="00216F04"/>
    <w:rsid w:val="00221F32"/>
    <w:rsid w:val="002359B9"/>
    <w:rsid w:val="0024003B"/>
    <w:rsid w:val="0025068A"/>
    <w:rsid w:val="00265A15"/>
    <w:rsid w:val="0026671C"/>
    <w:rsid w:val="002721D7"/>
    <w:rsid w:val="002A20C2"/>
    <w:rsid w:val="002B4035"/>
    <w:rsid w:val="002B4CBB"/>
    <w:rsid w:val="002D75AD"/>
    <w:rsid w:val="003042D9"/>
    <w:rsid w:val="00332487"/>
    <w:rsid w:val="00346453"/>
    <w:rsid w:val="003465CA"/>
    <w:rsid w:val="003506FD"/>
    <w:rsid w:val="003634A4"/>
    <w:rsid w:val="00366C3A"/>
    <w:rsid w:val="00367FDF"/>
    <w:rsid w:val="003704FE"/>
    <w:rsid w:val="00377499"/>
    <w:rsid w:val="00385556"/>
    <w:rsid w:val="0038565F"/>
    <w:rsid w:val="00385DD3"/>
    <w:rsid w:val="00391E4E"/>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764BF"/>
    <w:rsid w:val="00477F68"/>
    <w:rsid w:val="0049254F"/>
    <w:rsid w:val="00493FBB"/>
    <w:rsid w:val="00494DFF"/>
    <w:rsid w:val="004A1C7A"/>
    <w:rsid w:val="004B7490"/>
    <w:rsid w:val="004C00F9"/>
    <w:rsid w:val="004D3577"/>
    <w:rsid w:val="004E779E"/>
    <w:rsid w:val="00500AF2"/>
    <w:rsid w:val="0050389A"/>
    <w:rsid w:val="005163BB"/>
    <w:rsid w:val="00517F32"/>
    <w:rsid w:val="00521BA0"/>
    <w:rsid w:val="00532E60"/>
    <w:rsid w:val="00540C77"/>
    <w:rsid w:val="00550729"/>
    <w:rsid w:val="005510E4"/>
    <w:rsid w:val="005532A9"/>
    <w:rsid w:val="005615AA"/>
    <w:rsid w:val="0056684B"/>
    <w:rsid w:val="0057003C"/>
    <w:rsid w:val="00584ECB"/>
    <w:rsid w:val="00592847"/>
    <w:rsid w:val="00593B01"/>
    <w:rsid w:val="005A6921"/>
    <w:rsid w:val="005C3403"/>
    <w:rsid w:val="005C5D51"/>
    <w:rsid w:val="005C633A"/>
    <w:rsid w:val="005D4279"/>
    <w:rsid w:val="005E5B1E"/>
    <w:rsid w:val="005E5CE3"/>
    <w:rsid w:val="005F0B9C"/>
    <w:rsid w:val="005F518F"/>
    <w:rsid w:val="005F6053"/>
    <w:rsid w:val="005F6D32"/>
    <w:rsid w:val="006061C5"/>
    <w:rsid w:val="006062AE"/>
    <w:rsid w:val="006142B1"/>
    <w:rsid w:val="00634965"/>
    <w:rsid w:val="00635776"/>
    <w:rsid w:val="00655106"/>
    <w:rsid w:val="00655AC6"/>
    <w:rsid w:val="00655EED"/>
    <w:rsid w:val="006567D2"/>
    <w:rsid w:val="00663CEC"/>
    <w:rsid w:val="00666930"/>
    <w:rsid w:val="00667CD7"/>
    <w:rsid w:val="00682A41"/>
    <w:rsid w:val="006952CA"/>
    <w:rsid w:val="00695855"/>
    <w:rsid w:val="006A05B6"/>
    <w:rsid w:val="006A7576"/>
    <w:rsid w:val="006B258D"/>
    <w:rsid w:val="006B35CB"/>
    <w:rsid w:val="006D4AE8"/>
    <w:rsid w:val="006D76E1"/>
    <w:rsid w:val="006E6D2A"/>
    <w:rsid w:val="006F3797"/>
    <w:rsid w:val="006F73BB"/>
    <w:rsid w:val="00700C94"/>
    <w:rsid w:val="007176DB"/>
    <w:rsid w:val="00721B1E"/>
    <w:rsid w:val="007433FF"/>
    <w:rsid w:val="0074575A"/>
    <w:rsid w:val="0074728C"/>
    <w:rsid w:val="00750BC6"/>
    <w:rsid w:val="007533D6"/>
    <w:rsid w:val="007551B5"/>
    <w:rsid w:val="00755CB6"/>
    <w:rsid w:val="00756783"/>
    <w:rsid w:val="007620F4"/>
    <w:rsid w:val="00776C7E"/>
    <w:rsid w:val="007931C4"/>
    <w:rsid w:val="007B2C8C"/>
    <w:rsid w:val="00816A88"/>
    <w:rsid w:val="0082407F"/>
    <w:rsid w:val="00830753"/>
    <w:rsid w:val="00830CA9"/>
    <w:rsid w:val="00832630"/>
    <w:rsid w:val="00835E8B"/>
    <w:rsid w:val="0083645C"/>
    <w:rsid w:val="008553FC"/>
    <w:rsid w:val="0086261B"/>
    <w:rsid w:val="00865883"/>
    <w:rsid w:val="00876920"/>
    <w:rsid w:val="008778AF"/>
    <w:rsid w:val="008855D4"/>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E557E"/>
    <w:rsid w:val="008E5DCD"/>
    <w:rsid w:val="008E6E4A"/>
    <w:rsid w:val="008F4C7D"/>
    <w:rsid w:val="008F690E"/>
    <w:rsid w:val="0090226E"/>
    <w:rsid w:val="00913BCC"/>
    <w:rsid w:val="0091448E"/>
    <w:rsid w:val="00922113"/>
    <w:rsid w:val="009244B7"/>
    <w:rsid w:val="00925AE9"/>
    <w:rsid w:val="00927103"/>
    <w:rsid w:val="00933963"/>
    <w:rsid w:val="00944DD7"/>
    <w:rsid w:val="00957D09"/>
    <w:rsid w:val="00963298"/>
    <w:rsid w:val="00975C3F"/>
    <w:rsid w:val="00976C87"/>
    <w:rsid w:val="009772C2"/>
    <w:rsid w:val="00980774"/>
    <w:rsid w:val="00984422"/>
    <w:rsid w:val="0099093E"/>
    <w:rsid w:val="0099258F"/>
    <w:rsid w:val="009A42D8"/>
    <w:rsid w:val="009B118F"/>
    <w:rsid w:val="009B1E9A"/>
    <w:rsid w:val="009B2FE5"/>
    <w:rsid w:val="009C0EFD"/>
    <w:rsid w:val="009C37B7"/>
    <w:rsid w:val="009C46D5"/>
    <w:rsid w:val="009D223F"/>
    <w:rsid w:val="00A06CD8"/>
    <w:rsid w:val="00A1077B"/>
    <w:rsid w:val="00A16ECB"/>
    <w:rsid w:val="00A341D1"/>
    <w:rsid w:val="00A41850"/>
    <w:rsid w:val="00A820DD"/>
    <w:rsid w:val="00A8763C"/>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2495"/>
    <w:rsid w:val="00B74727"/>
    <w:rsid w:val="00B83403"/>
    <w:rsid w:val="00B847BE"/>
    <w:rsid w:val="00B87EA6"/>
    <w:rsid w:val="00B906AF"/>
    <w:rsid w:val="00B91145"/>
    <w:rsid w:val="00B923BF"/>
    <w:rsid w:val="00BA509B"/>
    <w:rsid w:val="00BC4DEA"/>
    <w:rsid w:val="00BD47DE"/>
    <w:rsid w:val="00BE0DB0"/>
    <w:rsid w:val="00BE720B"/>
    <w:rsid w:val="00BF08E7"/>
    <w:rsid w:val="00BF35F9"/>
    <w:rsid w:val="00BF6B33"/>
    <w:rsid w:val="00BF7065"/>
    <w:rsid w:val="00C0472C"/>
    <w:rsid w:val="00C10EF1"/>
    <w:rsid w:val="00C244ED"/>
    <w:rsid w:val="00C425FE"/>
    <w:rsid w:val="00C42FA6"/>
    <w:rsid w:val="00C44B56"/>
    <w:rsid w:val="00C4619E"/>
    <w:rsid w:val="00C652CE"/>
    <w:rsid w:val="00C72A30"/>
    <w:rsid w:val="00C76D43"/>
    <w:rsid w:val="00C77413"/>
    <w:rsid w:val="00C806F9"/>
    <w:rsid w:val="00C820E6"/>
    <w:rsid w:val="00C97CE5"/>
    <w:rsid w:val="00CB2EEF"/>
    <w:rsid w:val="00CB5A86"/>
    <w:rsid w:val="00CB724D"/>
    <w:rsid w:val="00CF1B97"/>
    <w:rsid w:val="00D16B76"/>
    <w:rsid w:val="00D245D6"/>
    <w:rsid w:val="00D3270C"/>
    <w:rsid w:val="00D36262"/>
    <w:rsid w:val="00D56651"/>
    <w:rsid w:val="00D61628"/>
    <w:rsid w:val="00D65049"/>
    <w:rsid w:val="00D65B75"/>
    <w:rsid w:val="00D7123E"/>
    <w:rsid w:val="00D73A02"/>
    <w:rsid w:val="00D828A1"/>
    <w:rsid w:val="00D9043E"/>
    <w:rsid w:val="00D90768"/>
    <w:rsid w:val="00D917E7"/>
    <w:rsid w:val="00D92D4A"/>
    <w:rsid w:val="00D92F68"/>
    <w:rsid w:val="00DA00B9"/>
    <w:rsid w:val="00DA6AE7"/>
    <w:rsid w:val="00DB53E4"/>
    <w:rsid w:val="00DD4268"/>
    <w:rsid w:val="00DD63AB"/>
    <w:rsid w:val="00DE3706"/>
    <w:rsid w:val="00DE57A9"/>
    <w:rsid w:val="00DF27D6"/>
    <w:rsid w:val="00DF2B7E"/>
    <w:rsid w:val="00E001C9"/>
    <w:rsid w:val="00E025CF"/>
    <w:rsid w:val="00E2019B"/>
    <w:rsid w:val="00E22D6F"/>
    <w:rsid w:val="00E23FDE"/>
    <w:rsid w:val="00E34F94"/>
    <w:rsid w:val="00E4005D"/>
    <w:rsid w:val="00E4394A"/>
    <w:rsid w:val="00E47286"/>
    <w:rsid w:val="00E53A35"/>
    <w:rsid w:val="00E56438"/>
    <w:rsid w:val="00E56E5F"/>
    <w:rsid w:val="00E57BAC"/>
    <w:rsid w:val="00E60190"/>
    <w:rsid w:val="00E66049"/>
    <w:rsid w:val="00E7425A"/>
    <w:rsid w:val="00E913B7"/>
    <w:rsid w:val="00E951A6"/>
    <w:rsid w:val="00EA1E44"/>
    <w:rsid w:val="00EA2177"/>
    <w:rsid w:val="00EA3934"/>
    <w:rsid w:val="00EA3CD1"/>
    <w:rsid w:val="00EB2216"/>
    <w:rsid w:val="00EB2658"/>
    <w:rsid w:val="00EB335E"/>
    <w:rsid w:val="00EC064B"/>
    <w:rsid w:val="00EC2270"/>
    <w:rsid w:val="00EC27E9"/>
    <w:rsid w:val="00EC7115"/>
    <w:rsid w:val="00ED0FEF"/>
    <w:rsid w:val="00ED3BC2"/>
    <w:rsid w:val="00ED470A"/>
    <w:rsid w:val="00ED4C52"/>
    <w:rsid w:val="00EE451D"/>
    <w:rsid w:val="00EF4C41"/>
    <w:rsid w:val="00F01B14"/>
    <w:rsid w:val="00F06734"/>
    <w:rsid w:val="00F07AA3"/>
    <w:rsid w:val="00F07C78"/>
    <w:rsid w:val="00F149C3"/>
    <w:rsid w:val="00F20FCF"/>
    <w:rsid w:val="00F32C73"/>
    <w:rsid w:val="00F415BD"/>
    <w:rsid w:val="00F52012"/>
    <w:rsid w:val="00F569CD"/>
    <w:rsid w:val="00F57EA1"/>
    <w:rsid w:val="00F60467"/>
    <w:rsid w:val="00F622A9"/>
    <w:rsid w:val="00F806AE"/>
    <w:rsid w:val="00F840CF"/>
    <w:rsid w:val="00FA082F"/>
    <w:rsid w:val="00FA520F"/>
    <w:rsid w:val="00FD337D"/>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C5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6FD"/>
    <w:pPr>
      <w:tabs>
        <w:tab w:val="left" w:pos="3969"/>
      </w:tabs>
      <w:spacing w:after="60"/>
    </w:pPr>
    <w:rPr>
      <w:rFonts w:ascii="Arial" w:hAnsi="Arial"/>
      <w:lang w:eastAsia="en-US"/>
    </w:rPr>
  </w:style>
  <w:style w:type="paragraph" w:styleId="Heading1">
    <w:name w:val="heading 1"/>
    <w:next w:val="Heading2"/>
    <w:qFormat/>
    <w:rsid w:val="003506F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3506F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3506F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3506F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3506FD"/>
    <w:pPr>
      <w:numPr>
        <w:ilvl w:val="4"/>
        <w:numId w:val="6"/>
      </w:numPr>
      <w:spacing w:before="240"/>
      <w:outlineLvl w:val="4"/>
    </w:pPr>
    <w:rPr>
      <w:sz w:val="22"/>
    </w:rPr>
  </w:style>
  <w:style w:type="paragraph" w:styleId="Heading6">
    <w:name w:val="heading 6"/>
    <w:basedOn w:val="Normal"/>
    <w:next w:val="Normal"/>
    <w:qFormat/>
    <w:rsid w:val="003506FD"/>
    <w:pPr>
      <w:numPr>
        <w:ilvl w:val="5"/>
        <w:numId w:val="6"/>
      </w:numPr>
      <w:spacing w:before="240"/>
      <w:outlineLvl w:val="5"/>
    </w:pPr>
    <w:rPr>
      <w:i/>
      <w:sz w:val="22"/>
    </w:rPr>
  </w:style>
  <w:style w:type="paragraph" w:styleId="Heading7">
    <w:name w:val="heading 7"/>
    <w:basedOn w:val="Normal"/>
    <w:next w:val="Normal"/>
    <w:qFormat/>
    <w:rsid w:val="003506FD"/>
    <w:pPr>
      <w:numPr>
        <w:ilvl w:val="6"/>
        <w:numId w:val="6"/>
      </w:numPr>
      <w:spacing w:before="240"/>
      <w:outlineLvl w:val="6"/>
    </w:pPr>
  </w:style>
  <w:style w:type="paragraph" w:styleId="Heading8">
    <w:name w:val="heading 8"/>
    <w:basedOn w:val="Normal"/>
    <w:next w:val="Normal"/>
    <w:qFormat/>
    <w:rsid w:val="003506FD"/>
    <w:pPr>
      <w:numPr>
        <w:ilvl w:val="7"/>
        <w:numId w:val="6"/>
      </w:numPr>
      <w:spacing w:before="240"/>
      <w:outlineLvl w:val="7"/>
    </w:pPr>
    <w:rPr>
      <w:i/>
    </w:rPr>
  </w:style>
  <w:style w:type="paragraph" w:styleId="Heading9">
    <w:name w:val="heading 9"/>
    <w:basedOn w:val="Normal"/>
    <w:next w:val="Normal"/>
    <w:qFormat/>
    <w:rsid w:val="003506F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3506FD"/>
    <w:pPr>
      <w:tabs>
        <w:tab w:val="center" w:pos="4536"/>
        <w:tab w:val="right" w:pos="9072"/>
      </w:tabs>
    </w:pPr>
    <w:rPr>
      <w:rFonts w:ascii="Arial" w:hAnsi="Arial"/>
      <w:i/>
      <w:sz w:val="16"/>
      <w:szCs w:val="16"/>
      <w:lang w:eastAsia="en-US"/>
    </w:rPr>
  </w:style>
  <w:style w:type="paragraph" w:styleId="Header">
    <w:name w:val="header"/>
    <w:rsid w:val="003506FD"/>
    <w:pPr>
      <w:pBdr>
        <w:bottom w:val="single" w:sz="6" w:space="4" w:color="auto"/>
      </w:pBdr>
      <w:tabs>
        <w:tab w:val="right" w:pos="9072"/>
      </w:tabs>
      <w:spacing w:after="200"/>
    </w:pPr>
    <w:rPr>
      <w:rFonts w:ascii="Arial" w:hAnsi="Arial"/>
      <w:b/>
      <w:i/>
      <w:lang w:eastAsia="en-US"/>
    </w:rPr>
  </w:style>
  <w:style w:type="paragraph" w:styleId="NormalIndent">
    <w:name w:val="Normal Indent"/>
    <w:rsid w:val="003506FD"/>
    <w:pPr>
      <w:numPr>
        <w:numId w:val="5"/>
      </w:numPr>
      <w:tabs>
        <w:tab w:val="left" w:pos="210"/>
        <w:tab w:val="left" w:pos="3969"/>
      </w:tabs>
      <w:spacing w:after="60"/>
    </w:pPr>
    <w:rPr>
      <w:rFonts w:ascii="Arial" w:hAnsi="Arial"/>
      <w:lang w:eastAsia="en-US"/>
    </w:rPr>
  </w:style>
  <w:style w:type="paragraph" w:customStyle="1" w:styleId="Tabletext">
    <w:name w:val="Table text"/>
    <w:rsid w:val="003506FD"/>
    <w:rPr>
      <w:rFonts w:ascii="Arial" w:hAnsi="Arial"/>
      <w:lang w:eastAsia="en-US"/>
    </w:rPr>
  </w:style>
  <w:style w:type="paragraph" w:customStyle="1" w:styleId="Tabletitle">
    <w:name w:val="Table title"/>
    <w:rsid w:val="003506FD"/>
    <w:rPr>
      <w:rFonts w:ascii="Arial" w:hAnsi="Arial"/>
      <w:b/>
      <w:lang w:eastAsia="en-US"/>
    </w:rPr>
  </w:style>
  <w:style w:type="paragraph" w:customStyle="1" w:styleId="Tableindent">
    <w:name w:val="Table indent"/>
    <w:rsid w:val="003506FD"/>
    <w:pPr>
      <w:numPr>
        <w:numId w:val="4"/>
      </w:numPr>
      <w:tabs>
        <w:tab w:val="left" w:pos="85"/>
      </w:tabs>
    </w:pPr>
    <w:rPr>
      <w:rFonts w:ascii="Arial" w:hAnsi="Arial"/>
      <w:lang w:eastAsia="en-US"/>
    </w:rPr>
  </w:style>
  <w:style w:type="paragraph" w:customStyle="1" w:styleId="NormalIndent2">
    <w:name w:val="Normal Indent 2"/>
    <w:rsid w:val="003506FD"/>
    <w:pPr>
      <w:numPr>
        <w:numId w:val="3"/>
      </w:numPr>
      <w:tabs>
        <w:tab w:val="left" w:pos="420"/>
        <w:tab w:val="left" w:pos="3969"/>
      </w:tabs>
      <w:spacing w:after="60"/>
    </w:pPr>
    <w:rPr>
      <w:rFonts w:ascii="Arial" w:hAnsi="Arial"/>
      <w:lang w:eastAsia="en-US"/>
    </w:rPr>
  </w:style>
  <w:style w:type="paragraph" w:customStyle="1" w:styleId="NormalIndent3">
    <w:name w:val="Normal Indent 3"/>
    <w:rsid w:val="003506FD"/>
    <w:pPr>
      <w:numPr>
        <w:numId w:val="2"/>
      </w:numPr>
      <w:tabs>
        <w:tab w:val="left" w:pos="420"/>
      </w:tabs>
      <w:spacing w:after="60"/>
    </w:pPr>
    <w:rPr>
      <w:rFonts w:ascii="Arial" w:hAnsi="Arial"/>
      <w:lang w:eastAsia="en-US"/>
    </w:rPr>
  </w:style>
  <w:style w:type="character" w:styleId="Hyperlink">
    <w:name w:val="Hyperlink"/>
    <w:rsid w:val="003506FD"/>
    <w:rPr>
      <w:color w:val="0000FF"/>
      <w:u w:val="none"/>
      <w:bdr w:val="none" w:sz="0" w:space="0" w:color="auto"/>
    </w:rPr>
  </w:style>
  <w:style w:type="paragraph" w:customStyle="1" w:styleId="Guidancetabletext">
    <w:name w:val="Guidance table text"/>
    <w:basedOn w:val="Instructions"/>
    <w:rsid w:val="003506F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3506FD"/>
    <w:rPr>
      <w:b/>
      <w:bCs/>
    </w:rPr>
  </w:style>
  <w:style w:type="character" w:customStyle="1" w:styleId="Italic">
    <w:name w:val="Italic"/>
    <w:rsid w:val="003506FD"/>
    <w:rPr>
      <w:i/>
      <w:iCs/>
    </w:rPr>
  </w:style>
  <w:style w:type="character" w:customStyle="1" w:styleId="Symbol">
    <w:name w:val="Symbol"/>
    <w:rsid w:val="003506FD"/>
    <w:rPr>
      <w:rFonts w:ascii="Symbol" w:hAnsi="Symbol"/>
    </w:rPr>
  </w:style>
  <w:style w:type="paragraph" w:customStyle="1" w:styleId="Instructions">
    <w:name w:val="Instructions"/>
    <w:basedOn w:val="Normal"/>
    <w:rsid w:val="003506F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3506F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3506FD"/>
    <w:rPr>
      <w:rFonts w:ascii="Arial Narrow"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3506FD"/>
  </w:style>
  <w:style w:type="paragraph" w:customStyle="1" w:styleId="Tableindent2">
    <w:name w:val="Table indent 2"/>
    <w:rsid w:val="003506FD"/>
    <w:pPr>
      <w:numPr>
        <w:numId w:val="7"/>
      </w:numPr>
      <w:tabs>
        <w:tab w:val="left" w:pos="284"/>
      </w:tabs>
    </w:pPr>
    <w:rPr>
      <w:rFonts w:ascii="Arial" w:hAnsi="Arial"/>
      <w:lang w:eastAsia="en-US"/>
    </w:rPr>
  </w:style>
  <w:style w:type="paragraph" w:styleId="TOC1">
    <w:name w:val="toc 1"/>
    <w:basedOn w:val="Normal"/>
    <w:next w:val="Normal"/>
    <w:autoRedefine/>
    <w:semiHidden/>
    <w:rsid w:val="003506FD"/>
    <w:pPr>
      <w:tabs>
        <w:tab w:val="clear" w:pos="3969"/>
      </w:tabs>
    </w:pPr>
    <w:rPr>
      <w:b/>
    </w:rPr>
  </w:style>
  <w:style w:type="paragraph" w:styleId="TOC2">
    <w:name w:val="toc 2"/>
    <w:basedOn w:val="Normal"/>
    <w:next w:val="Normal"/>
    <w:autoRedefine/>
    <w:semiHidden/>
    <w:rsid w:val="003506FD"/>
    <w:pPr>
      <w:tabs>
        <w:tab w:val="clear" w:pos="3969"/>
      </w:tabs>
      <w:ind w:left="200"/>
    </w:pPr>
    <w:rPr>
      <w:b/>
    </w:rPr>
  </w:style>
  <w:style w:type="paragraph" w:customStyle="1" w:styleId="Instructionsindent2">
    <w:name w:val="Instructions indent 2"/>
    <w:rsid w:val="003506F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3506FD"/>
    <w:rPr>
      <w:color w:val="993300"/>
    </w:rPr>
  </w:style>
  <w:style w:type="paragraph" w:customStyle="1" w:styleId="Promptindent">
    <w:name w:val="Prompt indent"/>
    <w:basedOn w:val="NormalIndent"/>
    <w:rsid w:val="003506FD"/>
    <w:pPr>
      <w:numPr>
        <w:numId w:val="9"/>
      </w:numPr>
    </w:pPr>
    <w:rPr>
      <w:color w:val="993300"/>
    </w:rPr>
  </w:style>
  <w:style w:type="paragraph" w:customStyle="1" w:styleId="Promptindent2">
    <w:name w:val="Prompt indent 2"/>
    <w:basedOn w:val="NormalIndent2"/>
    <w:rsid w:val="003506FD"/>
    <w:pPr>
      <w:numPr>
        <w:numId w:val="10"/>
      </w:numPr>
    </w:pPr>
    <w:rPr>
      <w:color w:val="993300"/>
    </w:rPr>
  </w:style>
  <w:style w:type="paragraph" w:customStyle="1" w:styleId="Standard1">
    <w:name w:val="Standard 1"/>
    <w:rsid w:val="003506F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3506FD"/>
    <w:pPr>
      <w:tabs>
        <w:tab w:val="clear" w:pos="2835"/>
        <w:tab w:val="left" w:pos="3119"/>
      </w:tabs>
      <w:ind w:left="3119" w:hanging="3119"/>
    </w:pPr>
  </w:style>
  <w:style w:type="paragraph" w:customStyle="1" w:styleId="OptionalHeading3">
    <w:name w:val="Optional Heading 3"/>
    <w:basedOn w:val="Heading3"/>
    <w:qFormat/>
    <w:rsid w:val="003506F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3506FD"/>
    <w:pPr>
      <w:shd w:val="clear" w:color="auto" w:fill="D9D9D9"/>
    </w:pPr>
    <w:rPr>
      <w:rFonts w:ascii="Calibri" w:hAnsi="Calibri"/>
      <w:vanish/>
      <w:color w:val="365F91"/>
    </w:rPr>
  </w:style>
  <w:style w:type="paragraph" w:customStyle="1" w:styleId="OptionalNormal">
    <w:name w:val="Optional Normal"/>
    <w:basedOn w:val="Normal"/>
    <w:qFormat/>
    <w:rsid w:val="003506FD"/>
    <w:pPr>
      <w:shd w:val="clear" w:color="auto" w:fill="D9D9D9"/>
    </w:pPr>
    <w:rPr>
      <w:rFonts w:ascii="Calibri" w:hAnsi="Calibri"/>
      <w:vanish/>
      <w:color w:val="365F91"/>
    </w:rPr>
  </w:style>
  <w:style w:type="paragraph" w:customStyle="1" w:styleId="OptionalNormalIndent">
    <w:name w:val="Optional Normal Indent"/>
    <w:rsid w:val="003506F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3506FD"/>
    <w:pPr>
      <w:shd w:val="clear" w:color="auto" w:fill="D9D9D9"/>
    </w:pPr>
    <w:rPr>
      <w:rFonts w:ascii="Calibri" w:hAnsi="Calibri"/>
      <w:vanish/>
      <w:color w:val="365F91"/>
    </w:rPr>
  </w:style>
  <w:style w:type="paragraph" w:customStyle="1" w:styleId="OptionalTabletitle">
    <w:name w:val="Optional Table title"/>
    <w:basedOn w:val="Tabletitle"/>
    <w:qFormat/>
    <w:rsid w:val="003506FD"/>
    <w:pPr>
      <w:shd w:val="clear" w:color="auto" w:fill="D9D9D9"/>
    </w:pPr>
    <w:rPr>
      <w:rFonts w:ascii="Calibri" w:hAnsi="Calibri"/>
      <w:vanish/>
      <w:color w:val="365F91"/>
    </w:rPr>
  </w:style>
  <w:style w:type="paragraph" w:customStyle="1" w:styleId="OptionalPromptindent">
    <w:name w:val="Optional Prompt indent"/>
    <w:basedOn w:val="Promptindent"/>
    <w:rsid w:val="003506F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3506F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val="en-US"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AUSStandard1">
    <w:name w:val="AUS Standard 1"/>
    <w:basedOn w:val="Standard1"/>
    <w:rsid w:val="003506F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3506F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character" w:styleId="FollowedHyperlink">
    <w:name w:val="FollowedHyperlink"/>
    <w:basedOn w:val="DefaultParagraphFont"/>
    <w:semiHidden/>
    <w:unhideWhenUsed/>
    <w:rsid w:val="007931C4"/>
    <w:rPr>
      <w:color w:val="800080" w:themeColor="followedHyperlink"/>
      <w:u w:val="single"/>
    </w:rPr>
  </w:style>
  <w:style w:type="character" w:styleId="CommentReference">
    <w:name w:val="annotation reference"/>
    <w:basedOn w:val="DefaultParagraphFont"/>
    <w:semiHidden/>
    <w:unhideWhenUsed/>
    <w:rsid w:val="00DE3706"/>
    <w:rPr>
      <w:sz w:val="16"/>
      <w:szCs w:val="16"/>
    </w:rPr>
  </w:style>
  <w:style w:type="paragraph" w:styleId="CommentText">
    <w:name w:val="annotation text"/>
    <w:basedOn w:val="Normal"/>
    <w:link w:val="CommentTextChar"/>
    <w:semiHidden/>
    <w:unhideWhenUsed/>
    <w:rsid w:val="00DE3706"/>
  </w:style>
  <w:style w:type="character" w:customStyle="1" w:styleId="CommentTextChar">
    <w:name w:val="Comment Text Char"/>
    <w:basedOn w:val="DefaultParagraphFont"/>
    <w:link w:val="CommentText"/>
    <w:semiHidden/>
    <w:rsid w:val="00DE3706"/>
    <w:rPr>
      <w:rFonts w:ascii="Arial" w:hAnsi="Arial"/>
      <w:lang w:eastAsia="en-US"/>
    </w:rPr>
  </w:style>
  <w:style w:type="paragraph" w:styleId="CommentSubject">
    <w:name w:val="annotation subject"/>
    <w:basedOn w:val="CommentText"/>
    <w:next w:val="CommentText"/>
    <w:link w:val="CommentSubjectChar"/>
    <w:semiHidden/>
    <w:unhideWhenUsed/>
    <w:rsid w:val="00DE3706"/>
    <w:rPr>
      <w:b/>
      <w:bCs/>
    </w:rPr>
  </w:style>
  <w:style w:type="character" w:customStyle="1" w:styleId="CommentSubjectChar">
    <w:name w:val="Comment Subject Char"/>
    <w:basedOn w:val="CommentTextChar"/>
    <w:link w:val="CommentSubject"/>
    <w:semiHidden/>
    <w:rsid w:val="00DE3706"/>
    <w:rPr>
      <w:rFonts w:ascii="Arial" w:hAnsi="Arial"/>
      <w:b/>
      <w:bCs/>
      <w:lang w:eastAsia="en-US"/>
    </w:rPr>
  </w:style>
  <w:style w:type="paragraph" w:styleId="ListParagraph">
    <w:name w:val="List Paragraph"/>
    <w:basedOn w:val="Normal"/>
    <w:uiPriority w:val="34"/>
    <w:qFormat/>
    <w:rsid w:val="006062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6FD"/>
    <w:pPr>
      <w:tabs>
        <w:tab w:val="left" w:pos="3969"/>
      </w:tabs>
      <w:spacing w:after="60"/>
    </w:pPr>
    <w:rPr>
      <w:rFonts w:ascii="Arial" w:hAnsi="Arial"/>
      <w:lang w:eastAsia="en-US"/>
    </w:rPr>
  </w:style>
  <w:style w:type="paragraph" w:styleId="Heading1">
    <w:name w:val="heading 1"/>
    <w:next w:val="Heading2"/>
    <w:qFormat/>
    <w:rsid w:val="003506F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3506F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3506F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3506F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3506FD"/>
    <w:pPr>
      <w:numPr>
        <w:ilvl w:val="4"/>
        <w:numId w:val="6"/>
      </w:numPr>
      <w:spacing w:before="240"/>
      <w:outlineLvl w:val="4"/>
    </w:pPr>
    <w:rPr>
      <w:sz w:val="22"/>
    </w:rPr>
  </w:style>
  <w:style w:type="paragraph" w:styleId="Heading6">
    <w:name w:val="heading 6"/>
    <w:basedOn w:val="Normal"/>
    <w:next w:val="Normal"/>
    <w:qFormat/>
    <w:rsid w:val="003506FD"/>
    <w:pPr>
      <w:numPr>
        <w:ilvl w:val="5"/>
        <w:numId w:val="6"/>
      </w:numPr>
      <w:spacing w:before="240"/>
      <w:outlineLvl w:val="5"/>
    </w:pPr>
    <w:rPr>
      <w:i/>
      <w:sz w:val="22"/>
    </w:rPr>
  </w:style>
  <w:style w:type="paragraph" w:styleId="Heading7">
    <w:name w:val="heading 7"/>
    <w:basedOn w:val="Normal"/>
    <w:next w:val="Normal"/>
    <w:qFormat/>
    <w:rsid w:val="003506FD"/>
    <w:pPr>
      <w:numPr>
        <w:ilvl w:val="6"/>
        <w:numId w:val="6"/>
      </w:numPr>
      <w:spacing w:before="240"/>
      <w:outlineLvl w:val="6"/>
    </w:pPr>
  </w:style>
  <w:style w:type="paragraph" w:styleId="Heading8">
    <w:name w:val="heading 8"/>
    <w:basedOn w:val="Normal"/>
    <w:next w:val="Normal"/>
    <w:qFormat/>
    <w:rsid w:val="003506FD"/>
    <w:pPr>
      <w:numPr>
        <w:ilvl w:val="7"/>
        <w:numId w:val="6"/>
      </w:numPr>
      <w:spacing w:before="240"/>
      <w:outlineLvl w:val="7"/>
    </w:pPr>
    <w:rPr>
      <w:i/>
    </w:rPr>
  </w:style>
  <w:style w:type="paragraph" w:styleId="Heading9">
    <w:name w:val="heading 9"/>
    <w:basedOn w:val="Normal"/>
    <w:next w:val="Normal"/>
    <w:qFormat/>
    <w:rsid w:val="003506F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3506FD"/>
    <w:pPr>
      <w:tabs>
        <w:tab w:val="center" w:pos="4536"/>
        <w:tab w:val="right" w:pos="9072"/>
      </w:tabs>
    </w:pPr>
    <w:rPr>
      <w:rFonts w:ascii="Arial" w:hAnsi="Arial"/>
      <w:i/>
      <w:sz w:val="16"/>
      <w:szCs w:val="16"/>
      <w:lang w:eastAsia="en-US"/>
    </w:rPr>
  </w:style>
  <w:style w:type="paragraph" w:styleId="Header">
    <w:name w:val="header"/>
    <w:rsid w:val="003506FD"/>
    <w:pPr>
      <w:pBdr>
        <w:bottom w:val="single" w:sz="6" w:space="4" w:color="auto"/>
      </w:pBdr>
      <w:tabs>
        <w:tab w:val="right" w:pos="9072"/>
      </w:tabs>
      <w:spacing w:after="200"/>
    </w:pPr>
    <w:rPr>
      <w:rFonts w:ascii="Arial" w:hAnsi="Arial"/>
      <w:b/>
      <w:i/>
      <w:lang w:eastAsia="en-US"/>
    </w:rPr>
  </w:style>
  <w:style w:type="paragraph" w:styleId="NormalIndent">
    <w:name w:val="Normal Indent"/>
    <w:rsid w:val="003506FD"/>
    <w:pPr>
      <w:numPr>
        <w:numId w:val="5"/>
      </w:numPr>
      <w:tabs>
        <w:tab w:val="left" w:pos="210"/>
        <w:tab w:val="left" w:pos="3969"/>
      </w:tabs>
      <w:spacing w:after="60"/>
    </w:pPr>
    <w:rPr>
      <w:rFonts w:ascii="Arial" w:hAnsi="Arial"/>
      <w:lang w:eastAsia="en-US"/>
    </w:rPr>
  </w:style>
  <w:style w:type="paragraph" w:customStyle="1" w:styleId="Tabletext">
    <w:name w:val="Table text"/>
    <w:rsid w:val="003506FD"/>
    <w:rPr>
      <w:rFonts w:ascii="Arial" w:hAnsi="Arial"/>
      <w:lang w:eastAsia="en-US"/>
    </w:rPr>
  </w:style>
  <w:style w:type="paragraph" w:customStyle="1" w:styleId="Tabletitle">
    <w:name w:val="Table title"/>
    <w:rsid w:val="003506FD"/>
    <w:rPr>
      <w:rFonts w:ascii="Arial" w:hAnsi="Arial"/>
      <w:b/>
      <w:lang w:eastAsia="en-US"/>
    </w:rPr>
  </w:style>
  <w:style w:type="paragraph" w:customStyle="1" w:styleId="Tableindent">
    <w:name w:val="Table indent"/>
    <w:rsid w:val="003506FD"/>
    <w:pPr>
      <w:numPr>
        <w:numId w:val="4"/>
      </w:numPr>
      <w:tabs>
        <w:tab w:val="left" w:pos="85"/>
      </w:tabs>
    </w:pPr>
    <w:rPr>
      <w:rFonts w:ascii="Arial" w:hAnsi="Arial"/>
      <w:lang w:eastAsia="en-US"/>
    </w:rPr>
  </w:style>
  <w:style w:type="paragraph" w:customStyle="1" w:styleId="NormalIndent2">
    <w:name w:val="Normal Indent 2"/>
    <w:rsid w:val="003506FD"/>
    <w:pPr>
      <w:numPr>
        <w:numId w:val="3"/>
      </w:numPr>
      <w:tabs>
        <w:tab w:val="left" w:pos="420"/>
        <w:tab w:val="left" w:pos="3969"/>
      </w:tabs>
      <w:spacing w:after="60"/>
    </w:pPr>
    <w:rPr>
      <w:rFonts w:ascii="Arial" w:hAnsi="Arial"/>
      <w:lang w:eastAsia="en-US"/>
    </w:rPr>
  </w:style>
  <w:style w:type="paragraph" w:customStyle="1" w:styleId="NormalIndent3">
    <w:name w:val="Normal Indent 3"/>
    <w:rsid w:val="003506FD"/>
    <w:pPr>
      <w:numPr>
        <w:numId w:val="2"/>
      </w:numPr>
      <w:tabs>
        <w:tab w:val="left" w:pos="420"/>
      </w:tabs>
      <w:spacing w:after="60"/>
    </w:pPr>
    <w:rPr>
      <w:rFonts w:ascii="Arial" w:hAnsi="Arial"/>
      <w:lang w:eastAsia="en-US"/>
    </w:rPr>
  </w:style>
  <w:style w:type="character" w:styleId="Hyperlink">
    <w:name w:val="Hyperlink"/>
    <w:rsid w:val="003506FD"/>
    <w:rPr>
      <w:color w:val="0000FF"/>
      <w:u w:val="none"/>
      <w:bdr w:val="none" w:sz="0" w:space="0" w:color="auto"/>
    </w:rPr>
  </w:style>
  <w:style w:type="paragraph" w:customStyle="1" w:styleId="Guidancetabletext">
    <w:name w:val="Guidance table text"/>
    <w:basedOn w:val="Instructions"/>
    <w:rsid w:val="003506F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3506FD"/>
    <w:rPr>
      <w:b/>
      <w:bCs/>
    </w:rPr>
  </w:style>
  <w:style w:type="character" w:customStyle="1" w:styleId="Italic">
    <w:name w:val="Italic"/>
    <w:rsid w:val="003506FD"/>
    <w:rPr>
      <w:i/>
      <w:iCs/>
    </w:rPr>
  </w:style>
  <w:style w:type="character" w:customStyle="1" w:styleId="Symbol">
    <w:name w:val="Symbol"/>
    <w:rsid w:val="003506FD"/>
    <w:rPr>
      <w:rFonts w:ascii="Symbol" w:hAnsi="Symbol"/>
    </w:rPr>
  </w:style>
  <w:style w:type="paragraph" w:customStyle="1" w:styleId="Instructions">
    <w:name w:val="Instructions"/>
    <w:basedOn w:val="Normal"/>
    <w:rsid w:val="003506F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3506F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3506FD"/>
    <w:rPr>
      <w:rFonts w:ascii="Arial Narrow"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3506FD"/>
  </w:style>
  <w:style w:type="paragraph" w:customStyle="1" w:styleId="Tableindent2">
    <w:name w:val="Table indent 2"/>
    <w:rsid w:val="003506FD"/>
    <w:pPr>
      <w:numPr>
        <w:numId w:val="7"/>
      </w:numPr>
      <w:tabs>
        <w:tab w:val="left" w:pos="284"/>
      </w:tabs>
    </w:pPr>
    <w:rPr>
      <w:rFonts w:ascii="Arial" w:hAnsi="Arial"/>
      <w:lang w:eastAsia="en-US"/>
    </w:rPr>
  </w:style>
  <w:style w:type="paragraph" w:styleId="TOC1">
    <w:name w:val="toc 1"/>
    <w:basedOn w:val="Normal"/>
    <w:next w:val="Normal"/>
    <w:autoRedefine/>
    <w:semiHidden/>
    <w:rsid w:val="003506FD"/>
    <w:pPr>
      <w:tabs>
        <w:tab w:val="clear" w:pos="3969"/>
      </w:tabs>
    </w:pPr>
    <w:rPr>
      <w:b/>
    </w:rPr>
  </w:style>
  <w:style w:type="paragraph" w:styleId="TOC2">
    <w:name w:val="toc 2"/>
    <w:basedOn w:val="Normal"/>
    <w:next w:val="Normal"/>
    <w:autoRedefine/>
    <w:semiHidden/>
    <w:rsid w:val="003506FD"/>
    <w:pPr>
      <w:tabs>
        <w:tab w:val="clear" w:pos="3969"/>
      </w:tabs>
      <w:ind w:left="200"/>
    </w:pPr>
    <w:rPr>
      <w:b/>
    </w:rPr>
  </w:style>
  <w:style w:type="paragraph" w:customStyle="1" w:styleId="Instructionsindent2">
    <w:name w:val="Instructions indent 2"/>
    <w:rsid w:val="003506F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3506FD"/>
    <w:rPr>
      <w:color w:val="993300"/>
    </w:rPr>
  </w:style>
  <w:style w:type="paragraph" w:customStyle="1" w:styleId="Promptindent">
    <w:name w:val="Prompt indent"/>
    <w:basedOn w:val="NormalIndent"/>
    <w:rsid w:val="003506FD"/>
    <w:pPr>
      <w:numPr>
        <w:numId w:val="9"/>
      </w:numPr>
    </w:pPr>
    <w:rPr>
      <w:color w:val="993300"/>
    </w:rPr>
  </w:style>
  <w:style w:type="paragraph" w:customStyle="1" w:styleId="Promptindent2">
    <w:name w:val="Prompt indent 2"/>
    <w:basedOn w:val="NormalIndent2"/>
    <w:rsid w:val="003506FD"/>
    <w:pPr>
      <w:numPr>
        <w:numId w:val="10"/>
      </w:numPr>
    </w:pPr>
    <w:rPr>
      <w:color w:val="993300"/>
    </w:rPr>
  </w:style>
  <w:style w:type="paragraph" w:customStyle="1" w:styleId="Standard1">
    <w:name w:val="Standard 1"/>
    <w:rsid w:val="003506F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3506FD"/>
    <w:pPr>
      <w:tabs>
        <w:tab w:val="clear" w:pos="2835"/>
        <w:tab w:val="left" w:pos="3119"/>
      </w:tabs>
      <w:ind w:left="3119" w:hanging="3119"/>
    </w:pPr>
  </w:style>
  <w:style w:type="paragraph" w:customStyle="1" w:styleId="OptionalHeading3">
    <w:name w:val="Optional Heading 3"/>
    <w:basedOn w:val="Heading3"/>
    <w:qFormat/>
    <w:rsid w:val="003506F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3506FD"/>
    <w:pPr>
      <w:shd w:val="clear" w:color="auto" w:fill="D9D9D9"/>
    </w:pPr>
    <w:rPr>
      <w:rFonts w:ascii="Calibri" w:hAnsi="Calibri"/>
      <w:vanish/>
      <w:color w:val="365F91"/>
    </w:rPr>
  </w:style>
  <w:style w:type="paragraph" w:customStyle="1" w:styleId="OptionalNormal">
    <w:name w:val="Optional Normal"/>
    <w:basedOn w:val="Normal"/>
    <w:qFormat/>
    <w:rsid w:val="003506FD"/>
    <w:pPr>
      <w:shd w:val="clear" w:color="auto" w:fill="D9D9D9"/>
    </w:pPr>
    <w:rPr>
      <w:rFonts w:ascii="Calibri" w:hAnsi="Calibri"/>
      <w:vanish/>
      <w:color w:val="365F91"/>
    </w:rPr>
  </w:style>
  <w:style w:type="paragraph" w:customStyle="1" w:styleId="OptionalNormalIndent">
    <w:name w:val="Optional Normal Indent"/>
    <w:rsid w:val="003506F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3506FD"/>
    <w:pPr>
      <w:shd w:val="clear" w:color="auto" w:fill="D9D9D9"/>
    </w:pPr>
    <w:rPr>
      <w:rFonts w:ascii="Calibri" w:hAnsi="Calibri"/>
      <w:vanish/>
      <w:color w:val="365F91"/>
    </w:rPr>
  </w:style>
  <w:style w:type="paragraph" w:customStyle="1" w:styleId="OptionalTabletitle">
    <w:name w:val="Optional Table title"/>
    <w:basedOn w:val="Tabletitle"/>
    <w:qFormat/>
    <w:rsid w:val="003506FD"/>
    <w:pPr>
      <w:shd w:val="clear" w:color="auto" w:fill="D9D9D9"/>
    </w:pPr>
    <w:rPr>
      <w:rFonts w:ascii="Calibri" w:hAnsi="Calibri"/>
      <w:vanish/>
      <w:color w:val="365F91"/>
    </w:rPr>
  </w:style>
  <w:style w:type="paragraph" w:customStyle="1" w:styleId="OptionalPromptindent">
    <w:name w:val="Optional Prompt indent"/>
    <w:basedOn w:val="Promptindent"/>
    <w:rsid w:val="003506F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3506F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val="en-US"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AUSStandard1">
    <w:name w:val="AUS Standard 1"/>
    <w:basedOn w:val="Standard1"/>
    <w:rsid w:val="003506F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3506F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character" w:styleId="FollowedHyperlink">
    <w:name w:val="FollowedHyperlink"/>
    <w:basedOn w:val="DefaultParagraphFont"/>
    <w:semiHidden/>
    <w:unhideWhenUsed/>
    <w:rsid w:val="007931C4"/>
    <w:rPr>
      <w:color w:val="800080" w:themeColor="followedHyperlink"/>
      <w:u w:val="single"/>
    </w:rPr>
  </w:style>
  <w:style w:type="character" w:styleId="CommentReference">
    <w:name w:val="annotation reference"/>
    <w:basedOn w:val="DefaultParagraphFont"/>
    <w:semiHidden/>
    <w:unhideWhenUsed/>
    <w:rsid w:val="00DE3706"/>
    <w:rPr>
      <w:sz w:val="16"/>
      <w:szCs w:val="16"/>
    </w:rPr>
  </w:style>
  <w:style w:type="paragraph" w:styleId="CommentText">
    <w:name w:val="annotation text"/>
    <w:basedOn w:val="Normal"/>
    <w:link w:val="CommentTextChar"/>
    <w:semiHidden/>
    <w:unhideWhenUsed/>
    <w:rsid w:val="00DE3706"/>
  </w:style>
  <w:style w:type="character" w:customStyle="1" w:styleId="CommentTextChar">
    <w:name w:val="Comment Text Char"/>
    <w:basedOn w:val="DefaultParagraphFont"/>
    <w:link w:val="CommentText"/>
    <w:semiHidden/>
    <w:rsid w:val="00DE3706"/>
    <w:rPr>
      <w:rFonts w:ascii="Arial" w:hAnsi="Arial"/>
      <w:lang w:eastAsia="en-US"/>
    </w:rPr>
  </w:style>
  <w:style w:type="paragraph" w:styleId="CommentSubject">
    <w:name w:val="annotation subject"/>
    <w:basedOn w:val="CommentText"/>
    <w:next w:val="CommentText"/>
    <w:link w:val="CommentSubjectChar"/>
    <w:semiHidden/>
    <w:unhideWhenUsed/>
    <w:rsid w:val="00DE3706"/>
    <w:rPr>
      <w:b/>
      <w:bCs/>
    </w:rPr>
  </w:style>
  <w:style w:type="character" w:customStyle="1" w:styleId="CommentSubjectChar">
    <w:name w:val="Comment Subject Char"/>
    <w:basedOn w:val="CommentTextChar"/>
    <w:link w:val="CommentSubject"/>
    <w:semiHidden/>
    <w:rsid w:val="00DE3706"/>
    <w:rPr>
      <w:rFonts w:ascii="Arial" w:hAnsi="Arial"/>
      <w:b/>
      <w:bCs/>
      <w:lang w:eastAsia="en-US"/>
    </w:rPr>
  </w:style>
  <w:style w:type="paragraph" w:styleId="ListParagraph">
    <w:name w:val="List Paragraph"/>
    <w:basedOn w:val="Normal"/>
    <w:uiPriority w:val="34"/>
    <w:qFormat/>
    <w:rsid w:val="00606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spec.com.au/" TargetMode="External"/><Relationship Id="rId13" Type="http://schemas.openxmlformats.org/officeDocument/2006/relationships/hyperlink" Target="http://www.raven.com.au/domino/raven/ravenweb.nsf/html-v/catalogue2"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aven.com.au/domino/raven/ravenweb.nsf/gene-v/04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aven.com.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dha.net.a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natspec.com.au/" TargetMode="External"/><Relationship Id="rId14" Type="http://schemas.openxmlformats.org/officeDocument/2006/relationships/hyperlink" Target="http://www.raven.com.au/domino/raven/ravenweb.nsf/gene-v/0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AppData\Roaming\Microsoft\Template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E69"/>
    <w:rsid w:val="00025310"/>
    <w:rsid w:val="001464DB"/>
    <w:rsid w:val="005D61DE"/>
    <w:rsid w:val="006F45E4"/>
    <w:rsid w:val="007C1D6B"/>
    <w:rsid w:val="00852C26"/>
    <w:rsid w:val="00925E69"/>
    <w:rsid w:val="00933870"/>
    <w:rsid w:val="00971462"/>
    <w:rsid w:val="00A7620C"/>
    <w:rsid w:val="00B35BAE"/>
    <w:rsid w:val="00C2262B"/>
    <w:rsid w:val="00CA2380"/>
    <w:rsid w:val="00D0760B"/>
    <w:rsid w:val="00D12EEB"/>
    <w:rsid w:val="00E862B3"/>
    <w:rsid w:val="00F55D83"/>
    <w:rsid w:val="00FE6A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natspec.dotm</Template>
  <TotalTime>1</TotalTime>
  <Pages>10</Pages>
  <Words>3186</Words>
  <Characters>31144</Characters>
  <Application>Microsoft Office Word</Application>
  <DocSecurity>0</DocSecurity>
  <Lines>259</Lines>
  <Paragraphs>68</Paragraphs>
  <ScaleCrop>false</ScaleCrop>
  <HeadingPairs>
    <vt:vector size="2" baseType="variant">
      <vt:variant>
        <vt:lpstr>Title</vt:lpstr>
      </vt:variant>
      <vt:variant>
        <vt:i4>1</vt:i4>
      </vt:variant>
    </vt:vector>
  </HeadingPairs>
  <TitlesOfParts>
    <vt:vector size="1" baseType="lpstr">
      <vt:lpstr>0194p RAVEN door seals and window seals</vt:lpstr>
    </vt:vector>
  </TitlesOfParts>
  <Company>Construction Information Systems Australia Pty Ltd</Company>
  <LinksUpToDate>false</LinksUpToDate>
  <CharactersWithSpaces>34262</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0194p RAVEN door seals and window seals</dc:title>
  <dc:subject>Apr 20</dc:subject>
  <dc:creator>Rebecca Cleaves</dc:creator>
  <dc:description>Document generated by PageSeeder.</dc:description>
  <cp:lastModifiedBy>Adam Gillies</cp:lastModifiedBy>
  <cp:revision>4</cp:revision>
  <cp:lastPrinted>2019-12-10T05:32:00Z</cp:lastPrinted>
  <dcterms:created xsi:type="dcterms:W3CDTF">2020-03-27T00:29:00Z</dcterms:created>
  <dcterms:modified xsi:type="dcterms:W3CDTF">2020-03-27T00:30:00Z</dcterms:modified>
  <cp:category>01 GENERAL</cp:category>
</cp:coreProperties>
</file>